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7CE" w:rsidRPr="00974144" w:rsidRDefault="009B07CE" w:rsidP="009B07CE">
      <w:pPr>
        <w:widowControl w:val="0"/>
        <w:spacing w:before="60" w:after="60"/>
        <w:rPr>
          <w:b/>
          <w:bCs/>
          <w:caps/>
          <w:lang w:val="en-US"/>
        </w:rPr>
      </w:pPr>
      <w:bookmarkStart w:id="0" w:name="_Toc517885341"/>
    </w:p>
    <w:p w:rsidR="009B07CE" w:rsidRPr="00974144" w:rsidRDefault="009B07CE" w:rsidP="009B07CE">
      <w:pPr>
        <w:widowControl w:val="0"/>
        <w:spacing w:before="60" w:after="60"/>
        <w:rPr>
          <w:b/>
          <w:bCs/>
          <w:caps/>
        </w:rPr>
      </w:pPr>
    </w:p>
    <w:p w:rsidR="009B07CE" w:rsidRPr="00974144" w:rsidRDefault="009B07CE" w:rsidP="009B07CE">
      <w:pPr>
        <w:widowControl w:val="0"/>
        <w:spacing w:before="60" w:after="60"/>
        <w:rPr>
          <w:b/>
          <w:bCs/>
          <w:caps/>
        </w:rPr>
      </w:pPr>
    </w:p>
    <w:p w:rsidR="009B07CE" w:rsidRPr="00974144" w:rsidRDefault="009B07CE" w:rsidP="009B07CE">
      <w:pPr>
        <w:pStyle w:val="affffffffffffa"/>
        <w:jc w:val="center"/>
        <w:rPr>
          <w:b/>
          <w:sz w:val="28"/>
          <w:szCs w:val="28"/>
        </w:rPr>
      </w:pPr>
    </w:p>
    <w:p w:rsidR="008766FD" w:rsidRPr="00974144" w:rsidRDefault="008766FD" w:rsidP="009B07CE">
      <w:pPr>
        <w:pStyle w:val="affffffffffffa"/>
        <w:jc w:val="center"/>
        <w:rPr>
          <w:b/>
          <w:sz w:val="28"/>
          <w:szCs w:val="28"/>
        </w:rPr>
      </w:pPr>
    </w:p>
    <w:p w:rsidR="00BC5661" w:rsidRPr="00974144" w:rsidRDefault="00BC5661" w:rsidP="009B07CE">
      <w:pPr>
        <w:pStyle w:val="affffffffffffa"/>
        <w:jc w:val="center"/>
        <w:rPr>
          <w:b/>
          <w:sz w:val="28"/>
          <w:szCs w:val="28"/>
        </w:rPr>
      </w:pPr>
    </w:p>
    <w:p w:rsidR="00BC5661" w:rsidRPr="00974144" w:rsidRDefault="00BC5661" w:rsidP="009B07CE">
      <w:pPr>
        <w:pStyle w:val="affffffffffffa"/>
        <w:jc w:val="center"/>
        <w:rPr>
          <w:b/>
          <w:sz w:val="28"/>
          <w:szCs w:val="28"/>
        </w:rPr>
      </w:pPr>
    </w:p>
    <w:p w:rsidR="00BC5661" w:rsidRPr="00974144" w:rsidRDefault="00BC5661" w:rsidP="009B07CE">
      <w:pPr>
        <w:pStyle w:val="affffffffffffa"/>
        <w:jc w:val="center"/>
        <w:rPr>
          <w:b/>
          <w:sz w:val="28"/>
          <w:szCs w:val="28"/>
        </w:rPr>
      </w:pPr>
    </w:p>
    <w:p w:rsidR="00BC5661" w:rsidRPr="00974144" w:rsidRDefault="00BC5661" w:rsidP="009B07CE">
      <w:pPr>
        <w:pStyle w:val="affffffffffffa"/>
        <w:jc w:val="center"/>
        <w:rPr>
          <w:b/>
          <w:sz w:val="28"/>
          <w:szCs w:val="28"/>
        </w:rPr>
      </w:pPr>
    </w:p>
    <w:p w:rsidR="00BC5661" w:rsidRPr="00974144" w:rsidRDefault="00BC5661" w:rsidP="009B07CE">
      <w:pPr>
        <w:pStyle w:val="affffffffffffa"/>
        <w:jc w:val="center"/>
        <w:rPr>
          <w:b/>
          <w:sz w:val="28"/>
          <w:szCs w:val="28"/>
        </w:rPr>
      </w:pPr>
    </w:p>
    <w:p w:rsidR="00BC5661" w:rsidRPr="00974144" w:rsidRDefault="00BC5661" w:rsidP="009B07CE">
      <w:pPr>
        <w:pStyle w:val="affffffffffffa"/>
        <w:jc w:val="center"/>
        <w:rPr>
          <w:b/>
          <w:sz w:val="28"/>
          <w:szCs w:val="28"/>
        </w:rPr>
      </w:pPr>
    </w:p>
    <w:p w:rsidR="00BC5661" w:rsidRPr="00974144" w:rsidRDefault="00BC5661" w:rsidP="009B07CE">
      <w:pPr>
        <w:pStyle w:val="affffffffffffa"/>
        <w:jc w:val="center"/>
        <w:rPr>
          <w:b/>
          <w:sz w:val="28"/>
          <w:szCs w:val="28"/>
        </w:rPr>
      </w:pPr>
    </w:p>
    <w:p w:rsidR="009B07CE" w:rsidRPr="00974144" w:rsidRDefault="00BC5661" w:rsidP="009B07CE">
      <w:pPr>
        <w:pStyle w:val="affffffffffffa"/>
        <w:jc w:val="center"/>
        <w:rPr>
          <w:b/>
          <w:sz w:val="28"/>
          <w:szCs w:val="28"/>
        </w:rPr>
      </w:pPr>
      <w:r w:rsidRPr="00974144">
        <w:rPr>
          <w:b/>
          <w:sz w:val="28"/>
          <w:szCs w:val="28"/>
        </w:rPr>
        <w:t>Программное обеспечение «</w:t>
      </w:r>
      <w:r w:rsidRPr="00974144">
        <w:rPr>
          <w:b/>
          <w:sz w:val="28"/>
          <w:szCs w:val="28"/>
          <w:lang w:val="en-US"/>
        </w:rPr>
        <w:t>InfraPay</w:t>
      </w:r>
      <w:r w:rsidRPr="00974144">
        <w:rPr>
          <w:b/>
          <w:sz w:val="28"/>
          <w:szCs w:val="28"/>
        </w:rPr>
        <w:t>»</w:t>
      </w:r>
    </w:p>
    <w:p w:rsidR="009B07CE" w:rsidRPr="00974144" w:rsidRDefault="00924BD0" w:rsidP="00BC5661">
      <w:pPr>
        <w:pStyle w:val="affffffffffffb"/>
        <w:widowControl w:val="0"/>
        <w:spacing w:before="120" w:after="120"/>
        <w:rPr>
          <w:u w:val="single"/>
        </w:rPr>
        <w:sectPr w:rsidR="009B07CE" w:rsidRPr="00974144" w:rsidSect="00BC5661">
          <w:footerReference w:type="default" r:id="rId8"/>
          <w:pgSz w:w="11906" w:h="16838"/>
          <w:pgMar w:top="1134" w:right="851" w:bottom="1134" w:left="1418" w:header="425" w:footer="709" w:gutter="0"/>
          <w:cols w:space="708"/>
          <w:docGrid w:linePitch="360"/>
        </w:sectPr>
      </w:pPr>
      <w:r w:rsidRPr="00974144">
        <w:rPr>
          <w:caps/>
          <w:sz w:val="28"/>
          <w:szCs w:val="28"/>
        </w:rPr>
        <w:t>инструкция по развертыванию</w:t>
      </w:r>
      <w:r w:rsidR="00CA062F" w:rsidRPr="00974144">
        <w:rPr>
          <w:caps/>
          <w:sz w:val="28"/>
          <w:szCs w:val="28"/>
        </w:rPr>
        <w:t xml:space="preserve"> </w:t>
      </w:r>
    </w:p>
    <w:bookmarkStart w:id="1" w:name="_Toc237404255"/>
    <w:bookmarkStart w:id="2" w:name="_Toc245179863"/>
    <w:bookmarkStart w:id="3" w:name="_Toc253671478"/>
    <w:bookmarkStart w:id="4" w:name="_Toc254082480"/>
    <w:bookmarkStart w:id="5" w:name="_Toc254270119"/>
    <w:bookmarkStart w:id="6" w:name="_Toc256073048"/>
    <w:bookmarkStart w:id="7" w:name="_Toc256073718"/>
    <w:bookmarkStart w:id="8" w:name="_Toc256074441"/>
    <w:bookmarkStart w:id="9" w:name="_Toc256079858"/>
    <w:bookmarkStart w:id="10" w:name="_Toc257014802"/>
    <w:bookmarkStart w:id="11" w:name="_Toc257296842"/>
    <w:bookmarkStart w:id="12" w:name="_Toc257812469"/>
    <w:bookmarkStart w:id="13" w:name="_Toc257993281"/>
    <w:bookmarkStart w:id="14" w:name="_Toc260146657"/>
    <w:bookmarkStart w:id="15" w:name="_Toc261439149"/>
    <w:bookmarkStart w:id="16" w:name="_Toc261943547"/>
    <w:bookmarkStart w:id="17" w:name="_Toc184467677"/>
    <w:bookmarkStart w:id="18" w:name="_Toc235961144"/>
    <w:bookmarkStart w:id="19" w:name="_Toc238986138"/>
    <w:bookmarkStart w:id="20" w:name="_Ref188173931"/>
    <w:bookmarkStart w:id="21" w:name="_Ref188173938"/>
    <w:bookmarkStart w:id="22" w:name="_Ref188173942"/>
    <w:bookmarkStart w:id="23" w:name="_Ref188173972"/>
    <w:bookmarkStart w:id="24" w:name="_Toc193884734"/>
    <w:bookmarkStart w:id="25" w:name="_Toc239050926"/>
    <w:bookmarkStart w:id="26" w:name="_Toc178599495"/>
    <w:bookmarkStart w:id="27" w:name="_Toc235350334"/>
    <w:bookmarkStart w:id="28" w:name="_Toc237842899"/>
    <w:bookmarkStart w:id="29" w:name="_Toc237843489"/>
    <w:bookmarkStart w:id="30" w:name="_Toc237851138"/>
    <w:bookmarkStart w:id="31" w:name="_Toc237851280"/>
    <w:bookmarkStart w:id="32" w:name="_Toc235852460"/>
    <w:bookmarkEnd w:id="0"/>
    <w:p w:rsidR="0095203E" w:rsidRPr="00974144" w:rsidRDefault="00596E88">
      <w:pPr>
        <w:pStyle w:val="1f4"/>
        <w:rPr>
          <w:rFonts w:asciiTheme="minorHAnsi" w:eastAsiaTheme="minorEastAsia" w:hAnsiTheme="minorHAnsi" w:cstheme="minorBidi"/>
          <w:noProof/>
          <w:sz w:val="22"/>
          <w:szCs w:val="22"/>
          <w:lang w:eastAsia="ru-RU"/>
        </w:rPr>
      </w:pPr>
      <w:r w:rsidRPr="00974144">
        <w:rPr>
          <w:bCs/>
          <w:caps/>
          <w:sz w:val="20"/>
        </w:rPr>
        <w:lastRenderedPageBreak/>
        <w:fldChar w:fldCharType="begin"/>
      </w:r>
      <w:r w:rsidRPr="00974144">
        <w:rPr>
          <w:bCs/>
          <w:caps/>
          <w:sz w:val="20"/>
        </w:rPr>
        <w:instrText xml:space="preserve"> TOC \o "1-3" \h \z \t "ГИ-Приложение;1;ГИ-Название приложений;1" </w:instrText>
      </w:r>
      <w:r w:rsidRPr="00974144">
        <w:rPr>
          <w:bCs/>
          <w:caps/>
          <w:sz w:val="20"/>
        </w:rPr>
        <w:fldChar w:fldCharType="separate"/>
      </w:r>
      <w:hyperlink w:anchor="_Toc113627472" w:history="1">
        <w:r w:rsidR="0095203E" w:rsidRPr="00974144">
          <w:rPr>
            <w:rStyle w:val="afffe"/>
            <w:noProof/>
            <w:color w:val="auto"/>
          </w:rPr>
          <w:t>1 Общие сведения</w:t>
        </w:r>
        <w:r w:rsidR="0095203E" w:rsidRPr="00974144">
          <w:rPr>
            <w:noProof/>
            <w:webHidden/>
          </w:rPr>
          <w:tab/>
        </w:r>
        <w:r w:rsidR="0095203E" w:rsidRPr="00974144">
          <w:rPr>
            <w:noProof/>
            <w:webHidden/>
          </w:rPr>
          <w:fldChar w:fldCharType="begin"/>
        </w:r>
        <w:r w:rsidR="0095203E" w:rsidRPr="00974144">
          <w:rPr>
            <w:noProof/>
            <w:webHidden/>
          </w:rPr>
          <w:instrText xml:space="preserve"> PAGEREF _Toc113627472 \h </w:instrText>
        </w:r>
        <w:r w:rsidR="0095203E" w:rsidRPr="00974144">
          <w:rPr>
            <w:noProof/>
            <w:webHidden/>
          </w:rPr>
        </w:r>
        <w:r w:rsidR="0095203E" w:rsidRPr="00974144">
          <w:rPr>
            <w:noProof/>
            <w:webHidden/>
          </w:rPr>
          <w:fldChar w:fldCharType="separate"/>
        </w:r>
        <w:r w:rsidR="0095203E" w:rsidRPr="00974144">
          <w:rPr>
            <w:noProof/>
            <w:webHidden/>
          </w:rPr>
          <w:t>4</w:t>
        </w:r>
        <w:r w:rsidR="0095203E" w:rsidRPr="00974144">
          <w:rPr>
            <w:noProof/>
            <w:webHidden/>
          </w:rPr>
          <w:fldChar w:fldCharType="end"/>
        </w:r>
      </w:hyperlink>
    </w:p>
    <w:p w:rsidR="0095203E" w:rsidRPr="00974144" w:rsidRDefault="0095203E">
      <w:pPr>
        <w:pStyle w:val="2f0"/>
        <w:rPr>
          <w:rFonts w:asciiTheme="minorHAnsi" w:eastAsiaTheme="minorEastAsia" w:hAnsiTheme="minorHAnsi" w:cstheme="minorBidi"/>
          <w:noProof/>
          <w:szCs w:val="22"/>
          <w:lang w:eastAsia="ru-RU"/>
        </w:rPr>
      </w:pPr>
      <w:hyperlink w:anchor="_Toc113627473" w:history="1">
        <w:r w:rsidRPr="00974144">
          <w:rPr>
            <w:rStyle w:val="afffe"/>
            <w:noProof/>
            <w:color w:val="auto"/>
          </w:rPr>
          <w:t>1.1 Общие рекомендации</w:t>
        </w:r>
        <w:r w:rsidRPr="00974144">
          <w:rPr>
            <w:noProof/>
            <w:webHidden/>
          </w:rPr>
          <w:tab/>
        </w:r>
        <w:r w:rsidRPr="00974144">
          <w:rPr>
            <w:noProof/>
            <w:webHidden/>
          </w:rPr>
          <w:fldChar w:fldCharType="begin"/>
        </w:r>
        <w:r w:rsidRPr="00974144">
          <w:rPr>
            <w:noProof/>
            <w:webHidden/>
          </w:rPr>
          <w:instrText xml:space="preserve"> PAGEREF _Toc113627473 \h </w:instrText>
        </w:r>
        <w:r w:rsidRPr="00974144">
          <w:rPr>
            <w:noProof/>
            <w:webHidden/>
          </w:rPr>
        </w:r>
        <w:r w:rsidRPr="00974144">
          <w:rPr>
            <w:noProof/>
            <w:webHidden/>
          </w:rPr>
          <w:fldChar w:fldCharType="separate"/>
        </w:r>
        <w:r w:rsidRPr="00974144">
          <w:rPr>
            <w:noProof/>
            <w:webHidden/>
          </w:rPr>
          <w:t>4</w:t>
        </w:r>
        <w:r w:rsidRPr="00974144">
          <w:rPr>
            <w:noProof/>
            <w:webHidden/>
          </w:rPr>
          <w:fldChar w:fldCharType="end"/>
        </w:r>
      </w:hyperlink>
    </w:p>
    <w:p w:rsidR="0095203E" w:rsidRPr="00974144" w:rsidRDefault="0095203E">
      <w:pPr>
        <w:pStyle w:val="2f0"/>
        <w:rPr>
          <w:rFonts w:asciiTheme="minorHAnsi" w:eastAsiaTheme="minorEastAsia" w:hAnsiTheme="minorHAnsi" w:cstheme="minorBidi"/>
          <w:noProof/>
          <w:szCs w:val="22"/>
          <w:lang w:eastAsia="ru-RU"/>
        </w:rPr>
      </w:pPr>
      <w:hyperlink w:anchor="_Toc113627474" w:history="1">
        <w:r w:rsidRPr="00974144">
          <w:rPr>
            <w:rStyle w:val="afffe"/>
            <w:noProof/>
            <w:color w:val="auto"/>
          </w:rPr>
          <w:t>1.2 Требования к системному окружению</w:t>
        </w:r>
        <w:r w:rsidRPr="00974144">
          <w:rPr>
            <w:noProof/>
            <w:webHidden/>
          </w:rPr>
          <w:tab/>
        </w:r>
        <w:r w:rsidRPr="00974144">
          <w:rPr>
            <w:noProof/>
            <w:webHidden/>
          </w:rPr>
          <w:fldChar w:fldCharType="begin"/>
        </w:r>
        <w:r w:rsidRPr="00974144">
          <w:rPr>
            <w:noProof/>
            <w:webHidden/>
          </w:rPr>
          <w:instrText xml:space="preserve"> PAGEREF _Toc113627474 \h </w:instrText>
        </w:r>
        <w:r w:rsidRPr="00974144">
          <w:rPr>
            <w:noProof/>
            <w:webHidden/>
          </w:rPr>
        </w:r>
        <w:r w:rsidRPr="00974144">
          <w:rPr>
            <w:noProof/>
            <w:webHidden/>
          </w:rPr>
          <w:fldChar w:fldCharType="separate"/>
        </w:r>
        <w:r w:rsidRPr="00974144">
          <w:rPr>
            <w:noProof/>
            <w:webHidden/>
          </w:rPr>
          <w:t>4</w:t>
        </w:r>
        <w:r w:rsidRPr="00974144">
          <w:rPr>
            <w:noProof/>
            <w:webHidden/>
          </w:rPr>
          <w:fldChar w:fldCharType="end"/>
        </w:r>
      </w:hyperlink>
    </w:p>
    <w:p w:rsidR="0095203E" w:rsidRPr="00974144" w:rsidRDefault="0095203E">
      <w:pPr>
        <w:pStyle w:val="1f4"/>
        <w:rPr>
          <w:rFonts w:asciiTheme="minorHAnsi" w:eastAsiaTheme="minorEastAsia" w:hAnsiTheme="minorHAnsi" w:cstheme="minorBidi"/>
          <w:noProof/>
          <w:sz w:val="22"/>
          <w:szCs w:val="22"/>
          <w:lang w:eastAsia="ru-RU"/>
        </w:rPr>
      </w:pPr>
      <w:hyperlink w:anchor="_Toc113627475" w:history="1">
        <w:r w:rsidRPr="00974144">
          <w:rPr>
            <w:rStyle w:val="afffe"/>
            <w:noProof/>
            <w:color w:val="auto"/>
          </w:rPr>
          <w:t>2 Установка ПО 1-го уровня</w:t>
        </w:r>
        <w:r w:rsidRPr="00974144">
          <w:rPr>
            <w:noProof/>
            <w:webHidden/>
          </w:rPr>
          <w:tab/>
        </w:r>
        <w:r w:rsidRPr="00974144">
          <w:rPr>
            <w:noProof/>
            <w:webHidden/>
          </w:rPr>
          <w:fldChar w:fldCharType="begin"/>
        </w:r>
        <w:r w:rsidRPr="00974144">
          <w:rPr>
            <w:noProof/>
            <w:webHidden/>
          </w:rPr>
          <w:instrText xml:space="preserve"> PAGEREF _Toc113627475 \h </w:instrText>
        </w:r>
        <w:r w:rsidRPr="00974144">
          <w:rPr>
            <w:noProof/>
            <w:webHidden/>
          </w:rPr>
        </w:r>
        <w:r w:rsidRPr="00974144">
          <w:rPr>
            <w:noProof/>
            <w:webHidden/>
          </w:rPr>
          <w:fldChar w:fldCharType="separate"/>
        </w:r>
        <w:r w:rsidRPr="00974144">
          <w:rPr>
            <w:noProof/>
            <w:webHidden/>
          </w:rPr>
          <w:t>5</w:t>
        </w:r>
        <w:r w:rsidRPr="00974144">
          <w:rPr>
            <w:noProof/>
            <w:webHidden/>
          </w:rPr>
          <w:fldChar w:fldCharType="end"/>
        </w:r>
      </w:hyperlink>
    </w:p>
    <w:p w:rsidR="0095203E" w:rsidRPr="00974144" w:rsidRDefault="0095203E">
      <w:pPr>
        <w:pStyle w:val="2f0"/>
        <w:rPr>
          <w:rFonts w:asciiTheme="minorHAnsi" w:eastAsiaTheme="minorEastAsia" w:hAnsiTheme="minorHAnsi" w:cstheme="minorBidi"/>
          <w:noProof/>
          <w:szCs w:val="22"/>
          <w:lang w:eastAsia="ru-RU"/>
        </w:rPr>
      </w:pPr>
      <w:hyperlink w:anchor="_Toc113627476" w:history="1">
        <w:r w:rsidRPr="00974144">
          <w:rPr>
            <w:rStyle w:val="afffe"/>
            <w:noProof/>
            <w:color w:val="auto"/>
          </w:rPr>
          <w:t>2.1 Последовательность установки</w:t>
        </w:r>
        <w:r w:rsidRPr="00974144">
          <w:rPr>
            <w:noProof/>
            <w:webHidden/>
          </w:rPr>
          <w:tab/>
        </w:r>
        <w:r w:rsidRPr="00974144">
          <w:rPr>
            <w:noProof/>
            <w:webHidden/>
          </w:rPr>
          <w:fldChar w:fldCharType="begin"/>
        </w:r>
        <w:r w:rsidRPr="00974144">
          <w:rPr>
            <w:noProof/>
            <w:webHidden/>
          </w:rPr>
          <w:instrText xml:space="preserve"> PAGEREF _Toc113627476 \h </w:instrText>
        </w:r>
        <w:r w:rsidRPr="00974144">
          <w:rPr>
            <w:noProof/>
            <w:webHidden/>
          </w:rPr>
        </w:r>
        <w:r w:rsidRPr="00974144">
          <w:rPr>
            <w:noProof/>
            <w:webHidden/>
          </w:rPr>
          <w:fldChar w:fldCharType="separate"/>
        </w:r>
        <w:r w:rsidRPr="00974144">
          <w:rPr>
            <w:noProof/>
            <w:webHidden/>
          </w:rPr>
          <w:t>5</w:t>
        </w:r>
        <w:r w:rsidRPr="00974144">
          <w:rPr>
            <w:noProof/>
            <w:webHidden/>
          </w:rPr>
          <w:fldChar w:fldCharType="end"/>
        </w:r>
      </w:hyperlink>
    </w:p>
    <w:p w:rsidR="0095203E" w:rsidRPr="00974144" w:rsidRDefault="0095203E">
      <w:pPr>
        <w:pStyle w:val="2f0"/>
        <w:rPr>
          <w:rFonts w:asciiTheme="minorHAnsi" w:eastAsiaTheme="minorEastAsia" w:hAnsiTheme="minorHAnsi" w:cstheme="minorBidi"/>
          <w:noProof/>
          <w:szCs w:val="22"/>
          <w:lang w:eastAsia="ru-RU"/>
        </w:rPr>
      </w:pPr>
      <w:hyperlink w:anchor="_Toc113627477" w:history="1">
        <w:r w:rsidRPr="00974144">
          <w:rPr>
            <w:rStyle w:val="afffe"/>
            <w:noProof/>
            <w:color w:val="auto"/>
          </w:rPr>
          <w:t xml:space="preserve">2.2 Процедура установки </w:t>
        </w:r>
        <w:r w:rsidRPr="00974144">
          <w:rPr>
            <w:rStyle w:val="afffe"/>
            <w:noProof/>
            <w:color w:val="auto"/>
            <w:lang w:val="en-US"/>
          </w:rPr>
          <w:t>Strip</w:t>
        </w:r>
        <w:r w:rsidRPr="00974144">
          <w:rPr>
            <w:rStyle w:val="afffe"/>
            <w:noProof/>
            <w:color w:val="auto"/>
          </w:rPr>
          <w:t>1-</w:t>
        </w:r>
        <w:r w:rsidRPr="00974144">
          <w:rPr>
            <w:rStyle w:val="afffe"/>
            <w:noProof/>
            <w:color w:val="auto"/>
            <w:lang w:val="en-US"/>
          </w:rPr>
          <w:t>x</w:t>
        </w:r>
        <w:r w:rsidRPr="00974144">
          <w:rPr>
            <w:rStyle w:val="afffe"/>
            <w:noProof/>
            <w:color w:val="auto"/>
          </w:rPr>
          <w:t xml:space="preserve">. </w:t>
        </w:r>
        <w:r w:rsidRPr="00974144">
          <w:rPr>
            <w:rStyle w:val="afffe"/>
            <w:noProof/>
            <w:color w:val="auto"/>
            <w:lang w:val="en-US"/>
          </w:rPr>
          <w:t>bridgetoll</w:t>
        </w:r>
        <w:r w:rsidRPr="00974144">
          <w:rPr>
            <w:rStyle w:val="afffe"/>
            <w:noProof/>
            <w:color w:val="auto"/>
          </w:rPr>
          <w:t>.</w:t>
        </w:r>
        <w:r w:rsidRPr="00974144">
          <w:rPr>
            <w:rStyle w:val="afffe"/>
            <w:noProof/>
            <w:color w:val="auto"/>
            <w:lang w:val="en-US"/>
          </w:rPr>
          <w:t>ru</w:t>
        </w:r>
        <w:r w:rsidRPr="00974144">
          <w:rPr>
            <w:noProof/>
            <w:webHidden/>
          </w:rPr>
          <w:tab/>
        </w:r>
        <w:r w:rsidRPr="00974144">
          <w:rPr>
            <w:noProof/>
            <w:webHidden/>
          </w:rPr>
          <w:fldChar w:fldCharType="begin"/>
        </w:r>
        <w:r w:rsidRPr="00974144">
          <w:rPr>
            <w:noProof/>
            <w:webHidden/>
          </w:rPr>
          <w:instrText xml:space="preserve"> PAGEREF _Toc113627477 \h </w:instrText>
        </w:r>
        <w:r w:rsidRPr="00974144">
          <w:rPr>
            <w:noProof/>
            <w:webHidden/>
          </w:rPr>
        </w:r>
        <w:r w:rsidRPr="00974144">
          <w:rPr>
            <w:noProof/>
            <w:webHidden/>
          </w:rPr>
          <w:fldChar w:fldCharType="separate"/>
        </w:r>
        <w:r w:rsidRPr="00974144">
          <w:rPr>
            <w:noProof/>
            <w:webHidden/>
          </w:rPr>
          <w:t>5</w:t>
        </w:r>
        <w:r w:rsidRPr="00974144">
          <w:rPr>
            <w:noProof/>
            <w:webHidden/>
          </w:rPr>
          <w:fldChar w:fldCharType="end"/>
        </w:r>
      </w:hyperlink>
    </w:p>
    <w:p w:rsidR="0095203E" w:rsidRPr="00974144" w:rsidRDefault="0095203E">
      <w:pPr>
        <w:pStyle w:val="2f0"/>
        <w:rPr>
          <w:rFonts w:asciiTheme="minorHAnsi" w:eastAsiaTheme="minorEastAsia" w:hAnsiTheme="minorHAnsi" w:cstheme="minorBidi"/>
          <w:noProof/>
          <w:szCs w:val="22"/>
          <w:lang w:eastAsia="ru-RU"/>
        </w:rPr>
      </w:pPr>
      <w:hyperlink w:anchor="_Toc113627478" w:history="1">
        <w:r w:rsidRPr="00974144">
          <w:rPr>
            <w:rStyle w:val="afffe"/>
            <w:noProof/>
            <w:color w:val="auto"/>
          </w:rPr>
          <w:t>2.3 Процедура установки ПО на АРМ кассира-оператора</w:t>
        </w:r>
        <w:r w:rsidRPr="00974144">
          <w:rPr>
            <w:noProof/>
            <w:webHidden/>
          </w:rPr>
          <w:tab/>
        </w:r>
        <w:r w:rsidRPr="00974144">
          <w:rPr>
            <w:noProof/>
            <w:webHidden/>
          </w:rPr>
          <w:fldChar w:fldCharType="begin"/>
        </w:r>
        <w:r w:rsidRPr="00974144">
          <w:rPr>
            <w:noProof/>
            <w:webHidden/>
          </w:rPr>
          <w:instrText xml:space="preserve"> PAGEREF _Toc113627478 \h </w:instrText>
        </w:r>
        <w:r w:rsidRPr="00974144">
          <w:rPr>
            <w:noProof/>
            <w:webHidden/>
          </w:rPr>
        </w:r>
        <w:r w:rsidRPr="00974144">
          <w:rPr>
            <w:noProof/>
            <w:webHidden/>
          </w:rPr>
          <w:fldChar w:fldCharType="separate"/>
        </w:r>
        <w:r w:rsidRPr="00974144">
          <w:rPr>
            <w:noProof/>
            <w:webHidden/>
          </w:rPr>
          <w:t>6</w:t>
        </w:r>
        <w:r w:rsidRPr="00974144">
          <w:rPr>
            <w:noProof/>
            <w:webHidden/>
          </w:rPr>
          <w:fldChar w:fldCharType="end"/>
        </w:r>
      </w:hyperlink>
    </w:p>
    <w:p w:rsidR="0095203E" w:rsidRPr="00974144" w:rsidRDefault="0095203E">
      <w:pPr>
        <w:pStyle w:val="3c"/>
        <w:rPr>
          <w:rFonts w:asciiTheme="minorHAnsi" w:eastAsiaTheme="minorEastAsia" w:hAnsiTheme="minorHAnsi" w:cstheme="minorBidi"/>
          <w:noProof/>
          <w:sz w:val="22"/>
          <w:szCs w:val="22"/>
          <w:lang w:eastAsia="ru-RU"/>
        </w:rPr>
      </w:pPr>
      <w:hyperlink w:anchor="_Toc113627479" w:history="1">
        <w:r w:rsidRPr="00974144">
          <w:rPr>
            <w:rStyle w:val="afffe"/>
            <w:noProof/>
            <w:color w:val="auto"/>
          </w:rPr>
          <w:t>2.3.1 Установка фискального регистратора Ритейл-01</w:t>
        </w:r>
        <w:r w:rsidRPr="00974144">
          <w:rPr>
            <w:noProof/>
            <w:webHidden/>
          </w:rPr>
          <w:tab/>
        </w:r>
        <w:r w:rsidRPr="00974144">
          <w:rPr>
            <w:noProof/>
            <w:webHidden/>
          </w:rPr>
          <w:fldChar w:fldCharType="begin"/>
        </w:r>
        <w:r w:rsidRPr="00974144">
          <w:rPr>
            <w:noProof/>
            <w:webHidden/>
          </w:rPr>
          <w:instrText xml:space="preserve"> PAGEREF _Toc113627479 \h </w:instrText>
        </w:r>
        <w:r w:rsidRPr="00974144">
          <w:rPr>
            <w:noProof/>
            <w:webHidden/>
          </w:rPr>
        </w:r>
        <w:r w:rsidRPr="00974144">
          <w:rPr>
            <w:noProof/>
            <w:webHidden/>
          </w:rPr>
          <w:fldChar w:fldCharType="separate"/>
        </w:r>
        <w:r w:rsidRPr="00974144">
          <w:rPr>
            <w:noProof/>
            <w:webHidden/>
          </w:rPr>
          <w:t>6</w:t>
        </w:r>
        <w:r w:rsidRPr="00974144">
          <w:rPr>
            <w:noProof/>
            <w:webHidden/>
          </w:rPr>
          <w:fldChar w:fldCharType="end"/>
        </w:r>
      </w:hyperlink>
    </w:p>
    <w:p w:rsidR="0095203E" w:rsidRPr="00974144" w:rsidRDefault="0095203E">
      <w:pPr>
        <w:pStyle w:val="3c"/>
        <w:rPr>
          <w:rFonts w:asciiTheme="minorHAnsi" w:eastAsiaTheme="minorEastAsia" w:hAnsiTheme="minorHAnsi" w:cstheme="minorBidi"/>
          <w:noProof/>
          <w:sz w:val="22"/>
          <w:szCs w:val="22"/>
          <w:lang w:eastAsia="ru-RU"/>
        </w:rPr>
      </w:pPr>
      <w:hyperlink w:anchor="_Toc113627480" w:history="1">
        <w:r w:rsidRPr="00974144">
          <w:rPr>
            <w:rStyle w:val="afffe"/>
            <w:noProof/>
            <w:color w:val="auto"/>
          </w:rPr>
          <w:t>2.3.2 Установка банковского терминала</w:t>
        </w:r>
        <w:r w:rsidRPr="00974144">
          <w:rPr>
            <w:noProof/>
            <w:webHidden/>
          </w:rPr>
          <w:tab/>
        </w:r>
        <w:r w:rsidRPr="00974144">
          <w:rPr>
            <w:noProof/>
            <w:webHidden/>
          </w:rPr>
          <w:fldChar w:fldCharType="begin"/>
        </w:r>
        <w:r w:rsidRPr="00974144">
          <w:rPr>
            <w:noProof/>
            <w:webHidden/>
          </w:rPr>
          <w:instrText xml:space="preserve"> PAGEREF _Toc113627480 \h </w:instrText>
        </w:r>
        <w:r w:rsidRPr="00974144">
          <w:rPr>
            <w:noProof/>
            <w:webHidden/>
          </w:rPr>
        </w:r>
        <w:r w:rsidRPr="00974144">
          <w:rPr>
            <w:noProof/>
            <w:webHidden/>
          </w:rPr>
          <w:fldChar w:fldCharType="separate"/>
        </w:r>
        <w:r w:rsidRPr="00974144">
          <w:rPr>
            <w:noProof/>
            <w:webHidden/>
          </w:rPr>
          <w:t>6</w:t>
        </w:r>
        <w:r w:rsidRPr="00974144">
          <w:rPr>
            <w:noProof/>
            <w:webHidden/>
          </w:rPr>
          <w:fldChar w:fldCharType="end"/>
        </w:r>
      </w:hyperlink>
    </w:p>
    <w:p w:rsidR="0095203E" w:rsidRPr="00974144" w:rsidRDefault="0095203E">
      <w:pPr>
        <w:pStyle w:val="3c"/>
        <w:rPr>
          <w:rFonts w:asciiTheme="minorHAnsi" w:eastAsiaTheme="minorEastAsia" w:hAnsiTheme="minorHAnsi" w:cstheme="minorBidi"/>
          <w:noProof/>
          <w:sz w:val="22"/>
          <w:szCs w:val="22"/>
          <w:lang w:eastAsia="ru-RU"/>
        </w:rPr>
      </w:pPr>
      <w:hyperlink w:anchor="_Toc113627481" w:history="1">
        <w:r w:rsidRPr="00974144">
          <w:rPr>
            <w:rStyle w:val="afffe"/>
            <w:noProof/>
            <w:color w:val="auto"/>
          </w:rPr>
          <w:t>2.3.3 Установка сервиса кассы</w:t>
        </w:r>
        <w:r w:rsidRPr="00974144">
          <w:rPr>
            <w:noProof/>
            <w:webHidden/>
          </w:rPr>
          <w:tab/>
        </w:r>
        <w:r w:rsidRPr="00974144">
          <w:rPr>
            <w:noProof/>
            <w:webHidden/>
          </w:rPr>
          <w:fldChar w:fldCharType="begin"/>
        </w:r>
        <w:r w:rsidRPr="00974144">
          <w:rPr>
            <w:noProof/>
            <w:webHidden/>
          </w:rPr>
          <w:instrText xml:space="preserve"> PAGEREF _Toc113627481 \h </w:instrText>
        </w:r>
        <w:r w:rsidRPr="00974144">
          <w:rPr>
            <w:noProof/>
            <w:webHidden/>
          </w:rPr>
        </w:r>
        <w:r w:rsidRPr="00974144">
          <w:rPr>
            <w:noProof/>
            <w:webHidden/>
          </w:rPr>
          <w:fldChar w:fldCharType="separate"/>
        </w:r>
        <w:r w:rsidRPr="00974144">
          <w:rPr>
            <w:noProof/>
            <w:webHidden/>
          </w:rPr>
          <w:t>6</w:t>
        </w:r>
        <w:r w:rsidRPr="00974144">
          <w:rPr>
            <w:noProof/>
            <w:webHidden/>
          </w:rPr>
          <w:fldChar w:fldCharType="end"/>
        </w:r>
      </w:hyperlink>
    </w:p>
    <w:p w:rsidR="0095203E" w:rsidRPr="00974144" w:rsidRDefault="0095203E">
      <w:pPr>
        <w:pStyle w:val="3c"/>
        <w:rPr>
          <w:rFonts w:asciiTheme="minorHAnsi" w:eastAsiaTheme="minorEastAsia" w:hAnsiTheme="minorHAnsi" w:cstheme="minorBidi"/>
          <w:noProof/>
          <w:sz w:val="22"/>
          <w:szCs w:val="22"/>
          <w:lang w:eastAsia="ru-RU"/>
        </w:rPr>
      </w:pPr>
      <w:hyperlink w:anchor="_Toc113627482" w:history="1">
        <w:r w:rsidRPr="00974144">
          <w:rPr>
            <w:rStyle w:val="afffe"/>
            <w:noProof/>
            <w:color w:val="auto"/>
          </w:rPr>
          <w:t>2.3.4 Установка приложения кассира-оператора</w:t>
        </w:r>
        <w:r w:rsidRPr="00974144">
          <w:rPr>
            <w:noProof/>
            <w:webHidden/>
          </w:rPr>
          <w:tab/>
        </w:r>
        <w:r w:rsidRPr="00974144">
          <w:rPr>
            <w:noProof/>
            <w:webHidden/>
          </w:rPr>
          <w:fldChar w:fldCharType="begin"/>
        </w:r>
        <w:r w:rsidRPr="00974144">
          <w:rPr>
            <w:noProof/>
            <w:webHidden/>
          </w:rPr>
          <w:instrText xml:space="preserve"> PAGEREF _Toc113627482 \h </w:instrText>
        </w:r>
        <w:r w:rsidRPr="00974144">
          <w:rPr>
            <w:noProof/>
            <w:webHidden/>
          </w:rPr>
        </w:r>
        <w:r w:rsidRPr="00974144">
          <w:rPr>
            <w:noProof/>
            <w:webHidden/>
          </w:rPr>
          <w:fldChar w:fldCharType="separate"/>
        </w:r>
        <w:r w:rsidRPr="00974144">
          <w:rPr>
            <w:noProof/>
            <w:webHidden/>
          </w:rPr>
          <w:t>6</w:t>
        </w:r>
        <w:r w:rsidRPr="00974144">
          <w:rPr>
            <w:noProof/>
            <w:webHidden/>
          </w:rPr>
          <w:fldChar w:fldCharType="end"/>
        </w:r>
      </w:hyperlink>
    </w:p>
    <w:p w:rsidR="0095203E" w:rsidRPr="00974144" w:rsidRDefault="0095203E">
      <w:pPr>
        <w:pStyle w:val="1f4"/>
        <w:rPr>
          <w:rFonts w:asciiTheme="minorHAnsi" w:eastAsiaTheme="minorEastAsia" w:hAnsiTheme="minorHAnsi" w:cstheme="minorBidi"/>
          <w:noProof/>
          <w:sz w:val="22"/>
          <w:szCs w:val="22"/>
          <w:lang w:eastAsia="ru-RU"/>
        </w:rPr>
      </w:pPr>
      <w:hyperlink w:anchor="_Toc113627483" w:history="1">
        <w:r w:rsidRPr="00974144">
          <w:rPr>
            <w:rStyle w:val="afffe"/>
            <w:noProof/>
            <w:color w:val="auto"/>
          </w:rPr>
          <w:t>3 Установка ПО 2-го уровня</w:t>
        </w:r>
        <w:r w:rsidRPr="00974144">
          <w:rPr>
            <w:noProof/>
            <w:webHidden/>
          </w:rPr>
          <w:tab/>
        </w:r>
        <w:r w:rsidRPr="00974144">
          <w:rPr>
            <w:noProof/>
            <w:webHidden/>
          </w:rPr>
          <w:fldChar w:fldCharType="begin"/>
        </w:r>
        <w:r w:rsidRPr="00974144">
          <w:rPr>
            <w:noProof/>
            <w:webHidden/>
          </w:rPr>
          <w:instrText xml:space="preserve"> PAGEREF _Toc113627483 \h </w:instrText>
        </w:r>
        <w:r w:rsidRPr="00974144">
          <w:rPr>
            <w:noProof/>
            <w:webHidden/>
          </w:rPr>
        </w:r>
        <w:r w:rsidRPr="00974144">
          <w:rPr>
            <w:noProof/>
            <w:webHidden/>
          </w:rPr>
          <w:fldChar w:fldCharType="separate"/>
        </w:r>
        <w:r w:rsidRPr="00974144">
          <w:rPr>
            <w:noProof/>
            <w:webHidden/>
          </w:rPr>
          <w:t>8</w:t>
        </w:r>
        <w:r w:rsidRPr="00974144">
          <w:rPr>
            <w:noProof/>
            <w:webHidden/>
          </w:rPr>
          <w:fldChar w:fldCharType="end"/>
        </w:r>
      </w:hyperlink>
    </w:p>
    <w:p w:rsidR="0095203E" w:rsidRPr="00974144" w:rsidRDefault="0095203E">
      <w:pPr>
        <w:pStyle w:val="2f0"/>
        <w:rPr>
          <w:rFonts w:asciiTheme="minorHAnsi" w:eastAsiaTheme="minorEastAsia" w:hAnsiTheme="minorHAnsi" w:cstheme="minorBidi"/>
          <w:noProof/>
          <w:szCs w:val="22"/>
          <w:lang w:eastAsia="ru-RU"/>
        </w:rPr>
      </w:pPr>
      <w:hyperlink w:anchor="_Toc113627484" w:history="1">
        <w:r w:rsidRPr="00974144">
          <w:rPr>
            <w:rStyle w:val="afffe"/>
            <w:noProof/>
            <w:color w:val="auto"/>
          </w:rPr>
          <w:t>3.1 Последовательность установки</w:t>
        </w:r>
        <w:r w:rsidRPr="00974144">
          <w:rPr>
            <w:noProof/>
            <w:webHidden/>
          </w:rPr>
          <w:tab/>
        </w:r>
        <w:r w:rsidRPr="00974144">
          <w:rPr>
            <w:noProof/>
            <w:webHidden/>
          </w:rPr>
          <w:fldChar w:fldCharType="begin"/>
        </w:r>
        <w:r w:rsidRPr="00974144">
          <w:rPr>
            <w:noProof/>
            <w:webHidden/>
          </w:rPr>
          <w:instrText xml:space="preserve"> PAGEREF _Toc113627484 \h </w:instrText>
        </w:r>
        <w:r w:rsidRPr="00974144">
          <w:rPr>
            <w:noProof/>
            <w:webHidden/>
          </w:rPr>
        </w:r>
        <w:r w:rsidRPr="00974144">
          <w:rPr>
            <w:noProof/>
            <w:webHidden/>
          </w:rPr>
          <w:fldChar w:fldCharType="separate"/>
        </w:r>
        <w:r w:rsidRPr="00974144">
          <w:rPr>
            <w:noProof/>
            <w:webHidden/>
          </w:rPr>
          <w:t>8</w:t>
        </w:r>
        <w:r w:rsidRPr="00974144">
          <w:rPr>
            <w:noProof/>
            <w:webHidden/>
          </w:rPr>
          <w:fldChar w:fldCharType="end"/>
        </w:r>
      </w:hyperlink>
    </w:p>
    <w:p w:rsidR="0095203E" w:rsidRPr="00974144" w:rsidRDefault="0095203E">
      <w:pPr>
        <w:pStyle w:val="2f0"/>
        <w:rPr>
          <w:rFonts w:asciiTheme="minorHAnsi" w:eastAsiaTheme="minorEastAsia" w:hAnsiTheme="minorHAnsi" w:cstheme="minorBidi"/>
          <w:noProof/>
          <w:szCs w:val="22"/>
          <w:lang w:eastAsia="ru-RU"/>
        </w:rPr>
      </w:pPr>
      <w:hyperlink w:anchor="_Toc113627485" w:history="1">
        <w:r w:rsidRPr="00974144">
          <w:rPr>
            <w:rStyle w:val="afffe"/>
            <w:noProof/>
            <w:color w:val="auto"/>
          </w:rPr>
          <w:t>3.2 Процедура установки</w:t>
        </w:r>
        <w:r w:rsidRPr="00974144">
          <w:rPr>
            <w:noProof/>
            <w:webHidden/>
          </w:rPr>
          <w:tab/>
        </w:r>
        <w:r w:rsidRPr="00974144">
          <w:rPr>
            <w:noProof/>
            <w:webHidden/>
          </w:rPr>
          <w:fldChar w:fldCharType="begin"/>
        </w:r>
        <w:r w:rsidRPr="00974144">
          <w:rPr>
            <w:noProof/>
            <w:webHidden/>
          </w:rPr>
          <w:instrText xml:space="preserve"> PAGEREF _Toc113627485 \h </w:instrText>
        </w:r>
        <w:r w:rsidRPr="00974144">
          <w:rPr>
            <w:noProof/>
            <w:webHidden/>
          </w:rPr>
        </w:r>
        <w:r w:rsidRPr="00974144">
          <w:rPr>
            <w:noProof/>
            <w:webHidden/>
          </w:rPr>
          <w:fldChar w:fldCharType="separate"/>
        </w:r>
        <w:r w:rsidRPr="00974144">
          <w:rPr>
            <w:noProof/>
            <w:webHidden/>
          </w:rPr>
          <w:t>8</w:t>
        </w:r>
        <w:r w:rsidRPr="00974144">
          <w:rPr>
            <w:noProof/>
            <w:webHidden/>
          </w:rPr>
          <w:fldChar w:fldCharType="end"/>
        </w:r>
      </w:hyperlink>
    </w:p>
    <w:p w:rsidR="0095203E" w:rsidRPr="00974144" w:rsidRDefault="0095203E">
      <w:pPr>
        <w:pStyle w:val="2f0"/>
        <w:rPr>
          <w:rFonts w:asciiTheme="minorHAnsi" w:eastAsiaTheme="minorEastAsia" w:hAnsiTheme="minorHAnsi" w:cstheme="minorBidi"/>
          <w:noProof/>
          <w:szCs w:val="22"/>
          <w:lang w:eastAsia="ru-RU"/>
        </w:rPr>
      </w:pPr>
      <w:hyperlink w:anchor="_Toc113627486" w:history="1">
        <w:r w:rsidRPr="00974144">
          <w:rPr>
            <w:rStyle w:val="afffe"/>
            <w:noProof/>
            <w:color w:val="auto"/>
          </w:rPr>
          <w:t>3.3 Настройка после установки</w:t>
        </w:r>
        <w:r w:rsidRPr="00974144">
          <w:rPr>
            <w:noProof/>
            <w:webHidden/>
          </w:rPr>
          <w:tab/>
        </w:r>
        <w:r w:rsidRPr="00974144">
          <w:rPr>
            <w:noProof/>
            <w:webHidden/>
          </w:rPr>
          <w:fldChar w:fldCharType="begin"/>
        </w:r>
        <w:r w:rsidRPr="00974144">
          <w:rPr>
            <w:noProof/>
            <w:webHidden/>
          </w:rPr>
          <w:instrText xml:space="preserve"> PAGEREF _Toc113627486 \h </w:instrText>
        </w:r>
        <w:r w:rsidRPr="00974144">
          <w:rPr>
            <w:noProof/>
            <w:webHidden/>
          </w:rPr>
        </w:r>
        <w:r w:rsidRPr="00974144">
          <w:rPr>
            <w:noProof/>
            <w:webHidden/>
          </w:rPr>
          <w:fldChar w:fldCharType="separate"/>
        </w:r>
        <w:r w:rsidRPr="00974144">
          <w:rPr>
            <w:noProof/>
            <w:webHidden/>
          </w:rPr>
          <w:t>8</w:t>
        </w:r>
        <w:r w:rsidRPr="00974144">
          <w:rPr>
            <w:noProof/>
            <w:webHidden/>
          </w:rPr>
          <w:fldChar w:fldCharType="end"/>
        </w:r>
      </w:hyperlink>
    </w:p>
    <w:p w:rsidR="0095203E" w:rsidRPr="00974144" w:rsidRDefault="0095203E">
      <w:pPr>
        <w:pStyle w:val="1f4"/>
        <w:rPr>
          <w:rFonts w:asciiTheme="minorHAnsi" w:eastAsiaTheme="minorEastAsia" w:hAnsiTheme="minorHAnsi" w:cstheme="minorBidi"/>
          <w:noProof/>
          <w:sz w:val="22"/>
          <w:szCs w:val="22"/>
          <w:lang w:eastAsia="ru-RU"/>
        </w:rPr>
      </w:pPr>
      <w:hyperlink w:anchor="_Toc113627487" w:history="1">
        <w:r w:rsidRPr="00974144">
          <w:rPr>
            <w:rStyle w:val="afffe"/>
            <w:noProof/>
            <w:color w:val="auto"/>
          </w:rPr>
          <w:t>4 Установка ПО 3-го уровня</w:t>
        </w:r>
        <w:r w:rsidRPr="00974144">
          <w:rPr>
            <w:noProof/>
            <w:webHidden/>
          </w:rPr>
          <w:tab/>
        </w:r>
        <w:r w:rsidRPr="00974144">
          <w:rPr>
            <w:noProof/>
            <w:webHidden/>
          </w:rPr>
          <w:fldChar w:fldCharType="begin"/>
        </w:r>
        <w:r w:rsidRPr="00974144">
          <w:rPr>
            <w:noProof/>
            <w:webHidden/>
          </w:rPr>
          <w:instrText xml:space="preserve"> PAGEREF _Toc113627487 \h </w:instrText>
        </w:r>
        <w:r w:rsidRPr="00974144">
          <w:rPr>
            <w:noProof/>
            <w:webHidden/>
          </w:rPr>
        </w:r>
        <w:r w:rsidRPr="00974144">
          <w:rPr>
            <w:noProof/>
            <w:webHidden/>
          </w:rPr>
          <w:fldChar w:fldCharType="separate"/>
        </w:r>
        <w:r w:rsidRPr="00974144">
          <w:rPr>
            <w:noProof/>
            <w:webHidden/>
          </w:rPr>
          <w:t>9</w:t>
        </w:r>
        <w:r w:rsidRPr="00974144">
          <w:rPr>
            <w:noProof/>
            <w:webHidden/>
          </w:rPr>
          <w:fldChar w:fldCharType="end"/>
        </w:r>
      </w:hyperlink>
    </w:p>
    <w:p w:rsidR="0095203E" w:rsidRPr="00974144" w:rsidRDefault="0095203E">
      <w:pPr>
        <w:pStyle w:val="2f0"/>
        <w:rPr>
          <w:rFonts w:asciiTheme="minorHAnsi" w:eastAsiaTheme="minorEastAsia" w:hAnsiTheme="minorHAnsi" w:cstheme="minorBidi"/>
          <w:noProof/>
          <w:szCs w:val="22"/>
          <w:lang w:eastAsia="ru-RU"/>
        </w:rPr>
      </w:pPr>
      <w:hyperlink w:anchor="_Toc113627488" w:history="1">
        <w:r w:rsidRPr="00974144">
          <w:rPr>
            <w:rStyle w:val="afffe"/>
            <w:noProof/>
            <w:color w:val="auto"/>
          </w:rPr>
          <w:t>4.1 Последовательность установки</w:t>
        </w:r>
        <w:r w:rsidRPr="00974144">
          <w:rPr>
            <w:noProof/>
            <w:webHidden/>
          </w:rPr>
          <w:tab/>
        </w:r>
        <w:r w:rsidRPr="00974144">
          <w:rPr>
            <w:noProof/>
            <w:webHidden/>
          </w:rPr>
          <w:fldChar w:fldCharType="begin"/>
        </w:r>
        <w:r w:rsidRPr="00974144">
          <w:rPr>
            <w:noProof/>
            <w:webHidden/>
          </w:rPr>
          <w:instrText xml:space="preserve"> PAGEREF _Toc113627488 \h </w:instrText>
        </w:r>
        <w:r w:rsidRPr="00974144">
          <w:rPr>
            <w:noProof/>
            <w:webHidden/>
          </w:rPr>
        </w:r>
        <w:r w:rsidRPr="00974144">
          <w:rPr>
            <w:noProof/>
            <w:webHidden/>
          </w:rPr>
          <w:fldChar w:fldCharType="separate"/>
        </w:r>
        <w:r w:rsidRPr="00974144">
          <w:rPr>
            <w:noProof/>
            <w:webHidden/>
          </w:rPr>
          <w:t>9</w:t>
        </w:r>
        <w:r w:rsidRPr="00974144">
          <w:rPr>
            <w:noProof/>
            <w:webHidden/>
          </w:rPr>
          <w:fldChar w:fldCharType="end"/>
        </w:r>
      </w:hyperlink>
    </w:p>
    <w:p w:rsidR="0095203E" w:rsidRPr="00974144" w:rsidRDefault="0095203E">
      <w:pPr>
        <w:pStyle w:val="2f0"/>
        <w:rPr>
          <w:rFonts w:asciiTheme="minorHAnsi" w:eastAsiaTheme="minorEastAsia" w:hAnsiTheme="minorHAnsi" w:cstheme="minorBidi"/>
          <w:noProof/>
          <w:szCs w:val="22"/>
          <w:lang w:eastAsia="ru-RU"/>
        </w:rPr>
      </w:pPr>
      <w:hyperlink w:anchor="_Toc113627489" w:history="1">
        <w:r w:rsidRPr="00974144">
          <w:rPr>
            <w:rStyle w:val="afffe"/>
            <w:noProof/>
            <w:color w:val="auto"/>
          </w:rPr>
          <w:t>4.2 Процедура установки</w:t>
        </w:r>
        <w:r w:rsidRPr="00974144">
          <w:rPr>
            <w:noProof/>
            <w:webHidden/>
          </w:rPr>
          <w:tab/>
        </w:r>
        <w:r w:rsidRPr="00974144">
          <w:rPr>
            <w:noProof/>
            <w:webHidden/>
          </w:rPr>
          <w:fldChar w:fldCharType="begin"/>
        </w:r>
        <w:r w:rsidRPr="00974144">
          <w:rPr>
            <w:noProof/>
            <w:webHidden/>
          </w:rPr>
          <w:instrText xml:space="preserve"> PAGEREF _Toc113627489 \h </w:instrText>
        </w:r>
        <w:r w:rsidRPr="00974144">
          <w:rPr>
            <w:noProof/>
            <w:webHidden/>
          </w:rPr>
        </w:r>
        <w:r w:rsidRPr="00974144">
          <w:rPr>
            <w:noProof/>
            <w:webHidden/>
          </w:rPr>
          <w:fldChar w:fldCharType="separate"/>
        </w:r>
        <w:r w:rsidRPr="00974144">
          <w:rPr>
            <w:noProof/>
            <w:webHidden/>
          </w:rPr>
          <w:t>9</w:t>
        </w:r>
        <w:r w:rsidRPr="00974144">
          <w:rPr>
            <w:noProof/>
            <w:webHidden/>
          </w:rPr>
          <w:fldChar w:fldCharType="end"/>
        </w:r>
      </w:hyperlink>
    </w:p>
    <w:p w:rsidR="0095203E" w:rsidRPr="00974144" w:rsidRDefault="0095203E">
      <w:pPr>
        <w:pStyle w:val="2f0"/>
        <w:rPr>
          <w:rFonts w:asciiTheme="minorHAnsi" w:eastAsiaTheme="minorEastAsia" w:hAnsiTheme="minorHAnsi" w:cstheme="minorBidi"/>
          <w:noProof/>
          <w:szCs w:val="22"/>
          <w:lang w:eastAsia="ru-RU"/>
        </w:rPr>
      </w:pPr>
      <w:hyperlink w:anchor="_Toc113627490" w:history="1">
        <w:r w:rsidRPr="00974144">
          <w:rPr>
            <w:rStyle w:val="afffe"/>
            <w:noProof/>
            <w:color w:val="auto"/>
          </w:rPr>
          <w:t>4.3 Настройка после установки</w:t>
        </w:r>
        <w:bookmarkStart w:id="33" w:name="_GoBack"/>
        <w:bookmarkEnd w:id="33"/>
        <w:r w:rsidRPr="00974144">
          <w:rPr>
            <w:noProof/>
            <w:webHidden/>
          </w:rPr>
          <w:tab/>
        </w:r>
        <w:r w:rsidRPr="00974144">
          <w:rPr>
            <w:noProof/>
            <w:webHidden/>
          </w:rPr>
          <w:fldChar w:fldCharType="begin"/>
        </w:r>
        <w:r w:rsidRPr="00974144">
          <w:rPr>
            <w:noProof/>
            <w:webHidden/>
          </w:rPr>
          <w:instrText xml:space="preserve"> PAGEREF _Toc113627490 \h </w:instrText>
        </w:r>
        <w:r w:rsidRPr="00974144">
          <w:rPr>
            <w:noProof/>
            <w:webHidden/>
          </w:rPr>
        </w:r>
        <w:r w:rsidRPr="00974144">
          <w:rPr>
            <w:noProof/>
            <w:webHidden/>
          </w:rPr>
          <w:fldChar w:fldCharType="separate"/>
        </w:r>
        <w:r w:rsidRPr="00974144">
          <w:rPr>
            <w:noProof/>
            <w:webHidden/>
          </w:rPr>
          <w:t>9</w:t>
        </w:r>
        <w:r w:rsidRPr="00974144">
          <w:rPr>
            <w:noProof/>
            <w:webHidden/>
          </w:rPr>
          <w:fldChar w:fldCharType="end"/>
        </w:r>
      </w:hyperlink>
    </w:p>
    <w:p w:rsidR="00FB3B3C" w:rsidRPr="00974144" w:rsidRDefault="00596E88" w:rsidP="00FB3B3C">
      <w:pPr>
        <w:pStyle w:val="affffffffffff4"/>
      </w:pPr>
      <w:r w:rsidRPr="00974144">
        <w:rPr>
          <w:rFonts w:cs="Times New Roman"/>
          <w:bCs w:val="0"/>
          <w:caps w:val="0"/>
          <w:sz w:val="20"/>
          <w:lang w:eastAsia="en-US"/>
        </w:rPr>
        <w:fldChar w:fldCharType="end"/>
      </w:r>
      <w:r w:rsidR="00FB3B3C" w:rsidRPr="00974144">
        <w:t>Перечень терминов и сокращений</w:t>
      </w:r>
    </w:p>
    <w:p w:rsidR="004C33B6" w:rsidRPr="00974144" w:rsidRDefault="004C33B6" w:rsidP="00FB3B3C"/>
    <w:p w:rsidR="00FB3B3C" w:rsidRPr="00974144" w:rsidRDefault="004C33B6" w:rsidP="00FB3B3C">
      <w:r w:rsidRPr="00974144">
        <w:t xml:space="preserve">Таблица </w:t>
      </w:r>
      <w:r w:rsidRPr="00974144">
        <w:rPr>
          <w:noProof/>
        </w:rPr>
        <w:fldChar w:fldCharType="begin"/>
      </w:r>
      <w:r w:rsidRPr="00974144">
        <w:rPr>
          <w:noProof/>
        </w:rPr>
        <w:instrText xml:space="preserve"> SEQ Таблица \* ARABIC </w:instrText>
      </w:r>
      <w:r w:rsidRPr="00974144">
        <w:rPr>
          <w:noProof/>
        </w:rPr>
        <w:fldChar w:fldCharType="separate"/>
      </w:r>
      <w:r w:rsidRPr="00974144">
        <w:rPr>
          <w:noProof/>
        </w:rPr>
        <w:t>1</w:t>
      </w:r>
      <w:r w:rsidRPr="00974144">
        <w:rPr>
          <w:noProof/>
        </w:rPr>
        <w:fldChar w:fldCharType="end"/>
      </w:r>
    </w:p>
    <w:tbl>
      <w:tblPr>
        <w:tblStyle w:val="aff8"/>
        <w:tblW w:w="0" w:type="auto"/>
        <w:tblLook w:val="04A0" w:firstRow="1" w:lastRow="0" w:firstColumn="1" w:lastColumn="0" w:noHBand="0" w:noVBand="1"/>
      </w:tblPr>
      <w:tblGrid>
        <w:gridCol w:w="2590"/>
        <w:gridCol w:w="5905"/>
      </w:tblGrid>
      <w:tr w:rsidR="00974144" w:rsidRPr="00974144" w:rsidTr="009C48AC">
        <w:trPr>
          <w:trHeight w:val="457"/>
          <w:tblHeader/>
        </w:trPr>
        <w:tc>
          <w:tcPr>
            <w:tcW w:w="2590" w:type="dxa"/>
            <w:tcBorders>
              <w:bottom w:val="double" w:sz="4" w:space="0" w:color="000000"/>
            </w:tcBorders>
          </w:tcPr>
          <w:p w:rsidR="00FB3B3C" w:rsidRPr="00974144" w:rsidRDefault="00FB3B3C" w:rsidP="009C48AC">
            <w:pPr>
              <w:pStyle w:val="2fff4"/>
              <w:jc w:val="center"/>
              <w:rPr>
                <w:rFonts w:ascii="Times New Roman" w:hAnsi="Times New Roman"/>
              </w:rPr>
            </w:pPr>
            <w:r w:rsidRPr="00974144">
              <w:rPr>
                <w:rFonts w:ascii="Times New Roman" w:hAnsi="Times New Roman"/>
              </w:rPr>
              <w:t>Термин или сокращение</w:t>
            </w:r>
          </w:p>
        </w:tc>
        <w:tc>
          <w:tcPr>
            <w:tcW w:w="5905" w:type="dxa"/>
            <w:tcBorders>
              <w:bottom w:val="double" w:sz="4" w:space="0" w:color="000000"/>
            </w:tcBorders>
          </w:tcPr>
          <w:p w:rsidR="00FB3B3C" w:rsidRPr="00974144" w:rsidRDefault="00FB3B3C" w:rsidP="009C48AC">
            <w:pPr>
              <w:pStyle w:val="2fff4"/>
              <w:jc w:val="center"/>
              <w:rPr>
                <w:rFonts w:ascii="Times New Roman" w:hAnsi="Times New Roman"/>
              </w:rPr>
            </w:pPr>
            <w:r w:rsidRPr="00974144">
              <w:rPr>
                <w:rFonts w:ascii="Times New Roman" w:hAnsi="Times New Roman"/>
              </w:rPr>
              <w:t>Описание</w:t>
            </w:r>
          </w:p>
        </w:tc>
      </w:tr>
      <w:tr w:rsidR="00974144" w:rsidRPr="00974144" w:rsidTr="009C48AC">
        <w:trPr>
          <w:trHeight w:val="457"/>
        </w:trPr>
        <w:tc>
          <w:tcPr>
            <w:tcW w:w="2590" w:type="dxa"/>
          </w:tcPr>
          <w:p w:rsidR="00FB3B3C" w:rsidRPr="00974144" w:rsidRDefault="00FB3B3C" w:rsidP="009C48AC">
            <w:pPr>
              <w:pStyle w:val="2fff4"/>
              <w:rPr>
                <w:rFonts w:ascii="Times New Roman" w:hAnsi="Times New Roman"/>
              </w:rPr>
            </w:pPr>
            <w:r w:rsidRPr="00974144">
              <w:rPr>
                <w:rFonts w:ascii="Times New Roman" w:hAnsi="Times New Roman"/>
              </w:rPr>
              <w:t>АПП</w:t>
            </w:r>
          </w:p>
        </w:tc>
        <w:tc>
          <w:tcPr>
            <w:tcW w:w="5905" w:type="dxa"/>
          </w:tcPr>
          <w:p w:rsidR="00FB3B3C" w:rsidRPr="00974144" w:rsidRDefault="00FB3B3C" w:rsidP="009C48AC">
            <w:pPr>
              <w:pStyle w:val="2fff4"/>
              <w:rPr>
                <w:rFonts w:ascii="Times New Roman" w:hAnsi="Times New Roman"/>
              </w:rPr>
            </w:pPr>
            <w:r w:rsidRPr="00974144">
              <w:rPr>
                <w:rFonts w:ascii="Times New Roman" w:hAnsi="Times New Roman"/>
              </w:rPr>
              <w:t>Автомат приёма платежей</w:t>
            </w:r>
          </w:p>
        </w:tc>
      </w:tr>
      <w:tr w:rsidR="00974144" w:rsidRPr="00974144" w:rsidTr="009C48AC">
        <w:trPr>
          <w:trHeight w:val="300"/>
        </w:trPr>
        <w:tc>
          <w:tcPr>
            <w:tcW w:w="2590" w:type="dxa"/>
            <w:hideMark/>
          </w:tcPr>
          <w:p w:rsidR="00FB3B3C" w:rsidRPr="00974144" w:rsidRDefault="00FB3B3C" w:rsidP="009C48AC">
            <w:pPr>
              <w:pStyle w:val="2fff4"/>
              <w:rPr>
                <w:rFonts w:ascii="Times New Roman" w:hAnsi="Times New Roman"/>
              </w:rPr>
            </w:pPr>
            <w:r w:rsidRPr="00974144">
              <w:rPr>
                <w:rFonts w:ascii="Times New Roman" w:hAnsi="Times New Roman"/>
              </w:rPr>
              <w:t>ПВП</w:t>
            </w:r>
          </w:p>
        </w:tc>
        <w:tc>
          <w:tcPr>
            <w:tcW w:w="5905" w:type="dxa"/>
            <w:hideMark/>
          </w:tcPr>
          <w:p w:rsidR="00FB3B3C" w:rsidRPr="00974144" w:rsidRDefault="00FB3B3C" w:rsidP="009C48AC">
            <w:pPr>
              <w:pStyle w:val="2fff4"/>
              <w:rPr>
                <w:rFonts w:ascii="Times New Roman" w:hAnsi="Times New Roman"/>
              </w:rPr>
            </w:pPr>
            <w:r w:rsidRPr="00974144">
              <w:rPr>
                <w:rFonts w:ascii="Times New Roman" w:hAnsi="Times New Roman"/>
              </w:rPr>
              <w:t>Пункт взимания платы</w:t>
            </w:r>
          </w:p>
        </w:tc>
      </w:tr>
      <w:tr w:rsidR="00974144" w:rsidRPr="00974144" w:rsidTr="009C48AC">
        <w:trPr>
          <w:trHeight w:val="600"/>
        </w:trPr>
        <w:tc>
          <w:tcPr>
            <w:tcW w:w="2590" w:type="dxa"/>
            <w:hideMark/>
          </w:tcPr>
          <w:p w:rsidR="00FB3B3C" w:rsidRPr="00974144" w:rsidRDefault="00FB3B3C" w:rsidP="009C48AC">
            <w:pPr>
              <w:pStyle w:val="2fff4"/>
              <w:rPr>
                <w:rFonts w:ascii="Times New Roman" w:hAnsi="Times New Roman"/>
              </w:rPr>
            </w:pPr>
            <w:r w:rsidRPr="00974144">
              <w:rPr>
                <w:rFonts w:ascii="Times New Roman" w:hAnsi="Times New Roman"/>
              </w:rPr>
              <w:t>ТС</w:t>
            </w:r>
          </w:p>
        </w:tc>
        <w:tc>
          <w:tcPr>
            <w:tcW w:w="5905" w:type="dxa"/>
            <w:hideMark/>
          </w:tcPr>
          <w:p w:rsidR="00FB3B3C" w:rsidRPr="00974144" w:rsidRDefault="00FB3B3C" w:rsidP="009C48AC">
            <w:pPr>
              <w:pStyle w:val="2fff4"/>
              <w:rPr>
                <w:rFonts w:ascii="Times New Roman" w:hAnsi="Times New Roman"/>
              </w:rPr>
            </w:pPr>
            <w:r w:rsidRPr="00974144">
              <w:rPr>
                <w:rFonts w:ascii="Times New Roman" w:hAnsi="Times New Roman"/>
              </w:rPr>
              <w:t>Транспортное средство</w:t>
            </w:r>
          </w:p>
        </w:tc>
      </w:tr>
      <w:tr w:rsidR="00974144" w:rsidRPr="00974144" w:rsidTr="009C48AC">
        <w:trPr>
          <w:trHeight w:val="300"/>
        </w:trPr>
        <w:tc>
          <w:tcPr>
            <w:tcW w:w="2590" w:type="dxa"/>
            <w:hideMark/>
          </w:tcPr>
          <w:p w:rsidR="00FB3B3C" w:rsidRPr="00974144" w:rsidRDefault="00FB3B3C" w:rsidP="009C48AC">
            <w:pPr>
              <w:pStyle w:val="2fff4"/>
              <w:rPr>
                <w:rFonts w:ascii="Times New Roman" w:hAnsi="Times New Roman"/>
              </w:rPr>
            </w:pPr>
            <w:r w:rsidRPr="00974144">
              <w:rPr>
                <w:rFonts w:ascii="Times New Roman" w:hAnsi="Times New Roman"/>
              </w:rPr>
              <w:t>СВП</w:t>
            </w:r>
          </w:p>
        </w:tc>
        <w:tc>
          <w:tcPr>
            <w:tcW w:w="5905" w:type="dxa"/>
            <w:hideMark/>
          </w:tcPr>
          <w:p w:rsidR="00FB3B3C" w:rsidRPr="00974144" w:rsidRDefault="00FB3B3C" w:rsidP="009C48AC">
            <w:pPr>
              <w:pStyle w:val="2fff4"/>
              <w:rPr>
                <w:rFonts w:ascii="Times New Roman" w:hAnsi="Times New Roman"/>
              </w:rPr>
            </w:pPr>
            <w:r w:rsidRPr="00974144">
              <w:rPr>
                <w:rFonts w:ascii="Times New Roman" w:hAnsi="Times New Roman"/>
              </w:rPr>
              <w:t>Система взимания платы</w:t>
            </w:r>
          </w:p>
        </w:tc>
      </w:tr>
      <w:tr w:rsidR="00974144" w:rsidRPr="00974144" w:rsidTr="009C48AC">
        <w:trPr>
          <w:trHeight w:val="300"/>
        </w:trPr>
        <w:tc>
          <w:tcPr>
            <w:tcW w:w="2590" w:type="dxa"/>
          </w:tcPr>
          <w:p w:rsidR="00FB3B3C" w:rsidRPr="00974144" w:rsidRDefault="00FB3B3C" w:rsidP="009C48AC">
            <w:pPr>
              <w:pStyle w:val="2fff4"/>
              <w:rPr>
                <w:rFonts w:ascii="Times New Roman" w:hAnsi="Times New Roman"/>
              </w:rPr>
            </w:pPr>
            <w:r w:rsidRPr="00974144">
              <w:rPr>
                <w:rFonts w:ascii="Times New Roman" w:hAnsi="Times New Roman"/>
              </w:rPr>
              <w:t>ГРЗ</w:t>
            </w:r>
          </w:p>
        </w:tc>
        <w:tc>
          <w:tcPr>
            <w:tcW w:w="5905" w:type="dxa"/>
          </w:tcPr>
          <w:p w:rsidR="00FB3B3C" w:rsidRPr="00974144" w:rsidRDefault="00FB3B3C" w:rsidP="009C48AC">
            <w:pPr>
              <w:pStyle w:val="2fff4"/>
              <w:rPr>
                <w:rFonts w:ascii="Times New Roman" w:hAnsi="Times New Roman"/>
              </w:rPr>
            </w:pPr>
            <w:r w:rsidRPr="00974144">
              <w:rPr>
                <w:rFonts w:ascii="Times New Roman" w:hAnsi="Times New Roman"/>
              </w:rPr>
              <w:t>Государственный регистрационный знак</w:t>
            </w:r>
          </w:p>
        </w:tc>
      </w:tr>
      <w:tr w:rsidR="00974144" w:rsidRPr="00974144" w:rsidTr="009C48AC">
        <w:trPr>
          <w:trHeight w:val="600"/>
        </w:trPr>
        <w:tc>
          <w:tcPr>
            <w:tcW w:w="2590" w:type="dxa"/>
          </w:tcPr>
          <w:p w:rsidR="00FB3B3C" w:rsidRPr="00974144" w:rsidRDefault="00FB3B3C" w:rsidP="009C48AC">
            <w:pPr>
              <w:pStyle w:val="2fff4"/>
              <w:rPr>
                <w:rFonts w:ascii="Times New Roman" w:hAnsi="Times New Roman"/>
              </w:rPr>
            </w:pPr>
            <w:r w:rsidRPr="00974144">
              <w:rPr>
                <w:rFonts w:ascii="Times New Roman" w:hAnsi="Times New Roman"/>
              </w:rPr>
              <w:t>Администратор</w:t>
            </w:r>
          </w:p>
        </w:tc>
        <w:tc>
          <w:tcPr>
            <w:tcW w:w="5905" w:type="dxa"/>
          </w:tcPr>
          <w:p w:rsidR="00FB3B3C" w:rsidRPr="00974144" w:rsidRDefault="00FB3B3C" w:rsidP="009C48AC">
            <w:pPr>
              <w:pStyle w:val="2fff4"/>
              <w:rPr>
                <w:rFonts w:ascii="Times New Roman" w:hAnsi="Times New Roman"/>
              </w:rPr>
            </w:pPr>
            <w:r w:rsidRPr="00974144">
              <w:rPr>
                <w:rFonts w:ascii="Times New Roman" w:hAnsi="Times New Roman"/>
              </w:rPr>
              <w:t>Пользователь системы, уполномоченный осуществлять настройку работы системы</w:t>
            </w:r>
          </w:p>
        </w:tc>
      </w:tr>
      <w:tr w:rsidR="00974144" w:rsidRPr="00974144" w:rsidTr="009C48AC">
        <w:trPr>
          <w:trHeight w:val="600"/>
        </w:trPr>
        <w:tc>
          <w:tcPr>
            <w:tcW w:w="2590" w:type="dxa"/>
          </w:tcPr>
          <w:p w:rsidR="00FB3B3C" w:rsidRPr="00974144" w:rsidRDefault="00FB3B3C" w:rsidP="009C48AC">
            <w:pPr>
              <w:pStyle w:val="2fff4"/>
              <w:rPr>
                <w:rFonts w:ascii="Times New Roman" w:hAnsi="Times New Roman"/>
              </w:rPr>
            </w:pPr>
            <w:r w:rsidRPr="00974144">
              <w:rPr>
                <w:rFonts w:ascii="Times New Roman" w:hAnsi="Times New Roman"/>
              </w:rPr>
              <w:t>Кассир-оператор</w:t>
            </w:r>
          </w:p>
        </w:tc>
        <w:tc>
          <w:tcPr>
            <w:tcW w:w="5905" w:type="dxa"/>
          </w:tcPr>
          <w:p w:rsidR="00FB3B3C" w:rsidRPr="00974144" w:rsidRDefault="00FB3B3C" w:rsidP="009C48AC">
            <w:pPr>
              <w:pStyle w:val="2fff4"/>
              <w:rPr>
                <w:rFonts w:ascii="Times New Roman" w:hAnsi="Times New Roman"/>
              </w:rPr>
            </w:pPr>
            <w:r w:rsidRPr="00974144">
              <w:rPr>
                <w:rFonts w:ascii="Times New Roman" w:hAnsi="Times New Roman"/>
              </w:rPr>
              <w:t>Пользователь Системы, осуществляющий сбор платы за проезд ТС</w:t>
            </w:r>
          </w:p>
        </w:tc>
      </w:tr>
      <w:tr w:rsidR="00974144" w:rsidRPr="00974144" w:rsidTr="009C48AC">
        <w:trPr>
          <w:trHeight w:val="600"/>
        </w:trPr>
        <w:tc>
          <w:tcPr>
            <w:tcW w:w="2590" w:type="dxa"/>
          </w:tcPr>
          <w:p w:rsidR="00FB3B3C" w:rsidRPr="00974144" w:rsidRDefault="00FB3B3C" w:rsidP="009C48AC">
            <w:pPr>
              <w:pStyle w:val="2fff4"/>
              <w:rPr>
                <w:rFonts w:ascii="Times New Roman" w:hAnsi="Times New Roman"/>
              </w:rPr>
            </w:pPr>
            <w:r w:rsidRPr="00974144">
              <w:rPr>
                <w:rFonts w:ascii="Times New Roman" w:hAnsi="Times New Roman"/>
              </w:rPr>
              <w:t>Диспетчер СВП</w:t>
            </w:r>
          </w:p>
        </w:tc>
        <w:tc>
          <w:tcPr>
            <w:tcW w:w="5905" w:type="dxa"/>
          </w:tcPr>
          <w:p w:rsidR="00FB3B3C" w:rsidRPr="00974144" w:rsidRDefault="00FB3B3C" w:rsidP="009C48AC">
            <w:pPr>
              <w:pStyle w:val="2fff4"/>
              <w:rPr>
                <w:rFonts w:ascii="Times New Roman" w:hAnsi="Times New Roman"/>
              </w:rPr>
            </w:pPr>
            <w:r w:rsidRPr="00974144">
              <w:rPr>
                <w:rFonts w:ascii="Times New Roman" w:hAnsi="Times New Roman"/>
              </w:rPr>
              <w:t>Пользователь системы, осуществляющий мониторинг работы СВП</w:t>
            </w:r>
          </w:p>
        </w:tc>
      </w:tr>
      <w:tr w:rsidR="00974144" w:rsidRPr="00974144" w:rsidTr="009C48AC">
        <w:trPr>
          <w:trHeight w:val="600"/>
        </w:trPr>
        <w:tc>
          <w:tcPr>
            <w:tcW w:w="2590" w:type="dxa"/>
          </w:tcPr>
          <w:p w:rsidR="00FB3B3C" w:rsidRPr="00974144" w:rsidRDefault="00761D95" w:rsidP="009C48AC">
            <w:pPr>
              <w:pStyle w:val="2fff4"/>
              <w:rPr>
                <w:rFonts w:ascii="Times New Roman" w:hAnsi="Times New Roman"/>
              </w:rPr>
            </w:pPr>
            <w:r w:rsidRPr="00974144">
              <w:rPr>
                <w:rFonts w:ascii="Times New Roman" w:hAnsi="Times New Roman"/>
              </w:rPr>
              <w:t>Администратор</w:t>
            </w:r>
          </w:p>
        </w:tc>
        <w:tc>
          <w:tcPr>
            <w:tcW w:w="5905" w:type="dxa"/>
          </w:tcPr>
          <w:p w:rsidR="00FB3B3C" w:rsidRPr="00974144" w:rsidRDefault="00FB3B3C" w:rsidP="009C48AC">
            <w:pPr>
              <w:pStyle w:val="2fff4"/>
              <w:rPr>
                <w:rFonts w:ascii="Times New Roman" w:hAnsi="Times New Roman"/>
              </w:rPr>
            </w:pPr>
            <w:r w:rsidRPr="00974144">
              <w:rPr>
                <w:rFonts w:ascii="Times New Roman" w:hAnsi="Times New Roman"/>
              </w:rPr>
              <w:t>Пользователь системы, уполномоченный осуществлять проверку деятельности СВП</w:t>
            </w:r>
          </w:p>
        </w:tc>
      </w:tr>
      <w:tr w:rsidR="00974144" w:rsidRPr="00974144" w:rsidTr="009C48AC">
        <w:trPr>
          <w:trHeight w:val="600"/>
        </w:trPr>
        <w:tc>
          <w:tcPr>
            <w:tcW w:w="2590" w:type="dxa"/>
          </w:tcPr>
          <w:p w:rsidR="00FB3B3C" w:rsidRPr="00974144" w:rsidRDefault="00FB3B3C" w:rsidP="009C48AC">
            <w:pPr>
              <w:pStyle w:val="2fff4"/>
              <w:rPr>
                <w:rFonts w:ascii="Times New Roman" w:hAnsi="Times New Roman"/>
              </w:rPr>
            </w:pPr>
            <w:r w:rsidRPr="00974144">
              <w:rPr>
                <w:rFonts w:ascii="Times New Roman" w:hAnsi="Times New Roman"/>
              </w:rPr>
              <w:t>ПО</w:t>
            </w:r>
          </w:p>
        </w:tc>
        <w:tc>
          <w:tcPr>
            <w:tcW w:w="5905" w:type="dxa"/>
          </w:tcPr>
          <w:p w:rsidR="00FB3B3C" w:rsidRPr="00974144" w:rsidRDefault="00FB3B3C" w:rsidP="009C48AC">
            <w:pPr>
              <w:pStyle w:val="2fff4"/>
              <w:rPr>
                <w:rFonts w:ascii="Times New Roman" w:hAnsi="Times New Roman"/>
              </w:rPr>
            </w:pPr>
            <w:r w:rsidRPr="00974144">
              <w:rPr>
                <w:rFonts w:ascii="Times New Roman" w:hAnsi="Times New Roman"/>
              </w:rPr>
              <w:t>Программное обеспечение</w:t>
            </w:r>
          </w:p>
        </w:tc>
      </w:tr>
      <w:tr w:rsidR="00974144" w:rsidRPr="00974144" w:rsidTr="009C48AC">
        <w:trPr>
          <w:trHeight w:val="600"/>
        </w:trPr>
        <w:tc>
          <w:tcPr>
            <w:tcW w:w="2590" w:type="dxa"/>
          </w:tcPr>
          <w:p w:rsidR="00FB3B3C" w:rsidRPr="00974144" w:rsidRDefault="00FB3B3C" w:rsidP="009C48AC">
            <w:pPr>
              <w:pStyle w:val="2fff4"/>
              <w:rPr>
                <w:rFonts w:ascii="Times New Roman" w:hAnsi="Times New Roman"/>
              </w:rPr>
            </w:pPr>
            <w:r w:rsidRPr="00974144">
              <w:rPr>
                <w:rFonts w:ascii="Times New Roman" w:hAnsi="Times New Roman"/>
                <w:lang w:val="en-US"/>
              </w:rPr>
              <w:t>POS-</w:t>
            </w:r>
            <w:r w:rsidRPr="00974144">
              <w:rPr>
                <w:rFonts w:ascii="Times New Roman" w:hAnsi="Times New Roman"/>
              </w:rPr>
              <w:t>терминал</w:t>
            </w:r>
          </w:p>
        </w:tc>
        <w:tc>
          <w:tcPr>
            <w:tcW w:w="5905" w:type="dxa"/>
          </w:tcPr>
          <w:p w:rsidR="00FB3B3C" w:rsidRPr="00974144" w:rsidRDefault="00FB3B3C" w:rsidP="009C48AC">
            <w:pPr>
              <w:pStyle w:val="2fff4"/>
              <w:rPr>
                <w:rFonts w:ascii="Times New Roman" w:hAnsi="Times New Roman"/>
              </w:rPr>
            </w:pPr>
            <w:r w:rsidRPr="00974144">
              <w:rPr>
                <w:rFonts w:ascii="Times New Roman" w:hAnsi="Times New Roman"/>
              </w:rPr>
              <w:t>Банковский терминал, устанавливаемый на рабочее место кассира-оператора</w:t>
            </w:r>
          </w:p>
        </w:tc>
      </w:tr>
      <w:tr w:rsidR="00974144" w:rsidRPr="00974144" w:rsidTr="009C48AC">
        <w:trPr>
          <w:trHeight w:val="600"/>
        </w:trPr>
        <w:tc>
          <w:tcPr>
            <w:tcW w:w="2590" w:type="dxa"/>
          </w:tcPr>
          <w:p w:rsidR="00FB3B3C" w:rsidRPr="00974144" w:rsidRDefault="00FB3B3C" w:rsidP="009C48AC">
            <w:pPr>
              <w:pStyle w:val="2fff4"/>
              <w:rPr>
                <w:rFonts w:ascii="Times New Roman" w:hAnsi="Times New Roman"/>
              </w:rPr>
            </w:pPr>
            <w:r w:rsidRPr="00974144">
              <w:rPr>
                <w:rFonts w:ascii="Times New Roman" w:hAnsi="Times New Roman"/>
              </w:rPr>
              <w:t>Датчик присутствия ТС</w:t>
            </w:r>
          </w:p>
        </w:tc>
        <w:tc>
          <w:tcPr>
            <w:tcW w:w="5905" w:type="dxa"/>
          </w:tcPr>
          <w:p w:rsidR="00FB3B3C" w:rsidRPr="00974144" w:rsidRDefault="00FB3B3C" w:rsidP="009C48AC">
            <w:pPr>
              <w:pStyle w:val="2fff4"/>
              <w:rPr>
                <w:rFonts w:ascii="Times New Roman" w:hAnsi="Times New Roman"/>
              </w:rPr>
            </w:pPr>
            <w:r w:rsidRPr="00974144">
              <w:rPr>
                <w:rFonts w:ascii="Times New Roman" w:hAnsi="Times New Roman"/>
              </w:rPr>
              <w:t>Датчик контролирующий наличие ТС по состоянию индукционных петель</w:t>
            </w:r>
          </w:p>
        </w:tc>
      </w:tr>
      <w:tr w:rsidR="00974144" w:rsidRPr="00974144" w:rsidTr="009C48AC">
        <w:trPr>
          <w:trHeight w:val="600"/>
        </w:trPr>
        <w:tc>
          <w:tcPr>
            <w:tcW w:w="2590" w:type="dxa"/>
          </w:tcPr>
          <w:p w:rsidR="00FB3B3C" w:rsidRPr="00974144" w:rsidRDefault="00FB3B3C" w:rsidP="009C48AC">
            <w:pPr>
              <w:pStyle w:val="2fff4"/>
              <w:rPr>
                <w:rFonts w:ascii="Times New Roman" w:hAnsi="Times New Roman"/>
              </w:rPr>
            </w:pPr>
            <w:r w:rsidRPr="00974144">
              <w:rPr>
                <w:rFonts w:ascii="Times New Roman" w:hAnsi="Times New Roman"/>
              </w:rPr>
              <w:t>Контроллер полосы</w:t>
            </w:r>
          </w:p>
        </w:tc>
        <w:tc>
          <w:tcPr>
            <w:tcW w:w="5905" w:type="dxa"/>
          </w:tcPr>
          <w:p w:rsidR="00FB3B3C" w:rsidRPr="00974144" w:rsidRDefault="00FB3B3C" w:rsidP="009C48AC">
            <w:pPr>
              <w:pStyle w:val="2fff4"/>
              <w:rPr>
                <w:rFonts w:ascii="Times New Roman" w:hAnsi="Times New Roman"/>
              </w:rPr>
            </w:pPr>
            <w:r w:rsidRPr="00974144">
              <w:rPr>
                <w:rFonts w:ascii="Times New Roman" w:hAnsi="Times New Roman"/>
              </w:rPr>
              <w:t>Устройство, осуществляющее сбор, обработку и дальнейшую передачу сигналов оборудования полосы и позволяющее осуществлять дистанционное управление этим оборудованием с АРМ кассира-оператора и АРМ диспетчера ПВП.</w:t>
            </w:r>
          </w:p>
        </w:tc>
      </w:tr>
    </w:tbl>
    <w:p w:rsidR="00FB3B3C" w:rsidRPr="00974144" w:rsidRDefault="00FB3B3C" w:rsidP="00FB3B3C">
      <w:pPr>
        <w:spacing w:after="160" w:line="259" w:lineRule="auto"/>
        <w:rPr>
          <w:b/>
          <w:caps/>
          <w:sz w:val="36"/>
          <w:szCs w:val="36"/>
        </w:rPr>
      </w:pPr>
      <w:r w:rsidRPr="00974144">
        <w:br w:type="page"/>
      </w:r>
    </w:p>
    <w:p w:rsidR="007171D8" w:rsidRPr="00974144" w:rsidRDefault="007171D8" w:rsidP="00E64E02">
      <w:pPr>
        <w:pStyle w:val="-13"/>
      </w:pPr>
      <w:bookmarkStart w:id="34" w:name="_Toc113627472"/>
      <w:r w:rsidRPr="00974144">
        <w:t>Общие сведения</w:t>
      </w:r>
      <w:bookmarkEnd w:id="34"/>
    </w:p>
    <w:p w:rsidR="00E0071D" w:rsidRPr="00974144" w:rsidRDefault="00E0071D" w:rsidP="007171D8">
      <w:pPr>
        <w:pStyle w:val="-22"/>
      </w:pPr>
      <w:bookmarkStart w:id="35" w:name="_Toc113627473"/>
      <w:r w:rsidRPr="00974144">
        <w:t xml:space="preserve">Общие </w:t>
      </w:r>
      <w:r w:rsidR="00A2704F" w:rsidRPr="00974144">
        <w:t>р</w:t>
      </w:r>
      <w:r w:rsidR="008040A6" w:rsidRPr="00974144">
        <w:t>екомендации</w:t>
      </w:r>
      <w:bookmarkEnd w:id="35"/>
    </w:p>
    <w:p w:rsidR="008040A6" w:rsidRPr="00974144" w:rsidRDefault="008040A6" w:rsidP="008040A6">
      <w:pPr>
        <w:pStyle w:val="-b"/>
      </w:pPr>
      <w:r w:rsidRPr="00974144">
        <w:t xml:space="preserve">Рекомендуется </w:t>
      </w:r>
      <w:r w:rsidR="00ED4D64" w:rsidRPr="00974144">
        <w:t xml:space="preserve">в процессе установки </w:t>
      </w:r>
      <w:r w:rsidRPr="00974144">
        <w:t>выполн</w:t>
      </w:r>
      <w:r w:rsidR="00ED4D64" w:rsidRPr="00974144">
        <w:t>я</w:t>
      </w:r>
      <w:r w:rsidRPr="00974144">
        <w:t xml:space="preserve">ть приведенные ниже </w:t>
      </w:r>
      <w:r w:rsidR="00643F22" w:rsidRPr="00974144">
        <w:t>указания</w:t>
      </w:r>
      <w:r w:rsidRPr="00974144">
        <w:t>.</w:t>
      </w:r>
    </w:p>
    <w:p w:rsidR="008040A6" w:rsidRPr="00974144" w:rsidRDefault="00ED4D64" w:rsidP="00CF3D8D">
      <w:pPr>
        <w:pStyle w:val="af0"/>
      </w:pPr>
      <w:r w:rsidRPr="00974144">
        <w:t xml:space="preserve">На серверах установить </w:t>
      </w:r>
      <w:r w:rsidR="00246DBB" w:rsidRPr="00974144">
        <w:t>Debian совместимые ОС</w:t>
      </w:r>
      <w:r w:rsidR="0095203E" w:rsidRPr="00974144">
        <w:t xml:space="preserve"> (р</w:t>
      </w:r>
      <w:r w:rsidR="00CF3D8D" w:rsidRPr="00974144">
        <w:rPr>
          <w:lang w:val="en-US"/>
        </w:rPr>
        <w:t>екомендуется Debian 10</w:t>
      </w:r>
      <w:r w:rsidR="0095203E" w:rsidRPr="00974144">
        <w:t>)</w:t>
      </w:r>
      <w:r w:rsidR="00CF3D8D" w:rsidRPr="00974144">
        <w:rPr>
          <w:lang w:val="en-US"/>
        </w:rPr>
        <w:t>.</w:t>
      </w:r>
    </w:p>
    <w:p w:rsidR="00ED4D64" w:rsidRPr="00974144" w:rsidRDefault="00721F66" w:rsidP="008040A6">
      <w:pPr>
        <w:pStyle w:val="af0"/>
      </w:pPr>
      <w:r w:rsidRPr="00974144">
        <w:t>На</w:t>
      </w:r>
      <w:r w:rsidR="008040A6" w:rsidRPr="00974144">
        <w:t xml:space="preserve"> </w:t>
      </w:r>
      <w:r w:rsidRPr="00974144">
        <w:t>АРМ Кассира-оператора</w:t>
      </w:r>
      <w:r w:rsidR="008040A6" w:rsidRPr="00974144">
        <w:t xml:space="preserve"> </w:t>
      </w:r>
      <w:r w:rsidR="00ED4D64" w:rsidRPr="00974144">
        <w:t>установит</w:t>
      </w:r>
      <w:r w:rsidR="00A2704F" w:rsidRPr="00974144">
        <w:t>ь</w:t>
      </w:r>
      <w:r w:rsidR="00ED4D64" w:rsidRPr="00974144">
        <w:t xml:space="preserve"> Windows </w:t>
      </w:r>
      <w:r w:rsidR="008040A6" w:rsidRPr="00974144">
        <w:t>10 с обновлениями до версии 21h2</w:t>
      </w:r>
      <w:r w:rsidR="00246DBB" w:rsidRPr="00974144">
        <w:t xml:space="preserve">2. </w:t>
      </w:r>
    </w:p>
    <w:p w:rsidR="008040A6" w:rsidRPr="00974144" w:rsidRDefault="00A2704F" w:rsidP="008040A6">
      <w:pPr>
        <w:pStyle w:val="af0"/>
      </w:pPr>
      <w:r w:rsidRPr="00974144">
        <w:t xml:space="preserve">Обеспечить </w:t>
      </w:r>
      <w:r w:rsidR="00246DBB" w:rsidRPr="00974144">
        <w:t xml:space="preserve">ОС </w:t>
      </w:r>
      <w:r w:rsidR="00ED4D64" w:rsidRPr="00974144">
        <w:t>доступ к</w:t>
      </w:r>
      <w:r w:rsidR="00246DBB" w:rsidRPr="00974144">
        <w:t xml:space="preserve"> стандартны</w:t>
      </w:r>
      <w:r w:rsidR="00ED4D64" w:rsidRPr="00974144">
        <w:t>м</w:t>
      </w:r>
      <w:r w:rsidR="00246DBB" w:rsidRPr="00974144">
        <w:t xml:space="preserve"> репозитори</w:t>
      </w:r>
      <w:r w:rsidR="00ED4D64" w:rsidRPr="00974144">
        <w:t>ям.</w:t>
      </w:r>
    </w:p>
    <w:p w:rsidR="008040A6" w:rsidRPr="00974144" w:rsidRDefault="00A2704F" w:rsidP="008040A6">
      <w:pPr>
        <w:pStyle w:val="af0"/>
      </w:pPr>
      <w:r w:rsidRPr="00974144">
        <w:t>Обеспечить с</w:t>
      </w:r>
      <w:r w:rsidR="00643F22" w:rsidRPr="00974144">
        <w:t>ервер</w:t>
      </w:r>
      <w:r w:rsidRPr="00974144">
        <w:t>у</w:t>
      </w:r>
      <w:r w:rsidR="00246DBB" w:rsidRPr="00974144">
        <w:t xml:space="preserve"> cashier1-1 </w:t>
      </w:r>
      <w:r w:rsidR="00643F22" w:rsidRPr="00974144">
        <w:t xml:space="preserve">иметь выход </w:t>
      </w:r>
      <w:r w:rsidR="00246DBB" w:rsidRPr="00974144">
        <w:t xml:space="preserve">в </w:t>
      </w:r>
      <w:r w:rsidR="00643F22" w:rsidRPr="00974144">
        <w:t>И</w:t>
      </w:r>
      <w:r w:rsidR="00246DBB" w:rsidRPr="00974144">
        <w:t>нтернет</w:t>
      </w:r>
      <w:r w:rsidR="00643F22" w:rsidRPr="00974144">
        <w:t>.</w:t>
      </w:r>
    </w:p>
    <w:p w:rsidR="008040A6" w:rsidRPr="00974144" w:rsidRDefault="00246DBB" w:rsidP="009B0DA7">
      <w:pPr>
        <w:pStyle w:val="af0"/>
      </w:pPr>
      <w:r w:rsidRPr="00974144">
        <w:t xml:space="preserve"> Создать </w:t>
      </w:r>
      <w:r w:rsidR="009B0DA7" w:rsidRPr="00974144">
        <w:rPr>
          <w:lang w:val="en-US"/>
        </w:rPr>
        <w:t>Windows</w:t>
      </w:r>
      <w:r w:rsidR="009B0DA7" w:rsidRPr="00974144">
        <w:t xml:space="preserve"> </w:t>
      </w:r>
      <w:r w:rsidRPr="00974144">
        <w:t xml:space="preserve">сервер </w:t>
      </w:r>
      <w:r w:rsidR="009B0DA7" w:rsidRPr="00974144">
        <w:t xml:space="preserve">в качестве </w:t>
      </w:r>
      <w:r w:rsidR="009B0DA7" w:rsidRPr="00974144">
        <w:rPr>
          <w:lang w:val="en-US"/>
        </w:rPr>
        <w:t>DC</w:t>
      </w:r>
      <w:r w:rsidR="009B0DA7" w:rsidRPr="00974144">
        <w:t xml:space="preserve"> с именем </w:t>
      </w:r>
      <w:r w:rsidRPr="00974144">
        <w:rPr>
          <w:lang w:val="en-US"/>
        </w:rPr>
        <w:t>domain</w:t>
      </w:r>
      <w:r w:rsidRPr="00974144">
        <w:t>-</w:t>
      </w:r>
      <w:r w:rsidRPr="00974144">
        <w:rPr>
          <w:lang w:val="en-US"/>
        </w:rPr>
        <w:t>controller</w:t>
      </w:r>
      <w:r w:rsidR="00CF3D8D" w:rsidRPr="00974144">
        <w:t>1</w:t>
      </w:r>
      <w:r w:rsidR="00A2704F" w:rsidRPr="00974144">
        <w:t>.</w:t>
      </w:r>
    </w:p>
    <w:p w:rsidR="008040A6" w:rsidRPr="00974144" w:rsidRDefault="00246DBB" w:rsidP="008040A6">
      <w:pPr>
        <w:pStyle w:val="af0"/>
      </w:pPr>
      <w:r w:rsidRPr="00974144">
        <w:t>Создать домен c именем bridgetoll.ru</w:t>
      </w:r>
      <w:r w:rsidR="00A2704F" w:rsidRPr="00974144">
        <w:t>.</w:t>
      </w:r>
    </w:p>
    <w:p w:rsidR="00ED4D64" w:rsidRPr="00974144" w:rsidRDefault="00246DBB" w:rsidP="008040A6">
      <w:pPr>
        <w:pStyle w:val="af0"/>
      </w:pPr>
      <w:r w:rsidRPr="00974144">
        <w:t>Поднять DNS сервер для домена bridgetoll.ru</w:t>
      </w:r>
      <w:r w:rsidR="00A2704F" w:rsidRPr="00974144">
        <w:t>.</w:t>
      </w:r>
    </w:p>
    <w:p w:rsidR="00ED4D64" w:rsidRPr="00974144" w:rsidRDefault="00246DBB" w:rsidP="008040A6">
      <w:pPr>
        <w:pStyle w:val="af0"/>
      </w:pPr>
      <w:r w:rsidRPr="00974144">
        <w:t>Завести записи на DNS сервере для всех серверов в дистрибутиве:</w:t>
      </w:r>
    </w:p>
    <w:p w:rsidR="00ED4D64" w:rsidRPr="00974144" w:rsidRDefault="00246DBB" w:rsidP="00ED4D64">
      <w:pPr>
        <w:pStyle w:val="-0"/>
      </w:pPr>
      <w:r w:rsidRPr="00974144">
        <w:t>kafka-master.bridgetoll.ru</w:t>
      </w:r>
    </w:p>
    <w:p w:rsidR="00ED4D64" w:rsidRPr="00974144" w:rsidRDefault="00246DBB" w:rsidP="00ED4D64">
      <w:pPr>
        <w:pStyle w:val="-0"/>
      </w:pPr>
      <w:r w:rsidRPr="00974144">
        <w:t>kafka-tollstation1.bridgetoll.ru</w:t>
      </w:r>
    </w:p>
    <w:p w:rsidR="00ED4D64" w:rsidRPr="00974144" w:rsidRDefault="00246DBB" w:rsidP="00ED4D64">
      <w:pPr>
        <w:pStyle w:val="-0"/>
      </w:pPr>
      <w:r w:rsidRPr="00974144">
        <w:t>tollbilling.bridgetoll.ru</w:t>
      </w:r>
    </w:p>
    <w:p w:rsidR="00ED4D64" w:rsidRPr="00974144" w:rsidRDefault="00246DBB" w:rsidP="00ED4D64">
      <w:pPr>
        <w:pStyle w:val="-0"/>
      </w:pPr>
      <w:r w:rsidRPr="00974144">
        <w:t>tollmaster.bridgetoll.ru</w:t>
      </w:r>
    </w:p>
    <w:p w:rsidR="00ED4D64" w:rsidRPr="00974144" w:rsidRDefault="00246DBB" w:rsidP="00ED4D64">
      <w:pPr>
        <w:pStyle w:val="-0"/>
      </w:pPr>
      <w:r w:rsidRPr="00974144">
        <w:t>tollstation1.bridgetoll.ru</w:t>
      </w:r>
    </w:p>
    <w:p w:rsidR="00ED4D64" w:rsidRPr="00974144" w:rsidRDefault="00246DBB" w:rsidP="00ED4D64">
      <w:pPr>
        <w:pStyle w:val="-0"/>
      </w:pPr>
      <w:r w:rsidRPr="00974144">
        <w:t>web-tollbilling.bridgetoll.ru</w:t>
      </w:r>
    </w:p>
    <w:p w:rsidR="00ED4D64" w:rsidRPr="00974144" w:rsidRDefault="00246DBB" w:rsidP="00ED4D64">
      <w:pPr>
        <w:pStyle w:val="-0"/>
      </w:pPr>
      <w:r w:rsidRPr="00974144">
        <w:t>web-tollmaster.bridgetoll.ru</w:t>
      </w:r>
    </w:p>
    <w:p w:rsidR="00ED4D64" w:rsidRPr="00974144" w:rsidRDefault="00246DBB" w:rsidP="00ED4D64">
      <w:pPr>
        <w:pStyle w:val="-0"/>
      </w:pPr>
      <w:r w:rsidRPr="00974144">
        <w:t>web-tollstation1.bridgetoll.ru</w:t>
      </w:r>
    </w:p>
    <w:p w:rsidR="00ED4D64" w:rsidRPr="00974144" w:rsidRDefault="00246DBB" w:rsidP="00ED4D64">
      <w:pPr>
        <w:pStyle w:val="-0"/>
      </w:pPr>
      <w:r w:rsidRPr="00974144">
        <w:t>video-tollstation1.bridgetoll.ru</w:t>
      </w:r>
    </w:p>
    <w:p w:rsidR="00ED4D64" w:rsidRPr="00974144" w:rsidRDefault="00246DBB" w:rsidP="00ED4D64">
      <w:pPr>
        <w:pStyle w:val="-0"/>
      </w:pPr>
      <w:r w:rsidRPr="00974144">
        <w:t>cashier1-1.bridgetoll.ru</w:t>
      </w:r>
    </w:p>
    <w:p w:rsidR="00E0071D" w:rsidRPr="00974144" w:rsidRDefault="00246DBB" w:rsidP="00ED4D64">
      <w:pPr>
        <w:pStyle w:val="-0"/>
      </w:pPr>
      <w:r w:rsidRPr="00974144">
        <w:t>strip1-1.bridgetoll.ru</w:t>
      </w:r>
    </w:p>
    <w:p w:rsidR="007171D8" w:rsidRPr="00974144" w:rsidRDefault="007171D8" w:rsidP="007171D8">
      <w:pPr>
        <w:pStyle w:val="-22"/>
      </w:pPr>
      <w:bookmarkStart w:id="36" w:name="_Toc113627474"/>
      <w:r w:rsidRPr="00974144">
        <w:t>Требования к системному окружению</w:t>
      </w:r>
      <w:bookmarkEnd w:id="36"/>
    </w:p>
    <w:p w:rsidR="007171D8" w:rsidRPr="00974144" w:rsidRDefault="007171D8" w:rsidP="007171D8">
      <w:pPr>
        <w:pStyle w:val="12"/>
      </w:pPr>
      <w:r w:rsidRPr="00974144">
        <w:t>Все серверы и АРМ должны быть настроены согласно схеме развертывания.</w:t>
      </w:r>
    </w:p>
    <w:p w:rsidR="007171D8" w:rsidRPr="00974144" w:rsidRDefault="007171D8" w:rsidP="007171D8">
      <w:pPr>
        <w:pStyle w:val="12"/>
      </w:pPr>
      <w:r w:rsidRPr="00974144">
        <w:t xml:space="preserve">ОС должны быть обновлены до актуального состояния. </w:t>
      </w:r>
    </w:p>
    <w:p w:rsidR="007171D8" w:rsidRPr="00974144" w:rsidRDefault="007171D8" w:rsidP="007171D8">
      <w:pPr>
        <w:pStyle w:val="12"/>
      </w:pPr>
      <w:r w:rsidRPr="00974144">
        <w:t>Время на всех сервера</w:t>
      </w:r>
      <w:r w:rsidRPr="00974144">
        <w:rPr>
          <w:lang w:val="en-US"/>
        </w:rPr>
        <w:t>x</w:t>
      </w:r>
      <w:r w:rsidRPr="00974144">
        <w:t xml:space="preserve"> должно быть синхронизировано с </w:t>
      </w:r>
      <w:r w:rsidRPr="00974144">
        <w:rPr>
          <w:lang w:val="en-US"/>
        </w:rPr>
        <w:t>NTP</w:t>
      </w:r>
      <w:r w:rsidRPr="00974144">
        <w:t xml:space="preserve"> сервером на контроллере домена.</w:t>
      </w:r>
    </w:p>
    <w:p w:rsidR="007171D8" w:rsidRPr="00974144" w:rsidRDefault="007171D8" w:rsidP="007171D8">
      <w:pPr>
        <w:pStyle w:val="12"/>
      </w:pPr>
      <w:r w:rsidRPr="00974144">
        <w:t xml:space="preserve">На контроллере домена должен быть создан домен </w:t>
      </w:r>
      <w:r w:rsidRPr="00974144">
        <w:rPr>
          <w:lang w:val="en-US"/>
        </w:rPr>
        <w:t>bridgetoll</w:t>
      </w:r>
      <w:r w:rsidRPr="00974144">
        <w:t>.</w:t>
      </w:r>
      <w:r w:rsidRPr="00974144">
        <w:rPr>
          <w:lang w:val="en-US"/>
        </w:rPr>
        <w:t>ru</w:t>
      </w:r>
      <w:r w:rsidRPr="00974144">
        <w:t>.</w:t>
      </w:r>
    </w:p>
    <w:p w:rsidR="007171D8" w:rsidRPr="00974144" w:rsidRDefault="007171D8" w:rsidP="007171D8">
      <w:pPr>
        <w:pStyle w:val="12"/>
      </w:pPr>
      <w:r w:rsidRPr="00974144">
        <w:t xml:space="preserve">В домене </w:t>
      </w:r>
      <w:r w:rsidRPr="00974144">
        <w:rPr>
          <w:lang w:val="en-US"/>
        </w:rPr>
        <w:t>bridgetoll</w:t>
      </w:r>
      <w:r w:rsidRPr="00974144">
        <w:t>.</w:t>
      </w:r>
      <w:r w:rsidRPr="00974144">
        <w:rPr>
          <w:lang w:val="en-US"/>
        </w:rPr>
        <w:t>ru</w:t>
      </w:r>
      <w:r w:rsidR="0095203E" w:rsidRPr="00974144">
        <w:t xml:space="preserve"> должны быть созданы</w:t>
      </w:r>
      <w:r w:rsidRPr="00974144">
        <w:t xml:space="preserve"> следующие пользователи:</w:t>
      </w:r>
    </w:p>
    <w:p w:rsidR="007171D8" w:rsidRPr="00974144" w:rsidRDefault="007171D8" w:rsidP="007171D8">
      <w:pPr>
        <w:pStyle w:val="-0"/>
      </w:pPr>
      <w:r w:rsidRPr="00974144">
        <w:rPr>
          <w:lang w:val="en-US"/>
        </w:rPr>
        <w:t>astaskerbrt</w:t>
      </w:r>
      <w:r w:rsidRPr="00974144">
        <w:t xml:space="preserve"> с паролем </w:t>
      </w:r>
      <w:r w:rsidRPr="00974144">
        <w:rPr>
          <w:lang w:val="en-US"/>
        </w:rPr>
        <w:t>P</w:t>
      </w:r>
      <w:r w:rsidRPr="00974144">
        <w:t>@</w:t>
      </w:r>
      <w:r w:rsidRPr="00974144">
        <w:rPr>
          <w:lang w:val="en-US"/>
        </w:rPr>
        <w:t>ssw</w:t>
      </w:r>
      <w:r w:rsidRPr="00974144">
        <w:t>0</w:t>
      </w:r>
      <w:r w:rsidRPr="00974144">
        <w:rPr>
          <w:lang w:val="en-US"/>
        </w:rPr>
        <w:t>rd</w:t>
      </w:r>
      <w:r w:rsidRPr="00974144">
        <w:t>;</w:t>
      </w:r>
    </w:p>
    <w:p w:rsidR="007171D8" w:rsidRPr="00974144" w:rsidRDefault="007171D8" w:rsidP="007171D8">
      <w:pPr>
        <w:pStyle w:val="-0"/>
        <w:rPr>
          <w:lang w:val="en-US"/>
        </w:rPr>
      </w:pPr>
      <w:r w:rsidRPr="00974144">
        <w:rPr>
          <w:lang w:val="en-US"/>
        </w:rPr>
        <w:t xml:space="preserve">spnstation1 c </w:t>
      </w:r>
      <w:r w:rsidRPr="00974144">
        <w:t>паролем</w:t>
      </w:r>
      <w:r w:rsidRPr="00974144">
        <w:rPr>
          <w:lang w:val="en-US"/>
        </w:rPr>
        <w:t xml:space="preserve"> P@ssw0rdSTAT1;</w:t>
      </w:r>
    </w:p>
    <w:p w:rsidR="007171D8" w:rsidRPr="00974144" w:rsidRDefault="007171D8" w:rsidP="007171D8">
      <w:pPr>
        <w:pStyle w:val="-0"/>
        <w:rPr>
          <w:lang w:val="en-US"/>
        </w:rPr>
      </w:pPr>
      <w:r w:rsidRPr="00974144">
        <w:rPr>
          <w:lang w:val="en-US"/>
        </w:rPr>
        <w:t xml:space="preserve">spnmaster c </w:t>
      </w:r>
      <w:r w:rsidRPr="00974144">
        <w:t>паролем</w:t>
      </w:r>
      <w:r w:rsidRPr="00974144">
        <w:rPr>
          <w:lang w:val="en-US"/>
        </w:rPr>
        <w:t xml:space="preserve"> P@ssw0rdMASTER.</w:t>
      </w:r>
    </w:p>
    <w:p w:rsidR="007171D8" w:rsidRPr="00974144" w:rsidRDefault="007171D8" w:rsidP="002F2770">
      <w:pPr>
        <w:pStyle w:val="12"/>
      </w:pPr>
      <w:r w:rsidRPr="00974144">
        <w:t xml:space="preserve">На контроллере домена должен быть поднят </w:t>
      </w:r>
      <w:r w:rsidRPr="00974144">
        <w:rPr>
          <w:lang w:val="en-US"/>
        </w:rPr>
        <w:t>DNS</w:t>
      </w:r>
      <w:r w:rsidRPr="00974144">
        <w:t xml:space="preserve"> сервер для домена </w:t>
      </w:r>
      <w:r w:rsidRPr="00974144">
        <w:rPr>
          <w:lang w:val="en-US"/>
        </w:rPr>
        <w:t>bridgetoll</w:t>
      </w:r>
      <w:r w:rsidRPr="00974144">
        <w:t>.</w:t>
      </w:r>
      <w:r w:rsidRPr="00974144">
        <w:rPr>
          <w:lang w:val="en-US"/>
        </w:rPr>
        <w:t>ru</w:t>
      </w:r>
    </w:p>
    <w:p w:rsidR="005568EB" w:rsidRPr="00974144" w:rsidRDefault="00E0071D" w:rsidP="00E64E02">
      <w:pPr>
        <w:pStyle w:val="-13"/>
      </w:pPr>
      <w:bookmarkStart w:id="37" w:name="_Toc113627475"/>
      <w:r w:rsidRPr="00974144">
        <w:t>Установка ПО 1-го уровня</w:t>
      </w:r>
      <w:bookmarkEnd w:id="37"/>
    </w:p>
    <w:p w:rsidR="008F4B0A" w:rsidRPr="00974144" w:rsidRDefault="006957FD" w:rsidP="006957FD">
      <w:pPr>
        <w:pStyle w:val="-b"/>
      </w:pPr>
      <w:r w:rsidRPr="00974144">
        <w:t xml:space="preserve">Установочный комплект размещен на </w:t>
      </w:r>
      <w:r w:rsidRPr="00974144">
        <w:rPr>
          <w:lang w:val="en-US"/>
        </w:rPr>
        <w:t>DVD</w:t>
      </w:r>
      <w:r w:rsidRPr="00974144">
        <w:t xml:space="preserve"> диске. </w:t>
      </w:r>
      <w:r w:rsidR="0021141D" w:rsidRPr="00974144">
        <w:t>Установочный файл для</w:t>
      </w:r>
      <w:r w:rsidRPr="00974144">
        <w:t xml:space="preserve"> каждого сервера </w:t>
      </w:r>
      <w:r w:rsidR="002350AA" w:rsidRPr="00974144">
        <w:t>расположен</w:t>
      </w:r>
      <w:r w:rsidR="0021141D" w:rsidRPr="00974144">
        <w:t xml:space="preserve"> в соответственно поименованной</w:t>
      </w:r>
      <w:r w:rsidRPr="00974144">
        <w:t xml:space="preserve"> папк</w:t>
      </w:r>
      <w:r w:rsidR="0021141D" w:rsidRPr="00974144">
        <w:t>е</w:t>
      </w:r>
      <w:r w:rsidRPr="00974144">
        <w:t xml:space="preserve">, кроме серверов </w:t>
      </w:r>
      <w:r w:rsidRPr="00974144">
        <w:rPr>
          <w:lang w:val="en-US"/>
        </w:rPr>
        <w:t>strip</w:t>
      </w:r>
      <w:r w:rsidRPr="00974144">
        <w:t xml:space="preserve"> – для них </w:t>
      </w:r>
      <w:r w:rsidR="002350AA" w:rsidRPr="00974144">
        <w:t xml:space="preserve">создана </w:t>
      </w:r>
      <w:r w:rsidRPr="00974144">
        <w:t>общая установочная папка</w:t>
      </w:r>
      <w:r w:rsidR="0021141D" w:rsidRPr="00974144">
        <w:t xml:space="preserve"> «</w:t>
      </w:r>
      <w:r w:rsidR="0021141D" w:rsidRPr="00974144">
        <w:rPr>
          <w:lang w:val="en-US"/>
        </w:rPr>
        <w:t>strip</w:t>
      </w:r>
      <w:r w:rsidR="0021141D" w:rsidRPr="00974144">
        <w:t>»</w:t>
      </w:r>
      <w:r w:rsidRPr="00974144">
        <w:t>. Установка производится под учётной записью суперпользователя (root).</w:t>
      </w:r>
      <w:r w:rsidR="00386436" w:rsidRPr="00974144">
        <w:t xml:space="preserve"> </w:t>
      </w:r>
    </w:p>
    <w:p w:rsidR="00E72C68" w:rsidRPr="00974144" w:rsidRDefault="00386436" w:rsidP="006957FD">
      <w:pPr>
        <w:pStyle w:val="-b"/>
      </w:pPr>
      <w:r w:rsidRPr="00974144">
        <w:t>Данные о ресурсах первого уровня СВП представлены</w:t>
      </w:r>
      <w:r w:rsidR="008F4B0A" w:rsidRPr="00974144">
        <w:t xml:space="preserve"> в таблице </w:t>
      </w:r>
      <w:r w:rsidR="008F4B0A" w:rsidRPr="00974144">
        <w:fldChar w:fldCharType="begin"/>
      </w:r>
      <w:r w:rsidR="008F4B0A" w:rsidRPr="00974144">
        <w:instrText xml:space="preserve"> REF _Ref87883460 \h </w:instrText>
      </w:r>
      <w:r w:rsidR="008F4B0A" w:rsidRPr="00974144">
        <w:fldChar w:fldCharType="separate"/>
      </w:r>
      <w:r w:rsidR="004C33B6" w:rsidRPr="00974144">
        <w:rPr>
          <w:noProof/>
        </w:rPr>
        <w:t>2</w:t>
      </w:r>
      <w:r w:rsidR="008F4B0A" w:rsidRPr="00974144">
        <w:fldChar w:fldCharType="end"/>
      </w:r>
      <w:r w:rsidR="007B1445" w:rsidRPr="00974144">
        <w:t>, где х-номер полосы</w:t>
      </w:r>
    </w:p>
    <w:p w:rsidR="00B95C7A" w:rsidRPr="00974144" w:rsidRDefault="008F4B0A" w:rsidP="00386436">
      <w:pPr>
        <w:pStyle w:val="-fff5"/>
      </w:pPr>
      <w:r w:rsidRPr="00974144">
        <w:t xml:space="preserve">Таблица </w:t>
      </w:r>
      <w:r w:rsidR="0077051D" w:rsidRPr="00974144">
        <w:rPr>
          <w:noProof/>
        </w:rPr>
        <w:fldChar w:fldCharType="begin"/>
      </w:r>
      <w:r w:rsidR="0077051D" w:rsidRPr="00974144">
        <w:rPr>
          <w:noProof/>
        </w:rPr>
        <w:instrText xml:space="preserve"> SEQ Таблица \* ARABIC </w:instrText>
      </w:r>
      <w:r w:rsidR="0077051D" w:rsidRPr="00974144">
        <w:rPr>
          <w:noProof/>
        </w:rPr>
        <w:fldChar w:fldCharType="separate"/>
      </w:r>
      <w:bookmarkStart w:id="38" w:name="_Ref87883460"/>
      <w:r w:rsidR="004C33B6" w:rsidRPr="00974144">
        <w:rPr>
          <w:noProof/>
        </w:rPr>
        <w:t>2</w:t>
      </w:r>
      <w:bookmarkEnd w:id="38"/>
      <w:r w:rsidR="0077051D" w:rsidRPr="00974144">
        <w:rPr>
          <w:noProof/>
        </w:rPr>
        <w:fldChar w:fldCharType="end"/>
      </w:r>
      <w:r w:rsidR="00386436" w:rsidRPr="00974144">
        <w:t xml:space="preserve"> – Ресурсы первого уровня</w:t>
      </w:r>
    </w:p>
    <w:tbl>
      <w:tblPr>
        <w:tblW w:w="9498" w:type="dxa"/>
        <w:tblInd w:w="-10" w:type="dxa"/>
        <w:tblLook w:val="04A0" w:firstRow="1" w:lastRow="0" w:firstColumn="1" w:lastColumn="0" w:noHBand="0" w:noVBand="1"/>
      </w:tblPr>
      <w:tblGrid>
        <w:gridCol w:w="4820"/>
        <w:gridCol w:w="2693"/>
        <w:gridCol w:w="1985"/>
      </w:tblGrid>
      <w:tr w:rsidR="00974144" w:rsidRPr="00974144" w:rsidTr="005568EB">
        <w:trPr>
          <w:trHeight w:val="300"/>
        </w:trPr>
        <w:tc>
          <w:tcPr>
            <w:tcW w:w="48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b/>
                <w:bCs/>
                <w:sz w:val="22"/>
                <w:szCs w:val="22"/>
                <w:lang w:eastAsia="ru-RU"/>
              </w:rPr>
            </w:pPr>
            <w:r w:rsidRPr="00974144">
              <w:rPr>
                <w:rFonts w:eastAsia="Times New Roman"/>
                <w:b/>
                <w:bCs/>
                <w:sz w:val="22"/>
                <w:szCs w:val="22"/>
                <w:lang w:eastAsia="ru-RU"/>
              </w:rPr>
              <w:t>Назначение</w:t>
            </w:r>
          </w:p>
        </w:tc>
        <w:tc>
          <w:tcPr>
            <w:tcW w:w="2693" w:type="dxa"/>
            <w:tcBorders>
              <w:top w:val="single" w:sz="8" w:space="0" w:color="auto"/>
              <w:left w:val="nil"/>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b/>
                <w:bCs/>
                <w:sz w:val="22"/>
                <w:szCs w:val="22"/>
                <w:lang w:eastAsia="ru-RU"/>
              </w:rPr>
            </w:pPr>
            <w:r w:rsidRPr="00974144">
              <w:rPr>
                <w:rFonts w:eastAsia="Times New Roman"/>
                <w:b/>
                <w:bCs/>
                <w:sz w:val="22"/>
                <w:szCs w:val="22"/>
                <w:lang w:eastAsia="ru-RU"/>
              </w:rPr>
              <w:t>Тип</w:t>
            </w:r>
          </w:p>
        </w:tc>
        <w:tc>
          <w:tcPr>
            <w:tcW w:w="1985" w:type="dxa"/>
            <w:tcBorders>
              <w:top w:val="single" w:sz="8" w:space="0" w:color="auto"/>
              <w:left w:val="nil"/>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b/>
                <w:bCs/>
                <w:sz w:val="22"/>
                <w:szCs w:val="22"/>
                <w:lang w:eastAsia="ru-RU"/>
              </w:rPr>
            </w:pPr>
            <w:r w:rsidRPr="00974144">
              <w:rPr>
                <w:rFonts w:eastAsia="Times New Roman"/>
                <w:b/>
                <w:bCs/>
                <w:sz w:val="22"/>
                <w:szCs w:val="22"/>
                <w:lang w:eastAsia="ru-RU"/>
              </w:rPr>
              <w:t>Имя</w:t>
            </w:r>
          </w:p>
        </w:tc>
      </w:tr>
      <w:tr w:rsidR="00974144" w:rsidRPr="00974144" w:rsidTr="005568EB">
        <w:trPr>
          <w:trHeight w:val="300"/>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Сервер полосы</w:t>
            </w:r>
          </w:p>
        </w:tc>
        <w:tc>
          <w:tcPr>
            <w:tcW w:w="2693" w:type="dxa"/>
            <w:tcBorders>
              <w:top w:val="nil"/>
              <w:left w:val="nil"/>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Host</w:t>
            </w:r>
          </w:p>
        </w:tc>
        <w:tc>
          <w:tcPr>
            <w:tcW w:w="1985" w:type="dxa"/>
            <w:tcBorders>
              <w:top w:val="nil"/>
              <w:left w:val="nil"/>
              <w:bottom w:val="single" w:sz="4" w:space="0" w:color="auto"/>
              <w:right w:val="single" w:sz="4" w:space="0" w:color="auto"/>
            </w:tcBorders>
            <w:shd w:val="clear" w:color="auto" w:fill="auto"/>
            <w:noWrap/>
            <w:vAlign w:val="bottom"/>
            <w:hideMark/>
          </w:tcPr>
          <w:p w:rsidR="005568EB" w:rsidRPr="00974144" w:rsidRDefault="007B1445" w:rsidP="00B95C7A">
            <w:pPr>
              <w:spacing w:line="240" w:lineRule="auto"/>
              <w:jc w:val="left"/>
              <w:rPr>
                <w:rFonts w:eastAsia="Times New Roman"/>
                <w:sz w:val="22"/>
                <w:szCs w:val="22"/>
                <w:lang w:eastAsia="ru-RU"/>
              </w:rPr>
            </w:pPr>
            <w:r w:rsidRPr="00974144">
              <w:rPr>
                <w:rFonts w:eastAsia="Times New Roman"/>
                <w:sz w:val="22"/>
                <w:szCs w:val="22"/>
                <w:lang w:eastAsia="ru-RU"/>
              </w:rPr>
              <w:t>strip1-x</w:t>
            </w:r>
          </w:p>
        </w:tc>
      </w:tr>
      <w:tr w:rsidR="00974144" w:rsidRPr="00974144" w:rsidTr="005568EB">
        <w:trPr>
          <w:trHeight w:val="300"/>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АРМ кассира-оператора</w:t>
            </w:r>
          </w:p>
        </w:tc>
        <w:tc>
          <w:tcPr>
            <w:tcW w:w="2693" w:type="dxa"/>
            <w:tcBorders>
              <w:top w:val="nil"/>
              <w:left w:val="nil"/>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Host</w:t>
            </w:r>
          </w:p>
        </w:tc>
        <w:tc>
          <w:tcPr>
            <w:tcW w:w="1985" w:type="dxa"/>
            <w:tcBorders>
              <w:top w:val="nil"/>
              <w:left w:val="nil"/>
              <w:bottom w:val="single" w:sz="4" w:space="0" w:color="auto"/>
              <w:right w:val="single" w:sz="4" w:space="0" w:color="auto"/>
            </w:tcBorders>
            <w:shd w:val="clear" w:color="auto" w:fill="auto"/>
            <w:noWrap/>
            <w:vAlign w:val="bottom"/>
            <w:hideMark/>
          </w:tcPr>
          <w:p w:rsidR="005568EB" w:rsidRPr="00974144" w:rsidRDefault="007B1445" w:rsidP="00B95C7A">
            <w:pPr>
              <w:spacing w:line="240" w:lineRule="auto"/>
              <w:jc w:val="left"/>
              <w:rPr>
                <w:rFonts w:eastAsia="Times New Roman"/>
                <w:sz w:val="22"/>
                <w:szCs w:val="22"/>
                <w:lang w:eastAsia="ru-RU"/>
              </w:rPr>
            </w:pPr>
            <w:r w:rsidRPr="00974144">
              <w:rPr>
                <w:rFonts w:eastAsia="Times New Roman"/>
                <w:sz w:val="22"/>
                <w:szCs w:val="22"/>
                <w:lang w:eastAsia="ru-RU"/>
              </w:rPr>
              <w:t>cashier1-x</w:t>
            </w:r>
          </w:p>
        </w:tc>
      </w:tr>
      <w:tr w:rsidR="00974144" w:rsidRPr="00974144" w:rsidTr="005568EB">
        <w:trPr>
          <w:trHeight w:val="300"/>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Контроллер оборудования</w:t>
            </w:r>
          </w:p>
        </w:tc>
        <w:tc>
          <w:tcPr>
            <w:tcW w:w="2693" w:type="dxa"/>
            <w:tcBorders>
              <w:top w:val="nil"/>
              <w:left w:val="nil"/>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Cntrl</w:t>
            </w:r>
          </w:p>
        </w:tc>
        <w:tc>
          <w:tcPr>
            <w:tcW w:w="1985" w:type="dxa"/>
            <w:tcBorders>
              <w:top w:val="nil"/>
              <w:left w:val="nil"/>
              <w:bottom w:val="single" w:sz="4" w:space="0" w:color="auto"/>
              <w:right w:val="single" w:sz="4" w:space="0" w:color="auto"/>
            </w:tcBorders>
            <w:shd w:val="clear" w:color="auto" w:fill="auto"/>
            <w:noWrap/>
            <w:vAlign w:val="bottom"/>
            <w:hideMark/>
          </w:tcPr>
          <w:p w:rsidR="005568EB" w:rsidRPr="00974144" w:rsidRDefault="007B1445" w:rsidP="00B95C7A">
            <w:pPr>
              <w:spacing w:line="240" w:lineRule="auto"/>
              <w:jc w:val="left"/>
              <w:rPr>
                <w:rFonts w:eastAsia="Times New Roman"/>
                <w:sz w:val="22"/>
                <w:szCs w:val="22"/>
                <w:lang w:eastAsia="ru-RU"/>
              </w:rPr>
            </w:pPr>
            <w:r w:rsidRPr="00974144">
              <w:rPr>
                <w:rFonts w:eastAsia="Times New Roman"/>
                <w:sz w:val="22"/>
                <w:szCs w:val="22"/>
                <w:lang w:eastAsia="ru-RU"/>
              </w:rPr>
              <w:t>MK210-1-x</w:t>
            </w:r>
          </w:p>
        </w:tc>
      </w:tr>
      <w:tr w:rsidR="00974144" w:rsidRPr="00974144" w:rsidTr="005568EB">
        <w:trPr>
          <w:trHeight w:val="300"/>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Преклассификатор</w:t>
            </w:r>
          </w:p>
        </w:tc>
        <w:tc>
          <w:tcPr>
            <w:tcW w:w="2693" w:type="dxa"/>
            <w:tcBorders>
              <w:top w:val="nil"/>
              <w:left w:val="nil"/>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Cntrl</w:t>
            </w:r>
          </w:p>
        </w:tc>
        <w:tc>
          <w:tcPr>
            <w:tcW w:w="1985" w:type="dxa"/>
            <w:tcBorders>
              <w:top w:val="nil"/>
              <w:left w:val="nil"/>
              <w:bottom w:val="single" w:sz="4" w:space="0" w:color="auto"/>
              <w:right w:val="single" w:sz="4" w:space="0" w:color="auto"/>
            </w:tcBorders>
            <w:shd w:val="clear" w:color="auto" w:fill="auto"/>
            <w:noWrap/>
            <w:vAlign w:val="bottom"/>
            <w:hideMark/>
          </w:tcPr>
          <w:p w:rsidR="005568EB" w:rsidRPr="00974144" w:rsidRDefault="007B1445" w:rsidP="00B95C7A">
            <w:pPr>
              <w:spacing w:line="240" w:lineRule="auto"/>
              <w:jc w:val="left"/>
              <w:rPr>
                <w:rFonts w:eastAsia="Times New Roman"/>
                <w:sz w:val="22"/>
                <w:szCs w:val="22"/>
                <w:lang w:eastAsia="ru-RU"/>
              </w:rPr>
            </w:pPr>
            <w:r w:rsidRPr="00974144">
              <w:rPr>
                <w:rFonts w:eastAsia="Times New Roman"/>
                <w:sz w:val="22"/>
                <w:szCs w:val="22"/>
                <w:lang w:eastAsia="ru-RU"/>
              </w:rPr>
              <w:t>PLK160-1-x</w:t>
            </w:r>
            <w:r w:rsidR="005568EB" w:rsidRPr="00974144">
              <w:rPr>
                <w:rFonts w:eastAsia="Times New Roman"/>
                <w:sz w:val="22"/>
                <w:szCs w:val="22"/>
                <w:lang w:eastAsia="ru-RU"/>
              </w:rPr>
              <w:t>-1</w:t>
            </w:r>
          </w:p>
        </w:tc>
      </w:tr>
      <w:tr w:rsidR="00974144" w:rsidRPr="00974144" w:rsidTr="005568EB">
        <w:trPr>
          <w:trHeight w:val="300"/>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Постклассификатор</w:t>
            </w:r>
          </w:p>
        </w:tc>
        <w:tc>
          <w:tcPr>
            <w:tcW w:w="2693" w:type="dxa"/>
            <w:tcBorders>
              <w:top w:val="nil"/>
              <w:left w:val="nil"/>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Cntrl</w:t>
            </w:r>
          </w:p>
        </w:tc>
        <w:tc>
          <w:tcPr>
            <w:tcW w:w="1985" w:type="dxa"/>
            <w:tcBorders>
              <w:top w:val="nil"/>
              <w:left w:val="nil"/>
              <w:bottom w:val="single" w:sz="4" w:space="0" w:color="auto"/>
              <w:right w:val="single" w:sz="4" w:space="0" w:color="auto"/>
            </w:tcBorders>
            <w:shd w:val="clear" w:color="auto" w:fill="auto"/>
            <w:noWrap/>
            <w:vAlign w:val="bottom"/>
            <w:hideMark/>
          </w:tcPr>
          <w:p w:rsidR="005568EB" w:rsidRPr="00974144" w:rsidRDefault="007B1445" w:rsidP="00B95C7A">
            <w:pPr>
              <w:spacing w:line="240" w:lineRule="auto"/>
              <w:jc w:val="left"/>
              <w:rPr>
                <w:rFonts w:eastAsia="Times New Roman"/>
                <w:sz w:val="22"/>
                <w:szCs w:val="22"/>
                <w:lang w:eastAsia="ru-RU"/>
              </w:rPr>
            </w:pPr>
            <w:r w:rsidRPr="00974144">
              <w:rPr>
                <w:rFonts w:eastAsia="Times New Roman"/>
                <w:sz w:val="22"/>
                <w:szCs w:val="22"/>
                <w:lang w:eastAsia="ru-RU"/>
              </w:rPr>
              <w:t>PLK160-1-x</w:t>
            </w:r>
            <w:r w:rsidR="005568EB" w:rsidRPr="00974144">
              <w:rPr>
                <w:rFonts w:eastAsia="Times New Roman"/>
                <w:sz w:val="22"/>
                <w:szCs w:val="22"/>
                <w:lang w:eastAsia="ru-RU"/>
              </w:rPr>
              <w:t>-2</w:t>
            </w:r>
          </w:p>
        </w:tc>
      </w:tr>
      <w:tr w:rsidR="00974144" w:rsidRPr="00974144" w:rsidTr="005568EB">
        <w:trPr>
          <w:trHeight w:val="300"/>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Видеокамера с ГРЗ</w:t>
            </w:r>
          </w:p>
        </w:tc>
        <w:tc>
          <w:tcPr>
            <w:tcW w:w="2693" w:type="dxa"/>
            <w:tcBorders>
              <w:top w:val="nil"/>
              <w:left w:val="nil"/>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Unit</w:t>
            </w:r>
          </w:p>
        </w:tc>
        <w:tc>
          <w:tcPr>
            <w:tcW w:w="1985" w:type="dxa"/>
            <w:tcBorders>
              <w:top w:val="nil"/>
              <w:left w:val="nil"/>
              <w:bottom w:val="single" w:sz="4" w:space="0" w:color="auto"/>
              <w:right w:val="single" w:sz="4" w:space="0" w:color="auto"/>
            </w:tcBorders>
            <w:shd w:val="clear" w:color="auto" w:fill="auto"/>
            <w:noWrap/>
            <w:vAlign w:val="bottom"/>
            <w:hideMark/>
          </w:tcPr>
          <w:p w:rsidR="005568EB" w:rsidRPr="00974144" w:rsidRDefault="007B1445" w:rsidP="00B95C7A">
            <w:pPr>
              <w:spacing w:line="240" w:lineRule="auto"/>
              <w:jc w:val="left"/>
              <w:rPr>
                <w:rFonts w:eastAsia="Times New Roman"/>
                <w:sz w:val="22"/>
                <w:szCs w:val="22"/>
                <w:lang w:eastAsia="ru-RU"/>
              </w:rPr>
            </w:pPr>
            <w:r w:rsidRPr="00974144">
              <w:rPr>
                <w:rFonts w:eastAsia="Times New Roman"/>
                <w:sz w:val="22"/>
                <w:szCs w:val="22"/>
                <w:lang w:eastAsia="ru-RU"/>
              </w:rPr>
              <w:t>videostrip1-x</w:t>
            </w:r>
          </w:p>
        </w:tc>
      </w:tr>
      <w:tr w:rsidR="00974144" w:rsidRPr="00974144" w:rsidTr="005568EB">
        <w:trPr>
          <w:trHeight w:val="300"/>
        </w:trPr>
        <w:tc>
          <w:tcPr>
            <w:tcW w:w="4820" w:type="dxa"/>
            <w:tcBorders>
              <w:top w:val="nil"/>
              <w:left w:val="single" w:sz="8" w:space="0" w:color="auto"/>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Фискальный регистратор</w:t>
            </w:r>
          </w:p>
        </w:tc>
        <w:tc>
          <w:tcPr>
            <w:tcW w:w="2693" w:type="dxa"/>
            <w:tcBorders>
              <w:top w:val="nil"/>
              <w:left w:val="nil"/>
              <w:bottom w:val="single" w:sz="4"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Unit</w:t>
            </w:r>
          </w:p>
        </w:tc>
        <w:tc>
          <w:tcPr>
            <w:tcW w:w="1985" w:type="dxa"/>
            <w:tcBorders>
              <w:top w:val="nil"/>
              <w:left w:val="nil"/>
              <w:bottom w:val="single" w:sz="4" w:space="0" w:color="auto"/>
              <w:right w:val="single" w:sz="4" w:space="0" w:color="auto"/>
            </w:tcBorders>
            <w:shd w:val="clear" w:color="auto" w:fill="auto"/>
            <w:noWrap/>
            <w:vAlign w:val="bottom"/>
            <w:hideMark/>
          </w:tcPr>
          <w:p w:rsidR="005568EB" w:rsidRPr="00974144" w:rsidRDefault="005568EB" w:rsidP="007B1445">
            <w:pPr>
              <w:spacing w:line="240" w:lineRule="auto"/>
              <w:jc w:val="left"/>
              <w:rPr>
                <w:rFonts w:eastAsia="Times New Roman"/>
                <w:sz w:val="22"/>
                <w:szCs w:val="22"/>
                <w:lang w:val="en-US" w:eastAsia="ru-RU"/>
              </w:rPr>
            </w:pPr>
            <w:r w:rsidRPr="00974144">
              <w:rPr>
                <w:rFonts w:eastAsia="Times New Roman"/>
                <w:sz w:val="22"/>
                <w:szCs w:val="22"/>
                <w:lang w:eastAsia="ru-RU"/>
              </w:rPr>
              <w:t>FR1-</w:t>
            </w:r>
            <w:r w:rsidR="007B1445" w:rsidRPr="00974144">
              <w:rPr>
                <w:rFonts w:eastAsia="Times New Roman"/>
                <w:sz w:val="22"/>
                <w:szCs w:val="22"/>
                <w:lang w:val="en-US" w:eastAsia="ru-RU"/>
              </w:rPr>
              <w:t>x</w:t>
            </w:r>
          </w:p>
        </w:tc>
      </w:tr>
      <w:tr w:rsidR="00974144" w:rsidRPr="00974144" w:rsidTr="005568EB">
        <w:trPr>
          <w:trHeight w:val="315"/>
        </w:trPr>
        <w:tc>
          <w:tcPr>
            <w:tcW w:w="4820" w:type="dxa"/>
            <w:tcBorders>
              <w:top w:val="nil"/>
              <w:left w:val="single" w:sz="8" w:space="0" w:color="auto"/>
              <w:bottom w:val="single" w:sz="8"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RFID-сканер</w:t>
            </w:r>
          </w:p>
        </w:tc>
        <w:tc>
          <w:tcPr>
            <w:tcW w:w="2693" w:type="dxa"/>
            <w:tcBorders>
              <w:top w:val="nil"/>
              <w:left w:val="nil"/>
              <w:bottom w:val="single" w:sz="8" w:space="0" w:color="auto"/>
              <w:right w:val="single" w:sz="4" w:space="0" w:color="auto"/>
            </w:tcBorders>
            <w:shd w:val="clear" w:color="auto" w:fill="auto"/>
            <w:noWrap/>
            <w:vAlign w:val="bottom"/>
            <w:hideMark/>
          </w:tcPr>
          <w:p w:rsidR="005568EB" w:rsidRPr="00974144" w:rsidRDefault="005568EB" w:rsidP="00B95C7A">
            <w:pPr>
              <w:spacing w:line="240" w:lineRule="auto"/>
              <w:jc w:val="left"/>
              <w:rPr>
                <w:rFonts w:eastAsia="Times New Roman"/>
                <w:sz w:val="22"/>
                <w:szCs w:val="22"/>
                <w:lang w:eastAsia="ru-RU"/>
              </w:rPr>
            </w:pPr>
            <w:r w:rsidRPr="00974144">
              <w:rPr>
                <w:rFonts w:eastAsia="Times New Roman"/>
                <w:sz w:val="22"/>
                <w:szCs w:val="22"/>
                <w:lang w:eastAsia="ru-RU"/>
              </w:rPr>
              <w:t>Unit</w:t>
            </w:r>
          </w:p>
        </w:tc>
        <w:tc>
          <w:tcPr>
            <w:tcW w:w="1985" w:type="dxa"/>
            <w:tcBorders>
              <w:top w:val="nil"/>
              <w:left w:val="nil"/>
              <w:bottom w:val="single" w:sz="8" w:space="0" w:color="auto"/>
              <w:right w:val="single" w:sz="4" w:space="0" w:color="auto"/>
            </w:tcBorders>
            <w:shd w:val="clear" w:color="auto" w:fill="auto"/>
            <w:noWrap/>
            <w:vAlign w:val="bottom"/>
            <w:hideMark/>
          </w:tcPr>
          <w:p w:rsidR="005568EB" w:rsidRPr="00974144" w:rsidRDefault="005568EB" w:rsidP="007B1445">
            <w:pPr>
              <w:spacing w:line="240" w:lineRule="auto"/>
              <w:jc w:val="left"/>
              <w:rPr>
                <w:rFonts w:eastAsia="Times New Roman"/>
                <w:sz w:val="22"/>
                <w:szCs w:val="22"/>
                <w:lang w:val="en-US" w:eastAsia="ru-RU"/>
              </w:rPr>
            </w:pPr>
            <w:r w:rsidRPr="00974144">
              <w:rPr>
                <w:rFonts w:eastAsia="Times New Roman"/>
                <w:sz w:val="22"/>
                <w:szCs w:val="22"/>
                <w:lang w:eastAsia="ru-RU"/>
              </w:rPr>
              <w:t>RFID1-</w:t>
            </w:r>
            <w:r w:rsidR="007B1445" w:rsidRPr="00974144">
              <w:rPr>
                <w:rFonts w:eastAsia="Times New Roman"/>
                <w:sz w:val="22"/>
                <w:szCs w:val="22"/>
                <w:lang w:val="en-US" w:eastAsia="ru-RU"/>
              </w:rPr>
              <w:t>x</w:t>
            </w:r>
          </w:p>
        </w:tc>
      </w:tr>
    </w:tbl>
    <w:p w:rsidR="005B7EB0" w:rsidRPr="00974144" w:rsidRDefault="005B7EB0" w:rsidP="005B7EB0"/>
    <w:p w:rsidR="00E02613" w:rsidRPr="00974144" w:rsidRDefault="00E02613" w:rsidP="007171D8">
      <w:pPr>
        <w:pStyle w:val="-22"/>
      </w:pPr>
      <w:bookmarkStart w:id="39" w:name="_Toc113627476"/>
      <w:r w:rsidRPr="00974144">
        <w:t>Последовательность установки</w:t>
      </w:r>
      <w:bookmarkEnd w:id="39"/>
    </w:p>
    <w:p w:rsidR="00E02613" w:rsidRPr="00974144" w:rsidRDefault="00E02613" w:rsidP="00E02613">
      <w:pPr>
        <w:pStyle w:val="-b"/>
      </w:pPr>
      <w:r w:rsidRPr="00974144">
        <w:t>Рекомендована следующая последовательность установки ПО:</w:t>
      </w:r>
    </w:p>
    <w:p w:rsidR="00E02613" w:rsidRPr="00974144" w:rsidRDefault="004B760D" w:rsidP="00A26A8D">
      <w:pPr>
        <w:pStyle w:val="12"/>
        <w:numPr>
          <w:ilvl w:val="0"/>
          <w:numId w:val="91"/>
        </w:numPr>
      </w:pPr>
      <w:r w:rsidRPr="00974144">
        <w:rPr>
          <w:lang w:val="en-US"/>
        </w:rPr>
        <w:t>Strip</w:t>
      </w:r>
      <w:r w:rsidRPr="00974144">
        <w:t>1</w:t>
      </w:r>
      <w:r w:rsidR="00E02613" w:rsidRPr="00974144">
        <w:t>-</w:t>
      </w:r>
      <w:r w:rsidR="00E02613" w:rsidRPr="00974144">
        <w:rPr>
          <w:lang w:val="en-US"/>
        </w:rPr>
        <w:t>x</w:t>
      </w:r>
      <w:r w:rsidR="00E02613" w:rsidRPr="00974144">
        <w:t xml:space="preserve">. </w:t>
      </w:r>
      <w:r w:rsidR="00E02613" w:rsidRPr="00974144">
        <w:rPr>
          <w:lang w:val="en-US"/>
        </w:rPr>
        <w:t>bridgetoll</w:t>
      </w:r>
      <w:r w:rsidR="00E02613" w:rsidRPr="00974144">
        <w:t>.</w:t>
      </w:r>
      <w:r w:rsidR="00E02613" w:rsidRPr="00974144">
        <w:rPr>
          <w:lang w:val="en-US"/>
        </w:rPr>
        <w:t>ru</w:t>
      </w:r>
      <w:r w:rsidR="00E02613" w:rsidRPr="00974144">
        <w:t xml:space="preserve"> , где х-номер полосы</w:t>
      </w:r>
      <w:r w:rsidRPr="00974144">
        <w:t>;</w:t>
      </w:r>
    </w:p>
    <w:p w:rsidR="00E02613" w:rsidRPr="00974144" w:rsidRDefault="00BE0BDD" w:rsidP="00E02613">
      <w:pPr>
        <w:pStyle w:val="12"/>
      </w:pPr>
      <w:r w:rsidRPr="00974144">
        <w:t>АРМ кассира-оператора</w:t>
      </w:r>
      <w:r w:rsidR="004B760D" w:rsidRPr="00974144">
        <w:t>.</w:t>
      </w:r>
    </w:p>
    <w:p w:rsidR="00E02613" w:rsidRPr="00974144" w:rsidRDefault="00076054" w:rsidP="007171D8">
      <w:pPr>
        <w:pStyle w:val="-22"/>
      </w:pPr>
      <w:bookmarkStart w:id="40" w:name="_Toc113627477"/>
      <w:r w:rsidRPr="00974144">
        <w:t xml:space="preserve">Процедура установки </w:t>
      </w:r>
      <w:r w:rsidR="00E14CDC" w:rsidRPr="00974144">
        <w:rPr>
          <w:lang w:val="en-US"/>
        </w:rPr>
        <w:t>Strip</w:t>
      </w:r>
      <w:r w:rsidR="00E14CDC" w:rsidRPr="00974144">
        <w:t>1-</w:t>
      </w:r>
      <w:r w:rsidR="00E14CDC" w:rsidRPr="00974144">
        <w:rPr>
          <w:lang w:val="en-US"/>
        </w:rPr>
        <w:t>x</w:t>
      </w:r>
      <w:r w:rsidR="00E14CDC" w:rsidRPr="00974144">
        <w:t xml:space="preserve">. </w:t>
      </w:r>
      <w:r w:rsidR="00E14CDC" w:rsidRPr="00974144">
        <w:rPr>
          <w:lang w:val="en-US"/>
        </w:rPr>
        <w:t>bridgetoll</w:t>
      </w:r>
      <w:r w:rsidR="00E14CDC" w:rsidRPr="00974144">
        <w:t>.</w:t>
      </w:r>
      <w:r w:rsidR="00E14CDC" w:rsidRPr="00974144">
        <w:rPr>
          <w:lang w:val="en-US"/>
        </w:rPr>
        <w:t>ru</w:t>
      </w:r>
      <w:bookmarkEnd w:id="40"/>
    </w:p>
    <w:p w:rsidR="00C5362A" w:rsidRPr="00974144" w:rsidRDefault="00C5362A" w:rsidP="00FB0F91">
      <w:pPr>
        <w:numPr>
          <w:ilvl w:val="0"/>
          <w:numId w:val="90"/>
        </w:numPr>
        <w:tabs>
          <w:tab w:val="left" w:pos="567"/>
          <w:tab w:val="left" w:pos="1620"/>
        </w:tabs>
        <w:ind w:left="1"/>
        <w:jc w:val="left"/>
        <w:rPr>
          <w:rFonts w:eastAsia="Times New Roman"/>
          <w:szCs w:val="20"/>
          <w:lang w:eastAsia="ru-RU"/>
        </w:rPr>
      </w:pPr>
      <w:r w:rsidRPr="00974144">
        <w:rPr>
          <w:rFonts w:eastAsia="Times New Roman"/>
          <w:szCs w:val="20"/>
          <w:lang w:eastAsia="ru-RU"/>
        </w:rPr>
        <w:t xml:space="preserve">Смонтируйте установочный </w:t>
      </w:r>
      <w:r w:rsidRPr="00974144">
        <w:rPr>
          <w:rFonts w:eastAsia="Times New Roman"/>
          <w:szCs w:val="20"/>
          <w:lang w:val="en-US" w:eastAsia="ru-RU"/>
        </w:rPr>
        <w:t>DVD</w:t>
      </w:r>
      <w:r w:rsidRPr="00974144">
        <w:rPr>
          <w:rFonts w:eastAsia="Times New Roman"/>
          <w:szCs w:val="20"/>
          <w:lang w:eastAsia="ru-RU"/>
        </w:rPr>
        <w:t xml:space="preserve"> (для примера и</w:t>
      </w:r>
      <w:r w:rsidRPr="00974144">
        <w:rPr>
          <w:rFonts w:eastAsia="Times New Roman"/>
          <w:szCs w:val="20"/>
          <w:lang w:val="en-US" w:eastAsia="ru-RU"/>
        </w:rPr>
        <w:t>c</w:t>
      </w:r>
      <w:r w:rsidRPr="00974144">
        <w:rPr>
          <w:rFonts w:eastAsia="Times New Roman"/>
          <w:szCs w:val="20"/>
          <w:lang w:eastAsia="ru-RU"/>
        </w:rPr>
        <w:t>пользуется точка монтирования /media/cdrom</w:t>
      </w:r>
      <w:r w:rsidR="00076054" w:rsidRPr="00974144">
        <w:rPr>
          <w:rFonts w:eastAsia="Times New Roman"/>
          <w:szCs w:val="20"/>
          <w:lang w:eastAsia="ru-RU"/>
        </w:rPr>
        <w:t>0</w:t>
      </w:r>
      <w:r w:rsidRPr="00974144">
        <w:rPr>
          <w:rFonts w:eastAsia="Times New Roman"/>
          <w:szCs w:val="20"/>
          <w:lang w:eastAsia="ru-RU"/>
        </w:rPr>
        <w:t>).</w:t>
      </w:r>
    </w:p>
    <w:p w:rsidR="00F22473" w:rsidRPr="00974144" w:rsidRDefault="00830A93" w:rsidP="00FB0F91">
      <w:pPr>
        <w:pStyle w:val="12"/>
        <w:numPr>
          <w:ilvl w:val="0"/>
          <w:numId w:val="90"/>
        </w:numPr>
        <w:jc w:val="left"/>
      </w:pPr>
      <w:r w:rsidRPr="00974144">
        <w:t>Выполните команду</w:t>
      </w:r>
      <w:r w:rsidR="00F22473" w:rsidRPr="00974144">
        <w:t xml:space="preserve"> cd /media/cdrom0/&lt;имя сервера&gt; ,</w:t>
      </w:r>
    </w:p>
    <w:p w:rsidR="00F22473" w:rsidRPr="00974144" w:rsidRDefault="00F22473" w:rsidP="00F22473">
      <w:pPr>
        <w:pStyle w:val="-b"/>
        <w:ind w:left="709" w:firstLine="0"/>
      </w:pPr>
      <w:r w:rsidRPr="00974144">
        <w:t xml:space="preserve"> где &lt;имя сервера&gt; фактическое имя сервера без учета домена, например</w:t>
      </w:r>
      <w:r w:rsidRPr="00974144">
        <w:br/>
      </w:r>
      <w:r w:rsidR="007B1445" w:rsidRPr="00974144">
        <w:t>cd /me</w:t>
      </w:r>
      <w:r w:rsidRPr="00974144">
        <w:t>dia/cdrom0/</w:t>
      </w:r>
      <w:r w:rsidR="007B1445" w:rsidRPr="00974144">
        <w:t>strip</w:t>
      </w:r>
    </w:p>
    <w:p w:rsidR="00F22473" w:rsidRPr="00974144" w:rsidRDefault="00F22473" w:rsidP="00FB0F91">
      <w:pPr>
        <w:pStyle w:val="12"/>
        <w:numPr>
          <w:ilvl w:val="0"/>
          <w:numId w:val="90"/>
        </w:numPr>
        <w:jc w:val="left"/>
      </w:pPr>
      <w:r w:rsidRPr="00974144">
        <w:t>Разархивир</w:t>
      </w:r>
      <w:r w:rsidR="00E14CDC" w:rsidRPr="00974144">
        <w:t>уйте</w:t>
      </w:r>
      <w:r w:rsidRPr="00974144">
        <w:t xml:space="preserve"> архив &lt;имя сервера.tar.gz&gt; во временную директорию, </w:t>
      </w:r>
      <w:r w:rsidR="009E1D4D" w:rsidRPr="00974144">
        <w:t>н</w:t>
      </w:r>
      <w:r w:rsidRPr="00974144">
        <w:t>апример:</w:t>
      </w:r>
    </w:p>
    <w:p w:rsidR="00F22473" w:rsidRPr="00974144" w:rsidRDefault="00F22473" w:rsidP="009E1D4D">
      <w:pPr>
        <w:pStyle w:val="-b"/>
        <w:rPr>
          <w:lang w:val="en-US"/>
        </w:rPr>
      </w:pPr>
      <w:r w:rsidRPr="00974144">
        <w:rPr>
          <w:lang w:val="en-US"/>
        </w:rPr>
        <w:t xml:space="preserve">tar -xvzf </w:t>
      </w:r>
      <w:r w:rsidR="00690E79" w:rsidRPr="00974144">
        <w:rPr>
          <w:lang w:val="en-US"/>
        </w:rPr>
        <w:t xml:space="preserve">stripx-x.tar.gz </w:t>
      </w:r>
      <w:r w:rsidRPr="00974144">
        <w:rPr>
          <w:lang w:val="en-US"/>
        </w:rPr>
        <w:t>/tmp</w:t>
      </w:r>
    </w:p>
    <w:p w:rsidR="00F22473" w:rsidRPr="00974144" w:rsidRDefault="00595389" w:rsidP="00FB0F91">
      <w:pPr>
        <w:pStyle w:val="12"/>
        <w:numPr>
          <w:ilvl w:val="0"/>
          <w:numId w:val="90"/>
        </w:numPr>
        <w:jc w:val="left"/>
      </w:pPr>
      <w:r w:rsidRPr="00974144">
        <w:t xml:space="preserve">Выполните команды: </w:t>
      </w:r>
    </w:p>
    <w:p w:rsidR="00595389" w:rsidRPr="00974144" w:rsidRDefault="00595389" w:rsidP="00595389">
      <w:pPr>
        <w:pStyle w:val="-b"/>
      </w:pPr>
      <w:r w:rsidRPr="00974144">
        <w:rPr>
          <w:lang w:val="en-US"/>
        </w:rPr>
        <w:t>cd</w:t>
      </w:r>
      <w:r w:rsidRPr="00974144">
        <w:t xml:space="preserve"> /</w:t>
      </w:r>
      <w:r w:rsidRPr="00974144">
        <w:rPr>
          <w:lang w:val="en-US"/>
        </w:rPr>
        <w:t>tmp</w:t>
      </w:r>
      <w:r w:rsidRPr="00974144">
        <w:t>/&lt;имя сервера&gt; например,</w:t>
      </w:r>
    </w:p>
    <w:p w:rsidR="00595389" w:rsidRPr="00974144" w:rsidRDefault="00595389" w:rsidP="00595389">
      <w:pPr>
        <w:pStyle w:val="-b"/>
      </w:pPr>
      <w:r w:rsidRPr="00974144">
        <w:t xml:space="preserve"> </w:t>
      </w:r>
      <w:r w:rsidRPr="00974144">
        <w:rPr>
          <w:lang w:val="en-US"/>
        </w:rPr>
        <w:t>cd</w:t>
      </w:r>
      <w:r w:rsidRPr="00974144">
        <w:t xml:space="preserve"> /</w:t>
      </w:r>
      <w:r w:rsidRPr="00974144">
        <w:rPr>
          <w:lang w:val="en-US"/>
        </w:rPr>
        <w:t>tmp</w:t>
      </w:r>
      <w:r w:rsidRPr="00974144">
        <w:t>/</w:t>
      </w:r>
      <w:r w:rsidR="00FC0FA7" w:rsidRPr="00974144">
        <w:rPr>
          <w:lang w:val="en-US"/>
        </w:rPr>
        <w:t>strip1-3</w:t>
      </w:r>
    </w:p>
    <w:p w:rsidR="00595389" w:rsidRPr="00974144" w:rsidRDefault="007B1445" w:rsidP="00595389">
      <w:pPr>
        <w:pStyle w:val="-b"/>
      </w:pPr>
      <w:r w:rsidRPr="00974144">
        <w:t>.</w:t>
      </w:r>
      <w:r w:rsidR="00595389" w:rsidRPr="00974144">
        <w:t>/</w:t>
      </w:r>
      <w:r w:rsidR="00595389" w:rsidRPr="00974144">
        <w:rPr>
          <w:lang w:val="en-US"/>
        </w:rPr>
        <w:t>install</w:t>
      </w:r>
      <w:r w:rsidR="00595389" w:rsidRPr="00974144">
        <w:t>.</w:t>
      </w:r>
      <w:r w:rsidR="00595389" w:rsidRPr="00974144">
        <w:rPr>
          <w:lang w:val="en-US"/>
        </w:rPr>
        <w:t>sh</w:t>
      </w:r>
    </w:p>
    <w:p w:rsidR="00C5362A" w:rsidRPr="00974144" w:rsidRDefault="00E15B46" w:rsidP="00FB0F91">
      <w:pPr>
        <w:pStyle w:val="12"/>
        <w:numPr>
          <w:ilvl w:val="0"/>
          <w:numId w:val="90"/>
        </w:numPr>
        <w:jc w:val="left"/>
      </w:pPr>
      <w:r w:rsidRPr="00974144">
        <w:t>Дожд</w:t>
      </w:r>
      <w:r w:rsidR="00E14CDC" w:rsidRPr="00974144">
        <w:t>ит</w:t>
      </w:r>
      <w:r w:rsidR="00BE0BDD" w:rsidRPr="00974144">
        <w:t>е</w:t>
      </w:r>
      <w:r w:rsidR="00E14CDC" w:rsidRPr="00974144">
        <w:t xml:space="preserve">сь </w:t>
      </w:r>
      <w:r w:rsidRPr="00974144">
        <w:t>окончания установки.</w:t>
      </w:r>
    </w:p>
    <w:p w:rsidR="00C5362A" w:rsidRPr="00974144" w:rsidRDefault="00C5362A" w:rsidP="005B7EB0"/>
    <w:p w:rsidR="00E14CDC" w:rsidRPr="00974144" w:rsidRDefault="00E14CDC" w:rsidP="007171D8">
      <w:pPr>
        <w:pStyle w:val="-22"/>
      </w:pPr>
      <w:bookmarkStart w:id="41" w:name="_Toc113627478"/>
      <w:r w:rsidRPr="00974144">
        <w:t xml:space="preserve">Процедура установки </w:t>
      </w:r>
      <w:r w:rsidR="00BE0BDD" w:rsidRPr="00974144">
        <w:t>ПО на АРМ кассира-оператора</w:t>
      </w:r>
      <w:bookmarkEnd w:id="41"/>
    </w:p>
    <w:p w:rsidR="00BE0BDD" w:rsidRPr="00974144" w:rsidRDefault="00BE0BDD" w:rsidP="007171D8">
      <w:pPr>
        <w:pStyle w:val="-30"/>
        <w:rPr>
          <w:rStyle w:val="hljs-selector-class"/>
        </w:rPr>
      </w:pPr>
      <w:bookmarkStart w:id="42" w:name="_Toc113627479"/>
      <w:r w:rsidRPr="00974144">
        <w:rPr>
          <w:rStyle w:val="hljs-selector-class"/>
        </w:rPr>
        <w:t>Установка фискального регистратора Ритейл-01</w:t>
      </w:r>
      <w:bookmarkEnd w:id="42"/>
    </w:p>
    <w:p w:rsidR="008C3886" w:rsidRPr="00974144" w:rsidRDefault="008C3886" w:rsidP="00A26A8D">
      <w:pPr>
        <w:pStyle w:val="12"/>
        <w:numPr>
          <w:ilvl w:val="0"/>
          <w:numId w:val="92"/>
        </w:numPr>
        <w:jc w:val="left"/>
      </w:pPr>
      <w:r w:rsidRPr="00974144">
        <w:t>Создайте учетную запись пользователя с правами администратора.</w:t>
      </w:r>
    </w:p>
    <w:p w:rsidR="008C3886" w:rsidRPr="00974144" w:rsidRDefault="00CA044F" w:rsidP="00A26A8D">
      <w:pPr>
        <w:pStyle w:val="12"/>
        <w:numPr>
          <w:ilvl w:val="0"/>
          <w:numId w:val="92"/>
        </w:numPr>
        <w:jc w:val="left"/>
      </w:pPr>
      <w:r w:rsidRPr="00974144">
        <w:t>Войдите в систему под созданной учетной записью пользователя с правами администратора.</w:t>
      </w:r>
    </w:p>
    <w:p w:rsidR="00BE0BDD" w:rsidRPr="00974144" w:rsidRDefault="004601C1" w:rsidP="00A26A8D">
      <w:pPr>
        <w:pStyle w:val="12"/>
        <w:numPr>
          <w:ilvl w:val="0"/>
          <w:numId w:val="92"/>
        </w:numPr>
        <w:jc w:val="left"/>
      </w:pPr>
      <w:r w:rsidRPr="00974144">
        <w:t>Установите д</w:t>
      </w:r>
      <w:r w:rsidR="00BE0BDD" w:rsidRPr="00974144">
        <w:t xml:space="preserve">райвер </w:t>
      </w:r>
      <w:r w:rsidRPr="00974144">
        <w:t>из папки «</w:t>
      </w:r>
      <w:r w:rsidR="00BE0BDD" w:rsidRPr="00974144">
        <w:t>Ритейл01</w:t>
      </w:r>
      <w:r w:rsidRPr="00974144">
        <w:t xml:space="preserve">», запустив файл </w:t>
      </w:r>
      <w:r w:rsidR="00BE0BDD" w:rsidRPr="00974144">
        <w:t>DrvFR_4.15_842.exe</w:t>
      </w:r>
      <w:r w:rsidR="0042350F" w:rsidRPr="00974144">
        <w:t>.</w:t>
      </w:r>
    </w:p>
    <w:p w:rsidR="00BE0BDD" w:rsidRPr="00974144" w:rsidRDefault="0042350F" w:rsidP="002469BA">
      <w:pPr>
        <w:pStyle w:val="12"/>
        <w:numPr>
          <w:ilvl w:val="0"/>
          <w:numId w:val="92"/>
        </w:numPr>
        <w:jc w:val="left"/>
        <w:rPr>
          <w:rStyle w:val="hljs-selector-class"/>
        </w:rPr>
      </w:pPr>
      <w:r w:rsidRPr="00974144">
        <w:t>Н</w:t>
      </w:r>
      <w:r w:rsidR="00F408B4" w:rsidRPr="00974144">
        <w:t>астройте</w:t>
      </w:r>
      <w:r w:rsidRPr="00974144">
        <w:t xml:space="preserve"> регистратор </w:t>
      </w:r>
      <w:r w:rsidR="00AF639D" w:rsidRPr="00974144">
        <w:t>согласно</w:t>
      </w:r>
      <w:r w:rsidRPr="00974144">
        <w:t xml:space="preserve"> </w:t>
      </w:r>
      <w:r w:rsidR="00F408B4" w:rsidRPr="00974144">
        <w:t>пунктам 1-13</w:t>
      </w:r>
      <w:r w:rsidRPr="00974144">
        <w:t xml:space="preserve"> инструкции производителя «Первоначальная настройка Ритейл 01Ф»</w:t>
      </w:r>
      <w:r w:rsidR="00F408B4" w:rsidRPr="00974144">
        <w:t xml:space="preserve"> (в папке «Ритейл01»)</w:t>
      </w:r>
      <w:r w:rsidRPr="00974144">
        <w:t>.</w:t>
      </w:r>
      <w:r w:rsidR="000D43CD" w:rsidRPr="00974144">
        <w:t xml:space="preserve"> </w:t>
      </w:r>
      <w:r w:rsidR="00BE0BDD" w:rsidRPr="00974144">
        <w:rPr>
          <w:rStyle w:val="hljs-selector-class"/>
        </w:rPr>
        <w:t>Настроить подключение к серверу можно через «Мастер фискализации»</w:t>
      </w:r>
      <w:r w:rsidR="00AF639D" w:rsidRPr="00974144">
        <w:rPr>
          <w:rStyle w:val="hljs-selector-class"/>
        </w:rPr>
        <w:t>.</w:t>
      </w:r>
    </w:p>
    <w:p w:rsidR="00AF639D" w:rsidRPr="00974144" w:rsidRDefault="00AF639D" w:rsidP="007171D8">
      <w:pPr>
        <w:pStyle w:val="-30"/>
        <w:rPr>
          <w:rStyle w:val="hljs-selector-class"/>
        </w:rPr>
      </w:pPr>
      <w:bookmarkStart w:id="43" w:name="_Toc113627480"/>
      <w:r w:rsidRPr="00974144">
        <w:rPr>
          <w:rStyle w:val="hljs-selector-class"/>
        </w:rPr>
        <w:t>Установка банковского терминала</w:t>
      </w:r>
      <w:bookmarkEnd w:id="43"/>
    </w:p>
    <w:p w:rsidR="00AF639D" w:rsidRPr="00974144" w:rsidRDefault="00BE0BDD" w:rsidP="00A26A8D">
      <w:pPr>
        <w:pStyle w:val="12"/>
        <w:numPr>
          <w:ilvl w:val="0"/>
          <w:numId w:val="93"/>
        </w:numPr>
        <w:jc w:val="left"/>
      </w:pPr>
      <w:r w:rsidRPr="00974144">
        <w:t>Подключит</w:t>
      </w:r>
      <w:r w:rsidR="00AF639D" w:rsidRPr="00974144">
        <w:t>е</w:t>
      </w:r>
      <w:r w:rsidRPr="00974144">
        <w:t xml:space="preserve"> устройство</w:t>
      </w:r>
      <w:r w:rsidR="00AF639D" w:rsidRPr="00974144">
        <w:t>.</w:t>
      </w:r>
    </w:p>
    <w:p w:rsidR="00AF639D" w:rsidRPr="00974144" w:rsidRDefault="00AF639D" w:rsidP="00A26A8D">
      <w:pPr>
        <w:pStyle w:val="12"/>
        <w:numPr>
          <w:ilvl w:val="0"/>
          <w:numId w:val="92"/>
        </w:numPr>
        <w:jc w:val="left"/>
        <w:rPr>
          <w:lang w:val="en-US"/>
        </w:rPr>
      </w:pPr>
      <w:r w:rsidRPr="00974144">
        <w:t>Установите</w:t>
      </w:r>
      <w:r w:rsidRPr="00974144">
        <w:rPr>
          <w:lang w:val="en-US"/>
        </w:rPr>
        <w:t xml:space="preserve"> </w:t>
      </w:r>
      <w:r w:rsidR="00BE0BDD" w:rsidRPr="00974144">
        <w:t>драйвер</w:t>
      </w:r>
      <w:r w:rsidR="00BE0BDD" w:rsidRPr="00974144">
        <w:rPr>
          <w:lang w:val="en-US"/>
        </w:rPr>
        <w:t xml:space="preserve"> IngenicoUSBDrivers_3.26_setup_SIGNED.exe</w:t>
      </w:r>
      <w:r w:rsidRPr="00974144">
        <w:rPr>
          <w:lang w:val="en-US"/>
        </w:rPr>
        <w:t>.</w:t>
      </w:r>
    </w:p>
    <w:p w:rsidR="00AF639D" w:rsidRPr="00974144" w:rsidRDefault="00AF639D" w:rsidP="00A26A8D">
      <w:pPr>
        <w:pStyle w:val="12"/>
        <w:numPr>
          <w:ilvl w:val="0"/>
          <w:numId w:val="92"/>
        </w:numPr>
        <w:jc w:val="left"/>
      </w:pPr>
      <w:r w:rsidRPr="00974144">
        <w:t>Убедитесь</w:t>
      </w:r>
      <w:r w:rsidR="00BE0BDD" w:rsidRPr="00974144">
        <w:t>, что в диспетчере устройств появился COM – порт Ingenico Lane3xxx</w:t>
      </w:r>
      <w:r w:rsidRPr="00974144">
        <w:t>.</w:t>
      </w:r>
    </w:p>
    <w:p w:rsidR="00AF639D" w:rsidRPr="00974144" w:rsidRDefault="00BE0BDD" w:rsidP="00A26A8D">
      <w:pPr>
        <w:pStyle w:val="12"/>
        <w:numPr>
          <w:ilvl w:val="0"/>
          <w:numId w:val="92"/>
        </w:numPr>
        <w:jc w:val="left"/>
      </w:pPr>
      <w:r w:rsidRPr="00974144">
        <w:t>Установит</w:t>
      </w:r>
      <w:r w:rsidR="00AF639D" w:rsidRPr="00974144">
        <w:t>е</w:t>
      </w:r>
      <w:r w:rsidRPr="00974144">
        <w:t xml:space="preserve"> ПО arcus2 arcus2_setup.zip</w:t>
      </w:r>
      <w:r w:rsidR="00AF639D" w:rsidRPr="00974144">
        <w:t>.</w:t>
      </w:r>
    </w:p>
    <w:p w:rsidR="00AF639D" w:rsidRPr="00974144" w:rsidRDefault="00AF639D" w:rsidP="00A26A8D">
      <w:pPr>
        <w:pStyle w:val="12"/>
        <w:numPr>
          <w:ilvl w:val="0"/>
          <w:numId w:val="92"/>
        </w:numPr>
        <w:jc w:val="left"/>
      </w:pPr>
      <w:r w:rsidRPr="00974144">
        <w:t>Н</w:t>
      </w:r>
      <w:r w:rsidR="00BE0BDD" w:rsidRPr="00974144">
        <w:t>астро</w:t>
      </w:r>
      <w:r w:rsidRPr="00974144">
        <w:t>йте</w:t>
      </w:r>
      <w:r w:rsidR="00BE0BDD" w:rsidRPr="00974144">
        <w:t xml:space="preserve"> COM порт по номеру из диспетчера устройств.</w:t>
      </w:r>
    </w:p>
    <w:p w:rsidR="00AF639D" w:rsidRPr="00974144" w:rsidRDefault="00AF639D" w:rsidP="00A26A8D">
      <w:pPr>
        <w:pStyle w:val="12"/>
        <w:numPr>
          <w:ilvl w:val="0"/>
          <w:numId w:val="92"/>
        </w:numPr>
        <w:jc w:val="left"/>
      </w:pPr>
      <w:r w:rsidRPr="00974144">
        <w:t xml:space="preserve">Настройте </w:t>
      </w:r>
      <w:r w:rsidR="00BE0BDD" w:rsidRPr="00974144">
        <w:t xml:space="preserve">устройство </w:t>
      </w:r>
      <w:r w:rsidRPr="00974144">
        <w:t xml:space="preserve">согласно инструкции </w:t>
      </w:r>
      <w:r w:rsidR="00BE0BDD" w:rsidRPr="00974144">
        <w:t>«терминал_инструкция.pdf», обязательно указа</w:t>
      </w:r>
      <w:r w:rsidRPr="00974144">
        <w:t xml:space="preserve">в </w:t>
      </w:r>
      <w:r w:rsidR="00BE0BDD" w:rsidRPr="00974144">
        <w:t>«Диалоги на кассе - НЕТ».</w:t>
      </w:r>
    </w:p>
    <w:p w:rsidR="00BE0BDD" w:rsidRPr="00974144" w:rsidRDefault="00BE0BDD" w:rsidP="00A26A8D">
      <w:pPr>
        <w:pStyle w:val="12"/>
        <w:numPr>
          <w:ilvl w:val="0"/>
          <w:numId w:val="92"/>
        </w:numPr>
        <w:jc w:val="left"/>
      </w:pPr>
      <w:r w:rsidRPr="00974144">
        <w:t>Провер</w:t>
      </w:r>
      <w:r w:rsidR="00AF639D" w:rsidRPr="00974144">
        <w:t>ьте</w:t>
      </w:r>
      <w:r w:rsidRPr="00974144">
        <w:t xml:space="preserve"> оплату (команды из C:\Arcus2\CommandLineTool).</w:t>
      </w:r>
    </w:p>
    <w:p w:rsidR="00BE0BDD" w:rsidRPr="00974144" w:rsidRDefault="00AF639D" w:rsidP="007171D8">
      <w:pPr>
        <w:pStyle w:val="-30"/>
        <w:rPr>
          <w:rStyle w:val="hljs-selector-class"/>
        </w:rPr>
      </w:pPr>
      <w:bookmarkStart w:id="44" w:name="_Toc113627481"/>
      <w:r w:rsidRPr="00974144">
        <w:rPr>
          <w:rStyle w:val="hljs-selector-class"/>
        </w:rPr>
        <w:t>Установка сервиса кассы</w:t>
      </w:r>
      <w:bookmarkEnd w:id="44"/>
    </w:p>
    <w:p w:rsidR="000B2D9E" w:rsidRPr="00974144" w:rsidRDefault="00BE0BDD" w:rsidP="00E64E0C">
      <w:pPr>
        <w:pStyle w:val="12"/>
        <w:numPr>
          <w:ilvl w:val="0"/>
          <w:numId w:val="102"/>
        </w:numPr>
        <w:jc w:val="left"/>
      </w:pPr>
      <w:r w:rsidRPr="00974144">
        <w:t>Установит</w:t>
      </w:r>
      <w:r w:rsidR="002504B0" w:rsidRPr="00974144">
        <w:t>е</w:t>
      </w:r>
      <w:r w:rsidRPr="00974144">
        <w:t xml:space="preserve"> версию 32-х разрядного </w:t>
      </w:r>
      <w:r w:rsidR="000B2D9E" w:rsidRPr="00974144">
        <w:rPr>
          <w:lang w:val="en-US"/>
        </w:rPr>
        <w:t>nodejs</w:t>
      </w:r>
      <w:r w:rsidR="000B2D9E" w:rsidRPr="00974144">
        <w:t xml:space="preserve">, запустив на установку файл </w:t>
      </w:r>
    </w:p>
    <w:p w:rsidR="000B2D9E" w:rsidRPr="00974144" w:rsidRDefault="000B2D9E" w:rsidP="000B2D9E">
      <w:pPr>
        <w:pStyle w:val="12"/>
        <w:numPr>
          <w:ilvl w:val="0"/>
          <w:numId w:val="0"/>
        </w:numPr>
        <w:ind w:left="709"/>
        <w:jc w:val="left"/>
      </w:pPr>
      <w:r w:rsidRPr="00974144">
        <w:t>node-v16.13.0-x86.msi</w:t>
      </w:r>
    </w:p>
    <w:p w:rsidR="00BE0BDD" w:rsidRPr="00974144" w:rsidRDefault="00BE0BDD" w:rsidP="00A26A8D">
      <w:pPr>
        <w:pStyle w:val="12"/>
        <w:numPr>
          <w:ilvl w:val="0"/>
          <w:numId w:val="92"/>
        </w:numPr>
        <w:jc w:val="left"/>
      </w:pPr>
      <w:r w:rsidRPr="00974144">
        <w:t>Скопир</w:t>
      </w:r>
      <w:r w:rsidR="002504B0" w:rsidRPr="00974144">
        <w:t xml:space="preserve">уйте </w:t>
      </w:r>
      <w:r w:rsidRPr="00974144">
        <w:t xml:space="preserve">папку «cashierService» на компьютер </w:t>
      </w:r>
      <w:r w:rsidR="002504B0" w:rsidRPr="00974144">
        <w:t xml:space="preserve">в корень диска </w:t>
      </w:r>
      <w:r w:rsidRPr="00974144">
        <w:t>«c:\»</w:t>
      </w:r>
    </w:p>
    <w:p w:rsidR="00BE0BDD" w:rsidRPr="00974144" w:rsidRDefault="00BE0BDD" w:rsidP="00A26A8D">
      <w:pPr>
        <w:pStyle w:val="12"/>
        <w:numPr>
          <w:ilvl w:val="0"/>
          <w:numId w:val="92"/>
        </w:numPr>
        <w:jc w:val="left"/>
      </w:pPr>
      <w:r w:rsidRPr="00974144">
        <w:t>Зада</w:t>
      </w:r>
      <w:r w:rsidR="002B2A40" w:rsidRPr="00974144">
        <w:t xml:space="preserve">йте </w:t>
      </w:r>
      <w:r w:rsidRPr="00974144">
        <w:t>параметры подключения к Кафка и видеокамере в файле server.js (параметры videoUrl и kafka)</w:t>
      </w:r>
      <w:r w:rsidR="002B2A40" w:rsidRPr="00974144">
        <w:t>.</w:t>
      </w:r>
    </w:p>
    <w:p w:rsidR="00BE0BDD" w:rsidRPr="00974144" w:rsidRDefault="00BE0BDD" w:rsidP="00A26A8D">
      <w:pPr>
        <w:pStyle w:val="12"/>
        <w:numPr>
          <w:ilvl w:val="0"/>
          <w:numId w:val="92"/>
        </w:numPr>
        <w:jc w:val="left"/>
      </w:pPr>
      <w:r w:rsidRPr="00974144">
        <w:t>Ука</w:t>
      </w:r>
      <w:r w:rsidR="002B2A40" w:rsidRPr="00974144">
        <w:t>жите</w:t>
      </w:r>
      <w:r w:rsidRPr="00974144">
        <w:t xml:space="preserve"> порт подключения к фискальному накопителю в файле cashierWorker.py (devices)</w:t>
      </w:r>
    </w:p>
    <w:p w:rsidR="000B2D9E" w:rsidRPr="00974144" w:rsidRDefault="00BE0BDD" w:rsidP="00A26A8D">
      <w:pPr>
        <w:pStyle w:val="12"/>
        <w:numPr>
          <w:ilvl w:val="0"/>
          <w:numId w:val="92"/>
        </w:numPr>
        <w:jc w:val="left"/>
      </w:pPr>
      <w:r w:rsidRPr="00974144">
        <w:t>Установит</w:t>
      </w:r>
      <w:r w:rsidR="002B2A40" w:rsidRPr="00974144">
        <w:t>е</w:t>
      </w:r>
      <w:r w:rsidRPr="00974144">
        <w:t xml:space="preserve"> </w:t>
      </w:r>
      <w:r w:rsidRPr="00974144">
        <w:rPr>
          <w:lang w:val="en-US"/>
        </w:rPr>
        <w:t>cashierService</w:t>
      </w:r>
      <w:r w:rsidRPr="00974144">
        <w:t xml:space="preserve"> как </w:t>
      </w:r>
      <w:r w:rsidRPr="00974144">
        <w:rPr>
          <w:lang w:val="en-US"/>
        </w:rPr>
        <w:t>Windows</w:t>
      </w:r>
      <w:r w:rsidRPr="00974144">
        <w:t xml:space="preserve"> сервис</w:t>
      </w:r>
      <w:r w:rsidR="000B2D9E" w:rsidRPr="00974144">
        <w:t xml:space="preserve"> выполнив комфнду</w:t>
      </w:r>
    </w:p>
    <w:p w:rsidR="00BE0BDD" w:rsidRPr="00974144" w:rsidRDefault="00BE0BDD" w:rsidP="000B2D9E">
      <w:pPr>
        <w:pStyle w:val="12"/>
        <w:numPr>
          <w:ilvl w:val="0"/>
          <w:numId w:val="0"/>
        </w:numPr>
        <w:ind w:left="709"/>
        <w:jc w:val="left"/>
        <w:rPr>
          <w:lang w:val="en-US"/>
        </w:rPr>
      </w:pPr>
      <w:r w:rsidRPr="00974144">
        <w:t xml:space="preserve"> </w:t>
      </w:r>
      <w:r w:rsidRPr="00974144">
        <w:rPr>
          <w:lang w:val="en-US"/>
        </w:rPr>
        <w:t>node install.js</w:t>
      </w:r>
    </w:p>
    <w:p w:rsidR="00BE0BDD" w:rsidRPr="00974144" w:rsidRDefault="00BE0BDD" w:rsidP="00A26A8D">
      <w:pPr>
        <w:pStyle w:val="12"/>
        <w:numPr>
          <w:ilvl w:val="0"/>
          <w:numId w:val="92"/>
        </w:numPr>
        <w:jc w:val="left"/>
      </w:pPr>
      <w:r w:rsidRPr="00974144">
        <w:t>Запустит</w:t>
      </w:r>
      <w:r w:rsidR="002B2A40" w:rsidRPr="00974144">
        <w:t>е</w:t>
      </w:r>
      <w:r w:rsidRPr="00974144">
        <w:t xml:space="preserve"> сервис, провер</w:t>
      </w:r>
      <w:r w:rsidR="002B2A40" w:rsidRPr="00974144">
        <w:t xml:space="preserve">ьте </w:t>
      </w:r>
      <w:r w:rsidRPr="00974144">
        <w:t>логи на ошибки (C:\cashierService\daemon)</w:t>
      </w:r>
    </w:p>
    <w:p w:rsidR="00773007" w:rsidRPr="00974144" w:rsidRDefault="00BE0BDD" w:rsidP="007171D8">
      <w:pPr>
        <w:pStyle w:val="-30"/>
        <w:rPr>
          <w:rStyle w:val="hljs-selector-class"/>
          <w:sz w:val="22"/>
          <w:szCs w:val="22"/>
        </w:rPr>
      </w:pPr>
      <w:bookmarkStart w:id="45" w:name="_Toc113627482"/>
      <w:r w:rsidRPr="00974144">
        <w:rPr>
          <w:rStyle w:val="hljs-selector-class"/>
        </w:rPr>
        <w:t xml:space="preserve">Установка </w:t>
      </w:r>
      <w:r w:rsidR="00773007" w:rsidRPr="00974144">
        <w:rPr>
          <w:rStyle w:val="hljs-selector-class"/>
        </w:rPr>
        <w:t>приложения кассира-оператора</w:t>
      </w:r>
      <w:bookmarkEnd w:id="45"/>
    </w:p>
    <w:p w:rsidR="00773007" w:rsidRPr="00974144" w:rsidRDefault="00773007" w:rsidP="00E64E0C">
      <w:pPr>
        <w:pStyle w:val="12"/>
        <w:numPr>
          <w:ilvl w:val="0"/>
          <w:numId w:val="94"/>
        </w:numPr>
        <w:jc w:val="left"/>
      </w:pPr>
      <w:r w:rsidRPr="00974144">
        <w:t xml:space="preserve">В папке </w:t>
      </w:r>
      <w:r w:rsidRPr="00974144">
        <w:rPr>
          <w:rStyle w:val="hljs-selector-class"/>
        </w:rPr>
        <w:t>«Касса – U</w:t>
      </w:r>
      <w:r w:rsidRPr="00974144">
        <w:rPr>
          <w:rStyle w:val="hljs-selector-class"/>
          <w:lang w:val="en-US"/>
        </w:rPr>
        <w:t>W</w:t>
      </w:r>
      <w:r w:rsidRPr="00974144">
        <w:rPr>
          <w:rStyle w:val="hljs-selector-class"/>
        </w:rPr>
        <w:t>P</w:t>
      </w:r>
      <w:r w:rsidR="00BE0BDD" w:rsidRPr="00974144">
        <w:t>»</w:t>
      </w:r>
      <w:r w:rsidRPr="00974144">
        <w:t xml:space="preserve"> щелкните правой кнопкой мыши по файлу </w:t>
      </w:r>
      <w:r w:rsidR="000B2D9E" w:rsidRPr="00974144">
        <w:t xml:space="preserve">cashier_1.4.125.0_x64.appxbundle </w:t>
      </w:r>
      <w:r w:rsidR="00F5681D" w:rsidRPr="00974144">
        <w:t>и выполните команду контекстного меню «Свойства».</w:t>
      </w:r>
    </w:p>
    <w:p w:rsidR="00F5681D" w:rsidRPr="00974144" w:rsidRDefault="00F5681D" w:rsidP="00E64E0C">
      <w:pPr>
        <w:pStyle w:val="12"/>
        <w:numPr>
          <w:ilvl w:val="0"/>
          <w:numId w:val="94"/>
        </w:numPr>
        <w:jc w:val="left"/>
      </w:pPr>
      <w:r w:rsidRPr="00974144">
        <w:t xml:space="preserve">В окне «Свойства: </w:t>
      </w:r>
      <w:r w:rsidR="000B2D9E" w:rsidRPr="00974144">
        <w:t>cashier_1.4.125.0_x64.appxbundle</w:t>
      </w:r>
      <w:r w:rsidRPr="00974144">
        <w:t>» перейдите на вкладку</w:t>
      </w:r>
      <w:r w:rsidR="00BE0BDD" w:rsidRPr="00974144">
        <w:t xml:space="preserve"> «Цифровые подписи»</w:t>
      </w:r>
      <w:r w:rsidRPr="00974144">
        <w:t>.</w:t>
      </w:r>
    </w:p>
    <w:p w:rsidR="00F5681D" w:rsidRPr="00974144" w:rsidRDefault="00F5681D" w:rsidP="00E64E0C">
      <w:pPr>
        <w:pStyle w:val="12"/>
        <w:numPr>
          <w:ilvl w:val="0"/>
          <w:numId w:val="94"/>
        </w:numPr>
        <w:jc w:val="left"/>
      </w:pPr>
      <w:r w:rsidRPr="00974144">
        <w:t>В таблице «Список подписей» выделите подпись и нажмите кнопку</w:t>
      </w:r>
      <w:r w:rsidR="00BE0BDD" w:rsidRPr="00974144">
        <w:t xml:space="preserve"> «Сведения»</w:t>
      </w:r>
      <w:r w:rsidRPr="00974144">
        <w:t>.</w:t>
      </w:r>
    </w:p>
    <w:p w:rsidR="00242688" w:rsidRPr="00974144" w:rsidRDefault="00F5681D" w:rsidP="00E64E0C">
      <w:pPr>
        <w:pStyle w:val="12"/>
        <w:numPr>
          <w:ilvl w:val="0"/>
          <w:numId w:val="94"/>
        </w:numPr>
        <w:jc w:val="left"/>
      </w:pPr>
      <w:r w:rsidRPr="00974144">
        <w:t xml:space="preserve">В окне «Состав цифровой подписи» нажмите кнопку </w:t>
      </w:r>
      <w:r w:rsidR="00BE0BDD" w:rsidRPr="00974144">
        <w:t>«Просмотр сертификата»</w:t>
      </w:r>
      <w:r w:rsidR="00242688" w:rsidRPr="00974144">
        <w:t>.</w:t>
      </w:r>
    </w:p>
    <w:p w:rsidR="00242688" w:rsidRPr="00974144" w:rsidRDefault="00242688" w:rsidP="00E64E0C">
      <w:pPr>
        <w:pStyle w:val="12"/>
        <w:numPr>
          <w:ilvl w:val="0"/>
          <w:numId w:val="94"/>
        </w:numPr>
        <w:jc w:val="left"/>
      </w:pPr>
      <w:r w:rsidRPr="00974144">
        <w:t>В окне «Сертификат» на вкладке «Общие» нажмите кнопку</w:t>
      </w:r>
      <w:r w:rsidR="00BE0BDD" w:rsidRPr="00974144">
        <w:t xml:space="preserve"> «Установить сертификат»</w:t>
      </w:r>
      <w:r w:rsidRPr="00974144">
        <w:t>.</w:t>
      </w:r>
    </w:p>
    <w:p w:rsidR="00242688" w:rsidRPr="00974144" w:rsidRDefault="00242688" w:rsidP="00E64E0C">
      <w:pPr>
        <w:pStyle w:val="12"/>
        <w:numPr>
          <w:ilvl w:val="0"/>
          <w:numId w:val="94"/>
        </w:numPr>
        <w:jc w:val="left"/>
      </w:pPr>
      <w:r w:rsidRPr="00974144">
        <w:t>В окне «Мастер импорта сертификатов» активируйте радиобаттон</w:t>
      </w:r>
      <w:r w:rsidR="00BE0BDD" w:rsidRPr="00974144">
        <w:t xml:space="preserve"> «Локальный компьютер»</w:t>
      </w:r>
      <w:r w:rsidRPr="00974144">
        <w:t xml:space="preserve"> и нажмите кнопку «Далее».</w:t>
      </w:r>
    </w:p>
    <w:p w:rsidR="00242688" w:rsidRPr="00974144" w:rsidRDefault="00242688" w:rsidP="00E64E0C">
      <w:pPr>
        <w:pStyle w:val="12"/>
        <w:numPr>
          <w:ilvl w:val="0"/>
          <w:numId w:val="94"/>
        </w:numPr>
        <w:jc w:val="left"/>
      </w:pPr>
      <w:r w:rsidRPr="00974144">
        <w:t>В следующем окне активируйте радиобаттон</w:t>
      </w:r>
      <w:r w:rsidR="00BE0BDD" w:rsidRPr="00974144">
        <w:t xml:space="preserve"> «Поместить </w:t>
      </w:r>
      <w:r w:rsidRPr="00974144">
        <w:t xml:space="preserve">все сертификаты </w:t>
      </w:r>
      <w:r w:rsidR="00BE0BDD" w:rsidRPr="00974144">
        <w:t>в хранилище»</w:t>
      </w:r>
      <w:r w:rsidRPr="00974144">
        <w:t>.</w:t>
      </w:r>
    </w:p>
    <w:p w:rsidR="00A26A8D" w:rsidRPr="00974144" w:rsidRDefault="00242688" w:rsidP="00E64E0C">
      <w:pPr>
        <w:pStyle w:val="12"/>
        <w:numPr>
          <w:ilvl w:val="0"/>
          <w:numId w:val="94"/>
        </w:numPr>
        <w:jc w:val="left"/>
      </w:pPr>
      <w:r w:rsidRPr="00974144">
        <w:t xml:space="preserve">Нажмите кнопку «Обзор», в окне </w:t>
      </w:r>
      <w:r w:rsidR="00A26A8D" w:rsidRPr="00974144">
        <w:t>«Выбор хранилища сертификата» укажите папку «Доверенные лица» и нажмите кнопку «ОК».</w:t>
      </w:r>
    </w:p>
    <w:p w:rsidR="00A26A8D" w:rsidRPr="00974144" w:rsidRDefault="00A26A8D" w:rsidP="00E64E0C">
      <w:pPr>
        <w:pStyle w:val="12"/>
        <w:numPr>
          <w:ilvl w:val="0"/>
          <w:numId w:val="94"/>
        </w:numPr>
        <w:jc w:val="left"/>
        <w:rPr>
          <w:lang w:val="en-US"/>
        </w:rPr>
      </w:pPr>
      <w:r w:rsidRPr="00974144">
        <w:t>Запустите</w:t>
      </w:r>
      <w:r w:rsidRPr="00974144">
        <w:rPr>
          <w:lang w:val="en-US"/>
        </w:rPr>
        <w:t xml:space="preserve"> </w:t>
      </w:r>
      <w:r w:rsidRPr="00974144">
        <w:t>файл</w:t>
      </w:r>
      <w:r w:rsidRPr="00974144">
        <w:rPr>
          <w:lang w:val="en-US"/>
        </w:rPr>
        <w:t xml:space="preserve"> </w:t>
      </w:r>
      <w:r w:rsidR="000B2D9E" w:rsidRPr="00974144">
        <w:rPr>
          <w:lang w:val="en-US"/>
        </w:rPr>
        <w:t>cashier_1.4.125.0_x64.appxbundle</w:t>
      </w:r>
      <w:r w:rsidRPr="00974144">
        <w:rPr>
          <w:lang w:val="en-US"/>
        </w:rPr>
        <w:t>.</w:t>
      </w:r>
    </w:p>
    <w:p w:rsidR="000B3E36" w:rsidRPr="00974144" w:rsidRDefault="00BE0BDD" w:rsidP="00E64E0C">
      <w:pPr>
        <w:pStyle w:val="12"/>
        <w:numPr>
          <w:ilvl w:val="0"/>
          <w:numId w:val="94"/>
        </w:numPr>
        <w:jc w:val="left"/>
      </w:pPr>
      <w:r w:rsidRPr="00974144">
        <w:t>Чтобы приложение UWP могло связыва</w:t>
      </w:r>
      <w:r w:rsidR="000B3E36" w:rsidRPr="00974144">
        <w:t>ться с</w:t>
      </w:r>
      <w:r w:rsidRPr="00974144">
        <w:t xml:space="preserve"> cashierService</w:t>
      </w:r>
      <w:r w:rsidR="000B3E36" w:rsidRPr="00974144">
        <w:t xml:space="preserve">, из папки «Касса – UWP» запустите файл </w:t>
      </w:r>
      <w:r w:rsidRPr="00974144">
        <w:t>enableloopbackutility.exe</w:t>
      </w:r>
      <w:r w:rsidR="000B3E36" w:rsidRPr="00974144">
        <w:t>,</w:t>
      </w:r>
      <w:r w:rsidRPr="00974144">
        <w:t xml:space="preserve"> установит</w:t>
      </w:r>
      <w:r w:rsidR="000B3E36" w:rsidRPr="00974144">
        <w:t>е</w:t>
      </w:r>
      <w:r w:rsidRPr="00974144">
        <w:t xml:space="preserve"> приложению cashier соответствующий флажок и сохранит</w:t>
      </w:r>
      <w:r w:rsidR="000B3E36" w:rsidRPr="00974144">
        <w:t>е изменения.</w:t>
      </w:r>
    </w:p>
    <w:p w:rsidR="00BE0BDD" w:rsidRPr="00974144" w:rsidRDefault="00BE0BDD" w:rsidP="00E64E0C">
      <w:pPr>
        <w:pStyle w:val="12"/>
        <w:numPr>
          <w:ilvl w:val="0"/>
          <w:numId w:val="94"/>
        </w:numPr>
        <w:jc w:val="left"/>
      </w:pPr>
      <w:r w:rsidRPr="00974144">
        <w:t>При первом запуске cashier подтвердит</w:t>
      </w:r>
      <w:r w:rsidR="000B3E36" w:rsidRPr="00974144">
        <w:t>е</w:t>
      </w:r>
      <w:r w:rsidRPr="00974144">
        <w:t xml:space="preserve"> возможность работать с доменным именем и другие необходимые права. </w:t>
      </w:r>
    </w:p>
    <w:p w:rsidR="00510139" w:rsidRPr="00974144" w:rsidRDefault="000B3E36" w:rsidP="00510139">
      <w:pPr>
        <w:pStyle w:val="-b"/>
      </w:pPr>
      <w:r w:rsidRPr="00974144">
        <w:t>Для до</w:t>
      </w:r>
      <w:r w:rsidR="00BE0BDD" w:rsidRPr="00974144">
        <w:t>бав</w:t>
      </w:r>
      <w:r w:rsidRPr="00974144">
        <w:t>ления</w:t>
      </w:r>
      <w:r w:rsidR="00BE0BDD" w:rsidRPr="00974144">
        <w:t xml:space="preserve"> возможност</w:t>
      </w:r>
      <w:r w:rsidRPr="00974144">
        <w:t>и</w:t>
      </w:r>
      <w:r w:rsidR="00BE0BDD" w:rsidRPr="00974144">
        <w:t xml:space="preserve"> работать с cashier в режиме киоска для каждого кассира </w:t>
      </w:r>
      <w:r w:rsidR="00510139" w:rsidRPr="00974144">
        <w:t xml:space="preserve">необходимо создать </w:t>
      </w:r>
      <w:r w:rsidR="00BE0BDD" w:rsidRPr="00974144">
        <w:t>учетную запись</w:t>
      </w:r>
      <w:r w:rsidR="00510139" w:rsidRPr="00974144">
        <w:t>. Для этого выполните следующие действия.</w:t>
      </w:r>
    </w:p>
    <w:p w:rsidR="00510139" w:rsidRPr="00974144" w:rsidRDefault="00BE0BDD" w:rsidP="00E64E0C">
      <w:pPr>
        <w:pStyle w:val="12"/>
        <w:numPr>
          <w:ilvl w:val="0"/>
          <w:numId w:val="95"/>
        </w:numPr>
        <w:jc w:val="left"/>
      </w:pPr>
      <w:r w:rsidRPr="00974144">
        <w:t xml:space="preserve"> </w:t>
      </w:r>
      <w:r w:rsidR="00510139" w:rsidRPr="00974144">
        <w:t>Откройте окно «Параметры».</w:t>
      </w:r>
    </w:p>
    <w:p w:rsidR="00C5362A" w:rsidRPr="00974144" w:rsidRDefault="00510139" w:rsidP="00E64E0C">
      <w:pPr>
        <w:pStyle w:val="12"/>
        <w:numPr>
          <w:ilvl w:val="0"/>
          <w:numId w:val="95"/>
        </w:numPr>
        <w:jc w:val="left"/>
      </w:pPr>
      <w:r w:rsidRPr="00974144">
        <w:t>В разделе «Учетные записи» выберите</w:t>
      </w:r>
      <w:r w:rsidR="00BE0BDD" w:rsidRPr="00974144">
        <w:t xml:space="preserve"> «</w:t>
      </w:r>
      <w:r w:rsidRPr="00974144">
        <w:t>Друг</w:t>
      </w:r>
      <w:r w:rsidR="009F2C52" w:rsidRPr="00974144">
        <w:t>и</w:t>
      </w:r>
      <w:r w:rsidRPr="00974144">
        <w:t>е</w:t>
      </w:r>
      <w:r w:rsidR="00BE0BDD" w:rsidRPr="00974144">
        <w:t xml:space="preserve"> пользователи» </w:t>
      </w:r>
      <w:r w:rsidRPr="00974144">
        <w:sym w:font="Symbol" w:char="F0AE"/>
      </w:r>
      <w:r w:rsidR="00BE0BDD" w:rsidRPr="00974144">
        <w:t xml:space="preserve"> «Настроить </w:t>
      </w:r>
      <w:r w:rsidR="000B2D9E" w:rsidRPr="00974144">
        <w:t>терминал</w:t>
      </w:r>
      <w:r w:rsidR="00BE0BDD" w:rsidRPr="00974144">
        <w:t>»</w:t>
      </w:r>
      <w:r w:rsidRPr="00974144">
        <w:t>, укажите</w:t>
      </w:r>
      <w:r w:rsidR="00BE0BDD" w:rsidRPr="00974144">
        <w:t xml:space="preserve"> логин пользователя и приложение cashier. </w:t>
      </w:r>
    </w:p>
    <w:p w:rsidR="00C5362A" w:rsidRPr="00974144" w:rsidRDefault="00C5362A" w:rsidP="005B7EB0"/>
    <w:p w:rsidR="00C5362A" w:rsidRPr="00974144" w:rsidRDefault="00C5362A" w:rsidP="005B7EB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rsidR="00357D74" w:rsidRPr="00974144" w:rsidRDefault="00357D74" w:rsidP="00815CDF">
      <w:pPr>
        <w:pStyle w:val="afffffffffff1"/>
      </w:pPr>
      <w:r w:rsidRPr="00974144">
        <w:br w:type="page"/>
      </w:r>
    </w:p>
    <w:p w:rsidR="007E1C56" w:rsidRPr="00974144" w:rsidRDefault="007171D8" w:rsidP="007171D8">
      <w:pPr>
        <w:pStyle w:val="-13"/>
      </w:pPr>
      <w:bookmarkStart w:id="46" w:name="кол_стр"/>
      <w:bookmarkStart w:id="47" w:name="_Toc113627483"/>
      <w:bookmarkEnd w:id="46"/>
      <w:r w:rsidRPr="00974144">
        <w:t>Установка ПО 2-го уровня</w:t>
      </w:r>
      <w:bookmarkEnd w:id="47"/>
    </w:p>
    <w:p w:rsidR="00750C32" w:rsidRPr="00974144" w:rsidRDefault="00750C32" w:rsidP="00750C32">
      <w:pPr>
        <w:pStyle w:val="-22"/>
        <w:spacing w:line="259" w:lineRule="auto"/>
        <w:jc w:val="left"/>
      </w:pPr>
      <w:bookmarkStart w:id="48" w:name="_Toc87954002"/>
      <w:bookmarkStart w:id="49" w:name="_Toc113627484"/>
      <w:r w:rsidRPr="00974144">
        <w:t>Последовательность установки</w:t>
      </w:r>
      <w:bookmarkEnd w:id="48"/>
      <w:bookmarkEnd w:id="49"/>
    </w:p>
    <w:p w:rsidR="00750C32" w:rsidRPr="00974144" w:rsidRDefault="00750C32" w:rsidP="00750C32">
      <w:pPr>
        <w:pStyle w:val="-b"/>
      </w:pPr>
      <w:r w:rsidRPr="00974144">
        <w:t>Рекомендована следующая последовательность установки ПО на сервера:</w:t>
      </w:r>
    </w:p>
    <w:p w:rsidR="00750C32" w:rsidRPr="00974144" w:rsidRDefault="00750C32" w:rsidP="00E64E0C">
      <w:pPr>
        <w:pStyle w:val="12"/>
        <w:numPr>
          <w:ilvl w:val="0"/>
          <w:numId w:val="96"/>
        </w:numPr>
        <w:spacing w:after="160" w:line="259" w:lineRule="auto"/>
        <w:jc w:val="left"/>
        <w:rPr>
          <w:lang w:val="en-US"/>
        </w:rPr>
      </w:pPr>
      <w:r w:rsidRPr="00974144">
        <w:rPr>
          <w:lang w:val="en-US"/>
        </w:rPr>
        <w:t>kafka-tollstation1.bridgetoll.ru</w:t>
      </w:r>
    </w:p>
    <w:p w:rsidR="00750C32" w:rsidRPr="00974144" w:rsidRDefault="00750C32" w:rsidP="00750C32">
      <w:pPr>
        <w:pStyle w:val="12"/>
        <w:spacing w:after="160" w:line="259" w:lineRule="auto"/>
        <w:jc w:val="left"/>
      </w:pPr>
      <w:r w:rsidRPr="00974144">
        <w:t>video-tollstation1</w:t>
      </w:r>
      <w:r w:rsidRPr="00974144">
        <w:rPr>
          <w:lang w:val="en-US"/>
        </w:rPr>
        <w:t>.bridgetoll.ru</w:t>
      </w:r>
    </w:p>
    <w:p w:rsidR="00750C32" w:rsidRPr="00974144" w:rsidRDefault="00750C32" w:rsidP="00750C32">
      <w:pPr>
        <w:pStyle w:val="12"/>
        <w:spacing w:after="160" w:line="259" w:lineRule="auto"/>
        <w:jc w:val="left"/>
      </w:pPr>
      <w:r w:rsidRPr="00974144">
        <w:t>tollstation1</w:t>
      </w:r>
      <w:r w:rsidRPr="00974144">
        <w:rPr>
          <w:lang w:val="en-US"/>
        </w:rPr>
        <w:t>.bridgetoll.ru</w:t>
      </w:r>
    </w:p>
    <w:p w:rsidR="00750C32" w:rsidRPr="00974144" w:rsidRDefault="00750C32" w:rsidP="00750C32">
      <w:pPr>
        <w:pStyle w:val="12"/>
        <w:spacing w:after="160" w:line="259" w:lineRule="auto"/>
        <w:jc w:val="left"/>
      </w:pPr>
      <w:r w:rsidRPr="00974144">
        <w:t>web-tollstation1</w:t>
      </w:r>
      <w:r w:rsidRPr="00974144">
        <w:rPr>
          <w:lang w:val="en-US"/>
        </w:rPr>
        <w:t>.bridgetoll.ru</w:t>
      </w:r>
    </w:p>
    <w:p w:rsidR="00750C32" w:rsidRPr="00974144" w:rsidRDefault="00750C32" w:rsidP="00750C32">
      <w:pPr>
        <w:pStyle w:val="-22"/>
        <w:spacing w:line="259" w:lineRule="auto"/>
        <w:jc w:val="left"/>
      </w:pPr>
      <w:bookmarkStart w:id="50" w:name="_Toc87954003"/>
      <w:bookmarkStart w:id="51" w:name="_Toc113627485"/>
      <w:r w:rsidRPr="00974144">
        <w:t>Процедура установки</w:t>
      </w:r>
      <w:bookmarkEnd w:id="50"/>
      <w:bookmarkEnd w:id="51"/>
      <w:r w:rsidRPr="00974144">
        <w:t xml:space="preserve"> </w:t>
      </w:r>
    </w:p>
    <w:p w:rsidR="00750C32" w:rsidRPr="00974144" w:rsidRDefault="00750C32" w:rsidP="00E64E0C">
      <w:pPr>
        <w:pStyle w:val="12"/>
        <w:numPr>
          <w:ilvl w:val="0"/>
          <w:numId w:val="97"/>
        </w:numPr>
        <w:spacing w:after="160" w:line="259" w:lineRule="auto"/>
        <w:jc w:val="left"/>
      </w:pPr>
      <w:r w:rsidRPr="00974144">
        <w:t xml:space="preserve">Смонтируйте установочный </w:t>
      </w:r>
      <w:r w:rsidRPr="00974144">
        <w:rPr>
          <w:lang w:val="en-US"/>
        </w:rPr>
        <w:t>DVD</w:t>
      </w:r>
      <w:r w:rsidRPr="00974144">
        <w:t xml:space="preserve"> (для примера и</w:t>
      </w:r>
      <w:r w:rsidRPr="00974144">
        <w:rPr>
          <w:lang w:val="en-US"/>
        </w:rPr>
        <w:t>c</w:t>
      </w:r>
      <w:r w:rsidRPr="00974144">
        <w:t>пользуется точка монтирования /media/cdrom0).</w:t>
      </w:r>
    </w:p>
    <w:p w:rsidR="00750C32" w:rsidRPr="00974144" w:rsidRDefault="00750C32" w:rsidP="00750C32">
      <w:pPr>
        <w:pStyle w:val="12"/>
        <w:numPr>
          <w:ilvl w:val="0"/>
          <w:numId w:val="90"/>
        </w:numPr>
        <w:spacing w:after="160" w:line="259" w:lineRule="auto"/>
        <w:jc w:val="left"/>
      </w:pPr>
      <w:r w:rsidRPr="00974144">
        <w:t>Выполните команду cd /media/cdrom0/&lt;имя сервера&gt; ,</w:t>
      </w:r>
    </w:p>
    <w:p w:rsidR="00750C32" w:rsidRPr="00974144" w:rsidRDefault="00750C32" w:rsidP="00750C32">
      <w:pPr>
        <w:pStyle w:val="-b"/>
        <w:ind w:left="709" w:firstLine="0"/>
      </w:pPr>
      <w:r w:rsidRPr="00974144">
        <w:t xml:space="preserve"> где &lt;имя сервера&gt; фактическое имя сервера без учета домена, например:</w:t>
      </w:r>
      <w:r w:rsidRPr="00974144">
        <w:br/>
      </w:r>
      <w:r w:rsidR="000B2D9E" w:rsidRPr="00974144">
        <w:t>cd /</w:t>
      </w:r>
      <w:r w:rsidR="000B2D9E" w:rsidRPr="00974144">
        <w:rPr>
          <w:lang w:val="en-US"/>
        </w:rPr>
        <w:t>me</w:t>
      </w:r>
      <w:r w:rsidRPr="00974144">
        <w:t>dia/cdrom0</w:t>
      </w:r>
      <w:r w:rsidR="000B2D9E" w:rsidRPr="00974144">
        <w:t>/</w:t>
      </w:r>
      <w:r w:rsidRPr="00974144">
        <w:t>tollstation1</w:t>
      </w:r>
    </w:p>
    <w:p w:rsidR="00750C32" w:rsidRPr="00974144" w:rsidRDefault="00750C32" w:rsidP="00750C32">
      <w:pPr>
        <w:pStyle w:val="12"/>
        <w:numPr>
          <w:ilvl w:val="0"/>
          <w:numId w:val="90"/>
        </w:numPr>
        <w:spacing w:after="160" w:line="259" w:lineRule="auto"/>
        <w:jc w:val="left"/>
      </w:pPr>
      <w:r w:rsidRPr="00974144">
        <w:t>Разархивировать архив &lt;имя сервера.tar.gz&gt; во временную директорию, например:</w:t>
      </w:r>
    </w:p>
    <w:p w:rsidR="00750C32" w:rsidRPr="00974144" w:rsidRDefault="00750C32" w:rsidP="00750C32">
      <w:pPr>
        <w:pStyle w:val="-b"/>
        <w:rPr>
          <w:lang w:val="en-US"/>
        </w:rPr>
      </w:pPr>
      <w:r w:rsidRPr="00974144">
        <w:rPr>
          <w:lang w:val="en-US"/>
        </w:rPr>
        <w:t>tar -xvzf tollstation1.tar.gz /tmp</w:t>
      </w:r>
    </w:p>
    <w:p w:rsidR="00750C32" w:rsidRPr="00974144" w:rsidRDefault="00750C32" w:rsidP="00750C32">
      <w:pPr>
        <w:pStyle w:val="12"/>
        <w:numPr>
          <w:ilvl w:val="0"/>
          <w:numId w:val="90"/>
        </w:numPr>
        <w:spacing w:after="160" w:line="259" w:lineRule="auto"/>
        <w:jc w:val="left"/>
      </w:pPr>
      <w:r w:rsidRPr="00974144">
        <w:t xml:space="preserve">Выполните команды: </w:t>
      </w:r>
    </w:p>
    <w:p w:rsidR="00750C32" w:rsidRPr="00974144" w:rsidRDefault="00750C32" w:rsidP="00750C32">
      <w:pPr>
        <w:pStyle w:val="-b"/>
      </w:pPr>
      <w:r w:rsidRPr="00974144">
        <w:rPr>
          <w:lang w:val="en-US"/>
        </w:rPr>
        <w:t>cd</w:t>
      </w:r>
      <w:r w:rsidRPr="00974144">
        <w:t xml:space="preserve"> /</w:t>
      </w:r>
      <w:r w:rsidRPr="00974144">
        <w:rPr>
          <w:lang w:val="en-US"/>
        </w:rPr>
        <w:t>tmp</w:t>
      </w:r>
      <w:r w:rsidRPr="00974144">
        <w:t>/&lt;имя сервера&gt; например,</w:t>
      </w:r>
    </w:p>
    <w:p w:rsidR="00750C32" w:rsidRPr="00974144" w:rsidRDefault="00750C32" w:rsidP="00750C32">
      <w:pPr>
        <w:pStyle w:val="-b"/>
      </w:pPr>
      <w:r w:rsidRPr="00974144">
        <w:t xml:space="preserve"> </w:t>
      </w:r>
      <w:r w:rsidRPr="00974144">
        <w:rPr>
          <w:lang w:val="en-US"/>
        </w:rPr>
        <w:t>cd</w:t>
      </w:r>
      <w:r w:rsidRPr="00974144">
        <w:t xml:space="preserve"> /</w:t>
      </w:r>
      <w:r w:rsidRPr="00974144">
        <w:rPr>
          <w:lang w:val="en-US"/>
        </w:rPr>
        <w:t>tmp</w:t>
      </w:r>
      <w:r w:rsidRPr="00974144">
        <w:t>/</w:t>
      </w:r>
      <w:r w:rsidRPr="00974144">
        <w:rPr>
          <w:lang w:val="en-US"/>
        </w:rPr>
        <w:t>tollstation1</w:t>
      </w:r>
    </w:p>
    <w:p w:rsidR="00750C32" w:rsidRPr="00974144" w:rsidRDefault="007B1445" w:rsidP="00750C32">
      <w:pPr>
        <w:pStyle w:val="-b"/>
      </w:pPr>
      <w:r w:rsidRPr="00974144">
        <w:t>.</w:t>
      </w:r>
      <w:r w:rsidR="00750C32" w:rsidRPr="00974144">
        <w:t>/</w:t>
      </w:r>
      <w:r w:rsidR="00750C32" w:rsidRPr="00974144">
        <w:rPr>
          <w:lang w:val="en-US"/>
        </w:rPr>
        <w:t>install</w:t>
      </w:r>
      <w:r w:rsidR="00750C32" w:rsidRPr="00974144">
        <w:t>.</w:t>
      </w:r>
      <w:r w:rsidR="00750C32" w:rsidRPr="00974144">
        <w:rPr>
          <w:lang w:val="en-US"/>
        </w:rPr>
        <w:t>sh</w:t>
      </w:r>
    </w:p>
    <w:p w:rsidR="00750C32" w:rsidRPr="00974144" w:rsidRDefault="00750C32" w:rsidP="00750C32">
      <w:pPr>
        <w:pStyle w:val="12"/>
        <w:numPr>
          <w:ilvl w:val="0"/>
          <w:numId w:val="90"/>
        </w:numPr>
        <w:spacing w:after="160" w:line="259" w:lineRule="auto"/>
        <w:jc w:val="left"/>
      </w:pPr>
      <w:r w:rsidRPr="00974144">
        <w:t>Дождаться окончания установки.</w:t>
      </w:r>
    </w:p>
    <w:p w:rsidR="00750C32" w:rsidRPr="00974144" w:rsidRDefault="00750C32" w:rsidP="00750C32">
      <w:pPr>
        <w:pStyle w:val="-22"/>
      </w:pPr>
      <w:bookmarkStart w:id="52" w:name="_Toc87954004"/>
      <w:bookmarkStart w:id="53" w:name="_Toc113627486"/>
      <w:r w:rsidRPr="00974144">
        <w:t>Настройка после установки</w:t>
      </w:r>
      <w:bookmarkEnd w:id="52"/>
      <w:bookmarkEnd w:id="53"/>
    </w:p>
    <w:p w:rsidR="00750C32" w:rsidRPr="00974144" w:rsidRDefault="00750C32" w:rsidP="00E64E0C">
      <w:pPr>
        <w:pStyle w:val="12"/>
        <w:numPr>
          <w:ilvl w:val="0"/>
          <w:numId w:val="98"/>
        </w:numPr>
        <w:spacing w:after="160" w:line="259" w:lineRule="auto"/>
        <w:jc w:val="left"/>
      </w:pPr>
      <w:r w:rsidRPr="00974144">
        <w:t>На контроллере домена запустите консоль от имени администратора.</w:t>
      </w:r>
    </w:p>
    <w:p w:rsidR="00750C32" w:rsidRPr="00974144" w:rsidRDefault="00750C32" w:rsidP="00750C32">
      <w:pPr>
        <w:pStyle w:val="12"/>
        <w:numPr>
          <w:ilvl w:val="0"/>
          <w:numId w:val="90"/>
        </w:numPr>
        <w:spacing w:after="160" w:line="259" w:lineRule="auto"/>
        <w:jc w:val="left"/>
      </w:pPr>
      <w:r w:rsidRPr="00974144">
        <w:t>Выполните команду:</w:t>
      </w:r>
    </w:p>
    <w:p w:rsidR="00750C32" w:rsidRPr="00974144" w:rsidRDefault="00750C32" w:rsidP="00750C32">
      <w:pPr>
        <w:pStyle w:val="-b"/>
        <w:rPr>
          <w:rStyle w:val="hljs-selector-class"/>
          <w:szCs w:val="24"/>
          <w:shd w:val="clear" w:color="auto" w:fill="FFFFFF"/>
          <w:lang w:val="en-US"/>
        </w:rPr>
      </w:pPr>
      <w:r w:rsidRPr="00974144">
        <w:rPr>
          <w:shd w:val="clear" w:color="auto" w:fill="FFFFFF"/>
          <w:lang w:val="en-US"/>
        </w:rPr>
        <w:t>ktpass -princ HTTP/</w:t>
      </w:r>
      <w:hyperlink r:id="rId9" w:history="1">
        <w:r w:rsidRPr="00974144">
          <w:rPr>
            <w:rStyle w:val="afffe"/>
            <w:color w:val="auto"/>
            <w:szCs w:val="24"/>
            <w:shd w:val="clear" w:color="auto" w:fill="FFFFFF"/>
            <w:lang w:val="en-US"/>
          </w:rPr>
          <w:t>web-tollstation1.bridgetoll.ru</w:t>
        </w:r>
      </w:hyperlink>
      <w:r w:rsidRPr="00974144">
        <w:rPr>
          <w:shd w:val="clear" w:color="auto" w:fill="FFFFFF"/>
          <w:lang w:val="en-US"/>
        </w:rPr>
        <w:t xml:space="preserve">@ BRIDGETOLL.RU -mapuser </w:t>
      </w:r>
      <w:r w:rsidRPr="00974144">
        <w:rPr>
          <w:sz w:val="28"/>
          <w:szCs w:val="28"/>
          <w:lang w:val="en-US"/>
        </w:rPr>
        <w:t>spnstation1</w:t>
      </w:r>
      <w:r w:rsidRPr="00974144">
        <w:rPr>
          <w:shd w:val="clear" w:color="auto" w:fill="FFFFFF"/>
          <w:lang w:val="en-US"/>
        </w:rPr>
        <w:t>@BRIDGETOLL.RU -pass P@ssw0rdSTAT1 -crypto ALL -ptype KRB5_NT_PRINCIPAL -out c:\tmp\web</w:t>
      </w:r>
      <w:r w:rsidRPr="00974144">
        <w:rPr>
          <w:strike/>
          <w:shd w:val="clear" w:color="auto" w:fill="FFFFFF"/>
          <w:lang w:val="en-US"/>
        </w:rPr>
        <w:t>-</w:t>
      </w:r>
      <w:r w:rsidRPr="00974144">
        <w:rPr>
          <w:shd w:val="clear" w:color="auto" w:fill="FFFFFF"/>
          <w:lang w:val="en-US"/>
        </w:rPr>
        <w:t>tollstation1</w:t>
      </w:r>
      <w:r w:rsidRPr="00974144">
        <w:rPr>
          <w:rStyle w:val="hljs-selector-class"/>
          <w:szCs w:val="24"/>
          <w:shd w:val="clear" w:color="auto" w:fill="FFFFFF"/>
          <w:lang w:val="en-US"/>
        </w:rPr>
        <w:t>.keytab</w:t>
      </w:r>
    </w:p>
    <w:p w:rsidR="00750C32" w:rsidRPr="00974144" w:rsidRDefault="00750C32" w:rsidP="00750C32">
      <w:pPr>
        <w:pStyle w:val="12"/>
        <w:numPr>
          <w:ilvl w:val="0"/>
          <w:numId w:val="90"/>
        </w:numPr>
        <w:spacing w:after="160" w:line="259" w:lineRule="auto"/>
        <w:jc w:val="left"/>
      </w:pPr>
      <w:r w:rsidRPr="00974144">
        <w:t>Перенесите</w:t>
      </w:r>
      <w:r w:rsidRPr="00974144">
        <w:rPr>
          <w:lang w:val="en-US"/>
        </w:rPr>
        <w:t xml:space="preserve"> </w:t>
      </w:r>
      <w:r w:rsidRPr="00974144">
        <w:t>файл</w:t>
      </w:r>
      <w:r w:rsidRPr="00974144">
        <w:rPr>
          <w:lang w:val="en-US"/>
        </w:rPr>
        <w:t xml:space="preserve"> c:\tmp\web-tollstation1.keytab </w:t>
      </w:r>
      <w:r w:rsidRPr="00974144">
        <w:t>на</w:t>
      </w:r>
      <w:r w:rsidRPr="00974144">
        <w:rPr>
          <w:lang w:val="en-US"/>
        </w:rPr>
        <w:t xml:space="preserve"> </w:t>
      </w:r>
      <w:r w:rsidRPr="00974144">
        <w:t>сервер</w:t>
      </w:r>
      <w:r w:rsidRPr="00974144">
        <w:rPr>
          <w:lang w:val="en-US"/>
        </w:rPr>
        <w:t xml:space="preserve"> web-tollstation1.bridgetoll.ru </w:t>
      </w:r>
      <w:r w:rsidRPr="00974144">
        <w:t>в</w:t>
      </w:r>
      <w:r w:rsidRPr="00974144">
        <w:rPr>
          <w:lang w:val="en-US"/>
        </w:rPr>
        <w:t xml:space="preserve"> </w:t>
      </w:r>
      <w:r w:rsidRPr="00974144">
        <w:t>папку</w:t>
      </w:r>
      <w:r w:rsidRPr="00974144">
        <w:rPr>
          <w:lang w:val="en-US"/>
        </w:rPr>
        <w:t xml:space="preserve"> /etc/apache2. </w:t>
      </w:r>
      <w:r w:rsidRPr="00974144">
        <w:t>Этот же файл скопируйте в папку /etc под именем krb5.keytab.</w:t>
      </w:r>
    </w:p>
    <w:p w:rsidR="00750C32" w:rsidRPr="00974144" w:rsidRDefault="00750C32" w:rsidP="00750C32">
      <w:pPr>
        <w:pStyle w:val="12"/>
        <w:numPr>
          <w:ilvl w:val="0"/>
          <w:numId w:val="90"/>
        </w:numPr>
        <w:spacing w:after="160" w:line="259" w:lineRule="auto"/>
        <w:jc w:val="left"/>
      </w:pPr>
      <w:r w:rsidRPr="00974144">
        <w:rPr>
          <w:rStyle w:val="hljs-selector-class"/>
          <w:szCs w:val="24"/>
          <w:shd w:val="clear" w:color="auto" w:fill="FFFFFF"/>
        </w:rPr>
        <w:t>Выполните</w:t>
      </w:r>
      <w:r w:rsidRPr="00974144">
        <w:rPr>
          <w:rStyle w:val="hljs-selector-class"/>
          <w:szCs w:val="24"/>
          <w:shd w:val="clear" w:color="auto" w:fill="FFFFFF"/>
          <w:lang w:val="en-US"/>
        </w:rPr>
        <w:t xml:space="preserve"> </w:t>
      </w:r>
      <w:r w:rsidRPr="00974144">
        <w:rPr>
          <w:rStyle w:val="hljs-selector-class"/>
          <w:szCs w:val="24"/>
          <w:shd w:val="clear" w:color="auto" w:fill="FFFFFF"/>
        </w:rPr>
        <w:t>команду</w:t>
      </w:r>
      <w:r w:rsidRPr="00974144">
        <w:rPr>
          <w:rStyle w:val="hljs-selector-class"/>
          <w:szCs w:val="24"/>
          <w:shd w:val="clear" w:color="auto" w:fill="FFFFFF"/>
          <w:lang w:val="en-US"/>
        </w:rPr>
        <w:t>:</w:t>
      </w:r>
    </w:p>
    <w:p w:rsidR="00750C32" w:rsidRPr="00974144" w:rsidRDefault="00750C32" w:rsidP="00750C32">
      <w:pPr>
        <w:pStyle w:val="-b"/>
        <w:rPr>
          <w:rStyle w:val="hljs-selector-class"/>
          <w:szCs w:val="24"/>
          <w:shd w:val="clear" w:color="auto" w:fill="FFFFFF"/>
          <w:lang w:val="en-US"/>
        </w:rPr>
      </w:pPr>
      <w:r w:rsidRPr="00974144">
        <w:rPr>
          <w:rStyle w:val="hljs-selector-class"/>
          <w:szCs w:val="24"/>
          <w:shd w:val="clear" w:color="auto" w:fill="FFFFFF"/>
          <w:lang w:val="en-US"/>
        </w:rPr>
        <w:t>chown  www-data /etc/apache2/web-</w:t>
      </w:r>
      <w:r w:rsidRPr="00974144">
        <w:rPr>
          <w:shd w:val="clear" w:color="auto" w:fill="FFFFFF"/>
          <w:lang w:val="en-US"/>
        </w:rPr>
        <w:t>tollstation1</w:t>
      </w:r>
      <w:r w:rsidRPr="00974144">
        <w:rPr>
          <w:rStyle w:val="hljs-selector-class"/>
          <w:szCs w:val="24"/>
          <w:shd w:val="clear" w:color="auto" w:fill="FFFFFF"/>
          <w:lang w:val="en-US"/>
        </w:rPr>
        <w:t>.keytab</w:t>
      </w:r>
    </w:p>
    <w:p w:rsidR="00750C32" w:rsidRPr="00974144" w:rsidRDefault="00750C32" w:rsidP="00750C32">
      <w:pPr>
        <w:pStyle w:val="12"/>
        <w:numPr>
          <w:ilvl w:val="0"/>
          <w:numId w:val="90"/>
        </w:numPr>
        <w:spacing w:after="160" w:line="259" w:lineRule="auto"/>
        <w:jc w:val="left"/>
        <w:rPr>
          <w:rStyle w:val="hljs-selector-class"/>
          <w:szCs w:val="24"/>
          <w:shd w:val="clear" w:color="auto" w:fill="FFFFFF"/>
          <w:lang w:val="en-US"/>
        </w:rPr>
      </w:pPr>
      <w:r w:rsidRPr="00974144">
        <w:rPr>
          <w:rStyle w:val="hljs-selector-class"/>
          <w:szCs w:val="24"/>
          <w:shd w:val="clear" w:color="auto" w:fill="FFFFFF"/>
        </w:rPr>
        <w:t>Перезапустите</w:t>
      </w:r>
      <w:r w:rsidRPr="00974144">
        <w:rPr>
          <w:rStyle w:val="hljs-selector-class"/>
          <w:szCs w:val="24"/>
          <w:shd w:val="clear" w:color="auto" w:fill="FFFFFF"/>
          <w:lang w:val="en-US"/>
        </w:rPr>
        <w:t xml:space="preserve"> apache2: </w:t>
      </w:r>
    </w:p>
    <w:p w:rsidR="00750C32" w:rsidRPr="00974144" w:rsidRDefault="00750C32" w:rsidP="00750C32">
      <w:pPr>
        <w:pStyle w:val="-b"/>
        <w:rPr>
          <w:rStyle w:val="hljs-selector-class"/>
          <w:szCs w:val="24"/>
          <w:shd w:val="clear" w:color="auto" w:fill="FFFFFF"/>
        </w:rPr>
      </w:pPr>
      <w:r w:rsidRPr="00974144">
        <w:rPr>
          <w:rStyle w:val="hljs-selector-class"/>
          <w:szCs w:val="24"/>
          <w:shd w:val="clear" w:color="auto" w:fill="FFFFFF"/>
          <w:lang w:val="en-US"/>
        </w:rPr>
        <w:t>systemctl restart apache2</w:t>
      </w:r>
    </w:p>
    <w:p w:rsidR="00B81039" w:rsidRPr="00974144" w:rsidRDefault="00B81039" w:rsidP="00B81039">
      <w:pPr>
        <w:pStyle w:val="-13"/>
      </w:pPr>
      <w:bookmarkStart w:id="54" w:name="_Toc113627487"/>
      <w:r w:rsidRPr="00974144">
        <w:t>Установка ПО 3-го уровня</w:t>
      </w:r>
      <w:bookmarkEnd w:id="54"/>
    </w:p>
    <w:p w:rsidR="00BC0D0B" w:rsidRPr="00974144" w:rsidRDefault="00BC0D0B" w:rsidP="00BC0D0B">
      <w:pPr>
        <w:pStyle w:val="-22"/>
        <w:spacing w:line="259" w:lineRule="auto"/>
        <w:jc w:val="left"/>
      </w:pPr>
      <w:bookmarkStart w:id="55" w:name="_Toc88037787"/>
      <w:bookmarkStart w:id="56" w:name="_Toc113627488"/>
      <w:r w:rsidRPr="00974144">
        <w:t>Последовательность установки</w:t>
      </w:r>
      <w:bookmarkEnd w:id="55"/>
      <w:bookmarkEnd w:id="56"/>
    </w:p>
    <w:p w:rsidR="00BC0D0B" w:rsidRPr="00974144" w:rsidRDefault="00BC0D0B" w:rsidP="00BC0D0B">
      <w:pPr>
        <w:pStyle w:val="-b"/>
      </w:pPr>
      <w:r w:rsidRPr="00974144">
        <w:t>Рекомендована следующая последовательность установки ПО на сервера:</w:t>
      </w:r>
    </w:p>
    <w:p w:rsidR="00BC0D0B" w:rsidRPr="00974144" w:rsidRDefault="00BC0D0B" w:rsidP="00E64E0C">
      <w:pPr>
        <w:pStyle w:val="12"/>
        <w:numPr>
          <w:ilvl w:val="0"/>
          <w:numId w:val="99"/>
        </w:numPr>
        <w:spacing w:after="160" w:line="259" w:lineRule="auto"/>
        <w:jc w:val="left"/>
        <w:rPr>
          <w:lang w:val="en-US"/>
        </w:rPr>
      </w:pPr>
      <w:r w:rsidRPr="00974144">
        <w:rPr>
          <w:lang w:val="en-US"/>
        </w:rPr>
        <w:t>kafka-master.bridgetoll.ru</w:t>
      </w:r>
    </w:p>
    <w:p w:rsidR="00BC0D0B" w:rsidRPr="00974144" w:rsidRDefault="00BC0D0B" w:rsidP="00BC0D0B">
      <w:pPr>
        <w:pStyle w:val="12"/>
        <w:spacing w:after="160" w:line="259" w:lineRule="auto"/>
        <w:jc w:val="left"/>
      </w:pPr>
      <w:r w:rsidRPr="00974144">
        <w:t>tollmaster</w:t>
      </w:r>
      <w:r w:rsidRPr="00974144">
        <w:rPr>
          <w:lang w:val="en-US"/>
        </w:rPr>
        <w:t>.bridgetoll.ru</w:t>
      </w:r>
    </w:p>
    <w:p w:rsidR="00BC0D0B" w:rsidRPr="00974144" w:rsidRDefault="00BC0D0B" w:rsidP="00BC0D0B">
      <w:pPr>
        <w:pStyle w:val="12"/>
        <w:spacing w:after="160" w:line="259" w:lineRule="auto"/>
        <w:jc w:val="left"/>
      </w:pPr>
      <w:r w:rsidRPr="00974144">
        <w:t>web-tollmaster</w:t>
      </w:r>
      <w:r w:rsidRPr="00974144">
        <w:rPr>
          <w:lang w:val="en-US"/>
        </w:rPr>
        <w:t>.bridgetoll.ru</w:t>
      </w:r>
    </w:p>
    <w:p w:rsidR="00BC0D0B" w:rsidRPr="00974144" w:rsidRDefault="00BC0D0B" w:rsidP="00BC0D0B">
      <w:pPr>
        <w:pStyle w:val="12"/>
        <w:spacing w:after="160" w:line="259" w:lineRule="auto"/>
        <w:jc w:val="left"/>
      </w:pPr>
      <w:r w:rsidRPr="00974144">
        <w:t>tollbilling</w:t>
      </w:r>
      <w:r w:rsidRPr="00974144">
        <w:rPr>
          <w:lang w:val="en-US"/>
        </w:rPr>
        <w:t>.bridgetoll.ru</w:t>
      </w:r>
    </w:p>
    <w:p w:rsidR="00BC0D0B" w:rsidRPr="00974144" w:rsidRDefault="00BC0D0B" w:rsidP="00BC0D0B">
      <w:pPr>
        <w:pStyle w:val="12"/>
        <w:spacing w:after="160" w:line="259" w:lineRule="auto"/>
        <w:jc w:val="left"/>
      </w:pPr>
      <w:r w:rsidRPr="00974144">
        <w:t>web-tollbilling</w:t>
      </w:r>
      <w:r w:rsidRPr="00974144">
        <w:rPr>
          <w:lang w:val="en-US"/>
        </w:rPr>
        <w:t>.bridgetoll.ru</w:t>
      </w:r>
    </w:p>
    <w:p w:rsidR="00BC0D0B" w:rsidRPr="00974144" w:rsidRDefault="00BC0D0B" w:rsidP="00BC0D0B">
      <w:pPr>
        <w:pStyle w:val="-22"/>
        <w:spacing w:line="259" w:lineRule="auto"/>
        <w:jc w:val="left"/>
      </w:pPr>
      <w:bookmarkStart w:id="57" w:name="_Toc88037788"/>
      <w:bookmarkStart w:id="58" w:name="_Toc113627489"/>
      <w:r w:rsidRPr="00974144">
        <w:t>Процедура установки</w:t>
      </w:r>
      <w:bookmarkEnd w:id="57"/>
      <w:bookmarkEnd w:id="58"/>
      <w:r w:rsidRPr="00974144">
        <w:t xml:space="preserve"> </w:t>
      </w:r>
    </w:p>
    <w:p w:rsidR="00BC0D0B" w:rsidRPr="00974144" w:rsidRDefault="00BC0D0B" w:rsidP="00E64E0C">
      <w:pPr>
        <w:pStyle w:val="12"/>
        <w:numPr>
          <w:ilvl w:val="0"/>
          <w:numId w:val="100"/>
        </w:numPr>
        <w:spacing w:after="160" w:line="259" w:lineRule="auto"/>
        <w:jc w:val="left"/>
      </w:pPr>
      <w:r w:rsidRPr="00974144">
        <w:t xml:space="preserve">Смонтируйте установочный </w:t>
      </w:r>
      <w:r w:rsidRPr="00974144">
        <w:rPr>
          <w:lang w:val="en-US"/>
        </w:rPr>
        <w:t>DVD</w:t>
      </w:r>
      <w:r w:rsidRPr="00974144">
        <w:t xml:space="preserve"> (для примера и</w:t>
      </w:r>
      <w:r w:rsidRPr="00974144">
        <w:rPr>
          <w:lang w:val="en-US"/>
        </w:rPr>
        <w:t>c</w:t>
      </w:r>
      <w:r w:rsidRPr="00974144">
        <w:t>пользуется точка монтирования /media/cdrom0).</w:t>
      </w:r>
    </w:p>
    <w:p w:rsidR="00BC0D0B" w:rsidRPr="00974144" w:rsidRDefault="00BC0D0B" w:rsidP="00BC0D0B">
      <w:pPr>
        <w:pStyle w:val="12"/>
        <w:numPr>
          <w:ilvl w:val="0"/>
          <w:numId w:val="90"/>
        </w:numPr>
        <w:spacing w:after="160" w:line="259" w:lineRule="auto"/>
        <w:jc w:val="left"/>
      </w:pPr>
      <w:r w:rsidRPr="00974144">
        <w:t>Выполните команду cd /media/cdrom0/&lt;имя сервера&gt; ,</w:t>
      </w:r>
    </w:p>
    <w:p w:rsidR="00BC0D0B" w:rsidRPr="00974144" w:rsidRDefault="00BC0D0B" w:rsidP="00BC0D0B">
      <w:pPr>
        <w:pStyle w:val="-b"/>
        <w:ind w:left="709" w:firstLine="0"/>
      </w:pPr>
      <w:r w:rsidRPr="00974144">
        <w:t xml:space="preserve"> где &lt;имя сервера&gt; фактическое имя сервера без учета домена, например</w:t>
      </w:r>
      <w:r w:rsidRPr="00974144">
        <w:br/>
      </w:r>
      <w:r w:rsidR="007B1445" w:rsidRPr="00974144">
        <w:t>cd /me</w:t>
      </w:r>
      <w:r w:rsidRPr="00974144">
        <w:t>dia/cdrom0/kafka-master</w:t>
      </w:r>
    </w:p>
    <w:p w:rsidR="00BC0D0B" w:rsidRPr="00974144" w:rsidRDefault="00BC0D0B" w:rsidP="00BC0D0B">
      <w:pPr>
        <w:pStyle w:val="12"/>
        <w:numPr>
          <w:ilvl w:val="0"/>
          <w:numId w:val="90"/>
        </w:numPr>
        <w:spacing w:after="160" w:line="259" w:lineRule="auto"/>
        <w:jc w:val="left"/>
      </w:pPr>
      <w:r w:rsidRPr="00974144">
        <w:t>Разархивируйте архив &lt;имя сервера.tar.gz&gt; во временную директорию, например:</w:t>
      </w:r>
    </w:p>
    <w:p w:rsidR="00BC0D0B" w:rsidRPr="00974144" w:rsidRDefault="00BC0D0B" w:rsidP="00BC0D0B">
      <w:pPr>
        <w:pStyle w:val="-b"/>
        <w:rPr>
          <w:lang w:val="en-US"/>
        </w:rPr>
      </w:pPr>
      <w:r w:rsidRPr="00974144">
        <w:rPr>
          <w:lang w:val="en-US"/>
        </w:rPr>
        <w:t>tar -xvzf kafka-master.tar.gz /tmp</w:t>
      </w:r>
    </w:p>
    <w:p w:rsidR="00BC0D0B" w:rsidRPr="00974144" w:rsidRDefault="00BC0D0B" w:rsidP="00BC0D0B">
      <w:pPr>
        <w:pStyle w:val="12"/>
        <w:numPr>
          <w:ilvl w:val="0"/>
          <w:numId w:val="90"/>
        </w:numPr>
        <w:spacing w:after="160" w:line="259" w:lineRule="auto"/>
        <w:jc w:val="left"/>
      </w:pPr>
      <w:r w:rsidRPr="00974144">
        <w:t xml:space="preserve">Выполните команды: </w:t>
      </w:r>
    </w:p>
    <w:p w:rsidR="00BC0D0B" w:rsidRPr="00974144" w:rsidRDefault="00BC0D0B" w:rsidP="00BC0D0B">
      <w:pPr>
        <w:pStyle w:val="-b"/>
      </w:pPr>
      <w:r w:rsidRPr="00974144">
        <w:t>cd /tmp/&lt;имя сервера&gt; например,</w:t>
      </w:r>
    </w:p>
    <w:p w:rsidR="00BC0D0B" w:rsidRPr="00974144" w:rsidRDefault="00BC0D0B" w:rsidP="00BC0D0B">
      <w:pPr>
        <w:pStyle w:val="-b"/>
        <w:rPr>
          <w:lang w:val="en-US"/>
        </w:rPr>
      </w:pPr>
      <w:r w:rsidRPr="00974144">
        <w:t xml:space="preserve"> </w:t>
      </w:r>
      <w:r w:rsidR="007B1445" w:rsidRPr="00974144">
        <w:rPr>
          <w:lang w:val="en-US"/>
        </w:rPr>
        <w:t>cd /tmp/kafka-master</w:t>
      </w:r>
    </w:p>
    <w:p w:rsidR="00BC0D0B" w:rsidRPr="00974144" w:rsidRDefault="007B1445" w:rsidP="00BC0D0B">
      <w:pPr>
        <w:pStyle w:val="-b"/>
        <w:rPr>
          <w:lang w:val="en-US"/>
        </w:rPr>
      </w:pPr>
      <w:r w:rsidRPr="00974144">
        <w:rPr>
          <w:lang w:val="en-US"/>
        </w:rPr>
        <w:t>.</w:t>
      </w:r>
      <w:r w:rsidR="00BC0D0B" w:rsidRPr="00974144">
        <w:rPr>
          <w:lang w:val="en-US"/>
        </w:rPr>
        <w:t>/install.sh</w:t>
      </w:r>
    </w:p>
    <w:p w:rsidR="00BC0D0B" w:rsidRPr="00974144" w:rsidRDefault="00BC0D0B" w:rsidP="00BC0D0B">
      <w:pPr>
        <w:pStyle w:val="12"/>
        <w:numPr>
          <w:ilvl w:val="0"/>
          <w:numId w:val="90"/>
        </w:numPr>
        <w:spacing w:after="160" w:line="259" w:lineRule="auto"/>
        <w:jc w:val="left"/>
      </w:pPr>
      <w:r w:rsidRPr="00974144">
        <w:t>Дождитесь окончания установки.</w:t>
      </w:r>
    </w:p>
    <w:p w:rsidR="00BC0D0B" w:rsidRPr="00974144" w:rsidRDefault="00BC0D0B" w:rsidP="00BC0D0B">
      <w:pPr>
        <w:pStyle w:val="-22"/>
      </w:pPr>
      <w:bookmarkStart w:id="59" w:name="_Toc88037789"/>
      <w:bookmarkStart w:id="60" w:name="_Toc113627490"/>
      <w:r w:rsidRPr="00974144">
        <w:t>Настройка после установки</w:t>
      </w:r>
      <w:bookmarkEnd w:id="59"/>
      <w:bookmarkEnd w:id="60"/>
    </w:p>
    <w:p w:rsidR="00BC0D0B" w:rsidRPr="00974144" w:rsidRDefault="00BC0D0B" w:rsidP="00E64E0C">
      <w:pPr>
        <w:pStyle w:val="12"/>
        <w:numPr>
          <w:ilvl w:val="0"/>
          <w:numId w:val="101"/>
        </w:numPr>
        <w:spacing w:after="160" w:line="259" w:lineRule="auto"/>
        <w:jc w:val="left"/>
      </w:pPr>
      <w:r w:rsidRPr="00974144">
        <w:t>На контроллере домена запустите консоль от имени администратора.</w:t>
      </w:r>
    </w:p>
    <w:p w:rsidR="00BC0D0B" w:rsidRPr="00974144" w:rsidRDefault="00BC0D0B" w:rsidP="00BC0D0B">
      <w:pPr>
        <w:pStyle w:val="12"/>
        <w:numPr>
          <w:ilvl w:val="0"/>
          <w:numId w:val="90"/>
        </w:numPr>
        <w:spacing w:after="160" w:line="259" w:lineRule="auto"/>
        <w:jc w:val="left"/>
      </w:pPr>
      <w:r w:rsidRPr="00974144">
        <w:t>Выполните команду:</w:t>
      </w:r>
    </w:p>
    <w:p w:rsidR="00BC0D0B" w:rsidRPr="00974144" w:rsidRDefault="00BC0D0B" w:rsidP="00BC0D0B">
      <w:pPr>
        <w:pStyle w:val="-b"/>
        <w:rPr>
          <w:lang w:val="en-US"/>
        </w:rPr>
      </w:pPr>
      <w:r w:rsidRPr="00974144">
        <w:rPr>
          <w:lang w:val="en-US"/>
        </w:rPr>
        <w:t>ktpass -princ HTTP/</w:t>
      </w:r>
      <w:hyperlink r:id="rId10" w:history="1">
        <w:r w:rsidRPr="00974144">
          <w:rPr>
            <w:rStyle w:val="afffe"/>
            <w:color w:val="auto"/>
            <w:szCs w:val="24"/>
            <w:lang w:val="en-US"/>
          </w:rPr>
          <w:t>web-tollmaster.bridgetoll.ru</w:t>
        </w:r>
      </w:hyperlink>
      <w:r w:rsidRPr="00974144">
        <w:rPr>
          <w:lang w:val="en-US"/>
        </w:rPr>
        <w:t xml:space="preserve">@ BRIDGETOLL.RU -mapuser </w:t>
      </w:r>
      <w:r w:rsidRPr="00974144">
        <w:rPr>
          <w:sz w:val="28"/>
          <w:szCs w:val="28"/>
          <w:lang w:val="en-US"/>
        </w:rPr>
        <w:t>spnmaster</w:t>
      </w:r>
      <w:r w:rsidRPr="00974144">
        <w:rPr>
          <w:lang w:val="en-US"/>
        </w:rPr>
        <w:t>@BRIDGETOLL.RU -pass P@ssw0rdMASTER -crypto ALL -ptype KRB5_NT_PRINCIPAL -out c:\tmp\web</w:t>
      </w:r>
      <w:r w:rsidRPr="00974144">
        <w:rPr>
          <w:strike/>
          <w:lang w:val="en-US"/>
        </w:rPr>
        <w:t>-</w:t>
      </w:r>
      <w:r w:rsidRPr="00974144">
        <w:rPr>
          <w:lang w:val="en-US"/>
        </w:rPr>
        <w:t>tollmaster</w:t>
      </w:r>
      <w:r w:rsidRPr="00974144">
        <w:rPr>
          <w:rStyle w:val="hljs-selector-class"/>
          <w:szCs w:val="24"/>
          <w:lang w:val="en-US"/>
        </w:rPr>
        <w:t>.keytab</w:t>
      </w:r>
    </w:p>
    <w:p w:rsidR="00BC0D0B" w:rsidRPr="00974144" w:rsidRDefault="00BC0D0B" w:rsidP="00BC0D0B">
      <w:pPr>
        <w:pStyle w:val="12"/>
        <w:numPr>
          <w:ilvl w:val="0"/>
          <w:numId w:val="90"/>
        </w:numPr>
        <w:spacing w:after="160" w:line="259" w:lineRule="auto"/>
        <w:jc w:val="left"/>
        <w:rPr>
          <w:rStyle w:val="hljs-selector-class"/>
          <w:szCs w:val="24"/>
          <w:shd w:val="clear" w:color="auto" w:fill="FFFFFF"/>
        </w:rPr>
      </w:pPr>
      <w:r w:rsidRPr="00974144">
        <w:rPr>
          <w:rStyle w:val="hljs-selector-class"/>
          <w:szCs w:val="24"/>
          <w:shd w:val="clear" w:color="auto" w:fill="FFFFFF"/>
        </w:rPr>
        <w:t>Перенесите</w:t>
      </w:r>
      <w:r w:rsidRPr="00974144">
        <w:rPr>
          <w:rStyle w:val="hljs-selector-class"/>
          <w:szCs w:val="24"/>
          <w:shd w:val="clear" w:color="auto" w:fill="FFFFFF"/>
          <w:lang w:val="en-US"/>
        </w:rPr>
        <w:t xml:space="preserve"> </w:t>
      </w:r>
      <w:r w:rsidRPr="00974144">
        <w:rPr>
          <w:rStyle w:val="hljs-selector-class"/>
          <w:szCs w:val="24"/>
          <w:shd w:val="clear" w:color="auto" w:fill="FFFFFF"/>
        </w:rPr>
        <w:t>файл</w:t>
      </w:r>
      <w:r w:rsidRPr="00974144">
        <w:rPr>
          <w:rStyle w:val="hljs-selector-class"/>
          <w:szCs w:val="24"/>
          <w:shd w:val="clear" w:color="auto" w:fill="FFFFFF"/>
          <w:lang w:val="en-US"/>
        </w:rPr>
        <w:t xml:space="preserve"> </w:t>
      </w:r>
      <w:r w:rsidRPr="00974144">
        <w:rPr>
          <w:rStyle w:val="hljs-selector-class"/>
          <w:lang w:val="en-US"/>
        </w:rPr>
        <w:t>c:\tmp\web-tollmaster</w:t>
      </w:r>
      <w:r w:rsidRPr="00974144">
        <w:rPr>
          <w:rStyle w:val="hljs-selector-class"/>
          <w:szCs w:val="24"/>
          <w:shd w:val="clear" w:color="auto" w:fill="FFFFFF"/>
          <w:lang w:val="en-US"/>
        </w:rPr>
        <w:t xml:space="preserve">.keytab </w:t>
      </w:r>
      <w:r w:rsidRPr="00974144">
        <w:rPr>
          <w:rStyle w:val="hljs-selector-class"/>
          <w:szCs w:val="24"/>
          <w:shd w:val="clear" w:color="auto" w:fill="FFFFFF"/>
        </w:rPr>
        <w:t>на</w:t>
      </w:r>
      <w:r w:rsidRPr="00974144">
        <w:rPr>
          <w:rStyle w:val="hljs-selector-class"/>
          <w:szCs w:val="24"/>
          <w:shd w:val="clear" w:color="auto" w:fill="FFFFFF"/>
          <w:lang w:val="en-US"/>
        </w:rPr>
        <w:t xml:space="preserve"> </w:t>
      </w:r>
      <w:r w:rsidRPr="00974144">
        <w:rPr>
          <w:rStyle w:val="hljs-selector-class"/>
          <w:szCs w:val="24"/>
          <w:shd w:val="clear" w:color="auto" w:fill="FFFFFF"/>
        </w:rPr>
        <w:t>сервер</w:t>
      </w:r>
      <w:r w:rsidRPr="00974144">
        <w:rPr>
          <w:rStyle w:val="hljs-selector-class"/>
          <w:szCs w:val="24"/>
          <w:shd w:val="clear" w:color="auto" w:fill="FFFFFF"/>
          <w:lang w:val="en-US"/>
        </w:rPr>
        <w:t xml:space="preserve"> </w:t>
      </w:r>
      <w:r w:rsidRPr="00974144">
        <w:rPr>
          <w:rStyle w:val="hljs-selector-class"/>
          <w:lang w:val="en-US"/>
        </w:rPr>
        <w:t>web-tollmaster</w:t>
      </w:r>
      <w:r w:rsidRPr="00974144">
        <w:rPr>
          <w:rStyle w:val="hljs-selector-class"/>
          <w:szCs w:val="24"/>
          <w:shd w:val="clear" w:color="auto" w:fill="FFFFFF"/>
          <w:lang w:val="en-US"/>
        </w:rPr>
        <w:t xml:space="preserve">.bridgetoll.ru </w:t>
      </w:r>
      <w:r w:rsidRPr="00974144">
        <w:rPr>
          <w:rStyle w:val="hljs-selector-class"/>
          <w:szCs w:val="24"/>
          <w:shd w:val="clear" w:color="auto" w:fill="FFFFFF"/>
        </w:rPr>
        <w:t>в</w:t>
      </w:r>
      <w:r w:rsidRPr="00974144">
        <w:rPr>
          <w:rStyle w:val="hljs-selector-class"/>
          <w:szCs w:val="24"/>
          <w:shd w:val="clear" w:color="auto" w:fill="FFFFFF"/>
          <w:lang w:val="en-US"/>
        </w:rPr>
        <w:t xml:space="preserve"> </w:t>
      </w:r>
      <w:r w:rsidRPr="00974144">
        <w:rPr>
          <w:rStyle w:val="hljs-selector-class"/>
          <w:szCs w:val="24"/>
          <w:shd w:val="clear" w:color="auto" w:fill="FFFFFF"/>
        </w:rPr>
        <w:t>папку</w:t>
      </w:r>
      <w:r w:rsidRPr="00974144">
        <w:rPr>
          <w:rStyle w:val="hljs-selector-class"/>
          <w:szCs w:val="24"/>
          <w:shd w:val="clear" w:color="auto" w:fill="FFFFFF"/>
          <w:lang w:val="en-US"/>
        </w:rPr>
        <w:t xml:space="preserve"> /etc/apache2. </w:t>
      </w:r>
      <w:r w:rsidRPr="00974144">
        <w:rPr>
          <w:rStyle w:val="hljs-selector-class"/>
          <w:szCs w:val="24"/>
          <w:shd w:val="clear" w:color="auto" w:fill="FFFFFF"/>
        </w:rPr>
        <w:t>Этот же файл скопируйте в папку /etc под именем krb5.keytab.</w:t>
      </w:r>
    </w:p>
    <w:p w:rsidR="00BC0D0B" w:rsidRPr="00974144" w:rsidRDefault="00BC0D0B" w:rsidP="00BC0D0B">
      <w:pPr>
        <w:pStyle w:val="12"/>
        <w:numPr>
          <w:ilvl w:val="0"/>
          <w:numId w:val="90"/>
        </w:numPr>
        <w:spacing w:after="160" w:line="259" w:lineRule="auto"/>
        <w:jc w:val="left"/>
        <w:rPr>
          <w:rStyle w:val="hljs-selector-class"/>
          <w:szCs w:val="24"/>
          <w:shd w:val="clear" w:color="auto" w:fill="FFFFFF"/>
        </w:rPr>
      </w:pPr>
      <w:r w:rsidRPr="00974144">
        <w:rPr>
          <w:rStyle w:val="hljs-selector-class"/>
          <w:szCs w:val="24"/>
          <w:shd w:val="clear" w:color="auto" w:fill="FFFFFF"/>
        </w:rPr>
        <w:t>Перезапустите apache2: systemctl restart apache2</w:t>
      </w:r>
    </w:p>
    <w:p w:rsidR="00BC0D0B" w:rsidRPr="00974144" w:rsidRDefault="00BC0D0B" w:rsidP="00BC0D0B">
      <w:pPr>
        <w:pStyle w:val="12"/>
        <w:numPr>
          <w:ilvl w:val="0"/>
          <w:numId w:val="90"/>
        </w:numPr>
        <w:spacing w:after="160" w:line="259" w:lineRule="auto"/>
        <w:jc w:val="left"/>
        <w:rPr>
          <w:rStyle w:val="hljs-selector-class"/>
          <w:szCs w:val="24"/>
          <w:shd w:val="clear" w:color="auto" w:fill="FFFFFF"/>
        </w:rPr>
      </w:pPr>
      <w:r w:rsidRPr="00974144">
        <w:rPr>
          <w:rStyle w:val="hljs-selector-class"/>
          <w:szCs w:val="24"/>
          <w:shd w:val="clear" w:color="auto" w:fill="FFFFFF"/>
        </w:rPr>
        <w:t>Получите и установите сертификат для сайта на сервере web-tollbilling.bridgetoll.ru</w:t>
      </w:r>
    </w:p>
    <w:p w:rsidR="00BC0D0B" w:rsidRPr="00974144" w:rsidRDefault="00BC0D0B" w:rsidP="00BC0D0B">
      <w:pPr>
        <w:pStyle w:val="-0"/>
        <w:rPr>
          <w:rStyle w:val="hljs-selector-class"/>
        </w:rPr>
      </w:pPr>
      <w:r w:rsidRPr="00974144">
        <w:rPr>
          <w:rStyle w:val="hljs-selector-class"/>
        </w:rPr>
        <w:t>Закрытый ключ разместите в папке /etc/ssl/private с именем web-tollbilling.key</w:t>
      </w:r>
    </w:p>
    <w:p w:rsidR="00BC0D0B" w:rsidRPr="00974144" w:rsidRDefault="00BC0D0B" w:rsidP="00BC0D0B">
      <w:pPr>
        <w:pStyle w:val="-0"/>
        <w:rPr>
          <w:rStyle w:val="hljs-selector-class"/>
        </w:rPr>
      </w:pPr>
      <w:r w:rsidRPr="00974144">
        <w:rPr>
          <w:rStyle w:val="hljs-selector-class"/>
        </w:rPr>
        <w:t>Сертификат разместите в папке /etc/ssl/certs с именем web-tollbilling.pem</w:t>
      </w:r>
    </w:p>
    <w:p w:rsidR="00BC0D0B" w:rsidRPr="00974144" w:rsidRDefault="00BC0D0B" w:rsidP="00BC0D0B">
      <w:pPr>
        <w:pStyle w:val="12"/>
        <w:numPr>
          <w:ilvl w:val="0"/>
          <w:numId w:val="90"/>
        </w:numPr>
        <w:spacing w:after="160" w:line="259" w:lineRule="auto"/>
        <w:jc w:val="left"/>
        <w:rPr>
          <w:rStyle w:val="hljs-selector-class"/>
          <w:lang w:val="en-US"/>
        </w:rPr>
      </w:pPr>
      <w:r w:rsidRPr="00974144">
        <w:rPr>
          <w:rStyle w:val="hljs-selector-class"/>
        </w:rPr>
        <w:t>Отре</w:t>
      </w:r>
      <w:r w:rsidRPr="00974144">
        <w:t>да</w:t>
      </w:r>
      <w:r w:rsidRPr="00974144">
        <w:rPr>
          <w:rStyle w:val="hljs-selector-class"/>
        </w:rPr>
        <w:t>ктируйте</w:t>
      </w:r>
      <w:r w:rsidRPr="00974144">
        <w:rPr>
          <w:rStyle w:val="hljs-selector-class"/>
          <w:lang w:val="en-US"/>
        </w:rPr>
        <w:t xml:space="preserve"> </w:t>
      </w:r>
      <w:r w:rsidRPr="00974144">
        <w:rPr>
          <w:rStyle w:val="hljs-selector-class"/>
        </w:rPr>
        <w:t>файл</w:t>
      </w:r>
      <w:r w:rsidRPr="00974144">
        <w:rPr>
          <w:rStyle w:val="hljs-selector-class"/>
          <w:lang w:val="en-US"/>
        </w:rPr>
        <w:t xml:space="preserve"> /etc/nginx/sites-available/billing:</w:t>
      </w:r>
    </w:p>
    <w:p w:rsidR="00BC0D0B" w:rsidRPr="00974144" w:rsidRDefault="00BC0D0B" w:rsidP="00BC0D0B">
      <w:pPr>
        <w:pStyle w:val="-0"/>
        <w:rPr>
          <w:rStyle w:val="hljs-selector-class"/>
        </w:rPr>
      </w:pPr>
      <w:r w:rsidRPr="00974144">
        <w:rPr>
          <w:rStyle w:val="hljs-selector-class"/>
        </w:rPr>
        <w:t>Замените значение переменной server_name на имя сайта из сертификата (первоначально это значение равно web-tollbilling.bridgetoll.ru).</w:t>
      </w:r>
    </w:p>
    <w:p w:rsidR="00BC0D0B" w:rsidRPr="00974144" w:rsidRDefault="00BC0D0B" w:rsidP="00BC0D0B">
      <w:pPr>
        <w:pStyle w:val="-0"/>
        <w:rPr>
          <w:rStyle w:val="hljs-selector-class"/>
        </w:rPr>
      </w:pPr>
      <w:r w:rsidRPr="00974144">
        <w:rPr>
          <w:rStyle w:val="hljs-selector-class"/>
        </w:rPr>
        <w:t>Замените в строке   if ($host = web-tollbilling.bridgetoll.ru) { web-tollbilling.bridgetoll.ru на имя сайта из сертификата.</w:t>
      </w:r>
    </w:p>
    <w:p w:rsidR="00750C32" w:rsidRPr="00974144" w:rsidRDefault="00750C32" w:rsidP="00750C32"/>
    <w:sectPr w:rsidR="00750C32" w:rsidRPr="00974144" w:rsidSect="008C6F11">
      <w:headerReference w:type="even" r:id="rId11"/>
      <w:headerReference w:type="default" r:id="rId12"/>
      <w:footerReference w:type="default" r:id="rId13"/>
      <w:pgSz w:w="11906" w:h="16838"/>
      <w:pgMar w:top="993" w:right="850" w:bottom="426" w:left="1276" w:header="284" w:footer="263"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38C" w:rsidRDefault="00D9138C" w:rsidP="00C416CD">
      <w:r>
        <w:separator/>
      </w:r>
    </w:p>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endnote>
  <w:endnote w:type="continuationSeparator" w:id="0">
    <w:p w:rsidR="00D9138C" w:rsidRDefault="00D9138C" w:rsidP="00C416CD">
      <w:r>
        <w:continuationSeparator/>
      </w:r>
    </w:p>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Condensed">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Demi">
    <w:panose1 w:val="020B0703020102020204"/>
    <w:charset w:val="CC"/>
    <w:family w:val="swiss"/>
    <w:pitch w:val="variable"/>
    <w:sig w:usb0="00000287" w:usb1="00000000" w:usb2="00000000" w:usb3="00000000" w:csb0="0000009F" w:csb1="00000000"/>
  </w:font>
  <w:font w:name="Liberation Serif">
    <w:panose1 w:val="02020603050405020304"/>
    <w:charset w:val="CC"/>
    <w:family w:val="roman"/>
    <w:pitch w:val="variable"/>
    <w:sig w:usb0="E0000AFF" w:usb1="500078FF" w:usb2="00000021"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CC"/>
    <w:family w:val="roman"/>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ITC Franklin Gothic Book">
    <w:altName w:val="Arial"/>
    <w:panose1 w:val="00000000000000000000"/>
    <w:charset w:val="00"/>
    <w:family w:val="swiss"/>
    <w:notTrueType/>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Franklin Gothic Condensed">
    <w:altName w:val="Arial"/>
    <w:panose1 w:val="00000000000000000000"/>
    <w:charset w:val="00"/>
    <w:family w:val="swiss"/>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7FD" w:rsidRDefault="006957FD" w:rsidP="009B07CE">
    <w:pPr>
      <w:pStyle w:val="afff1"/>
      <w:jc w:val="center"/>
    </w:pPr>
    <w:r w:rsidRPr="00736F08">
      <w:rPr>
        <w:rFonts w:eastAsiaTheme="minorHAnsi" w:cstheme="minorBidi"/>
      </w:rPr>
      <w:t>Москва</w:t>
    </w:r>
    <w:r>
      <w:rPr>
        <w:rFonts w:eastAsiaTheme="minorHAnsi" w:cstheme="minorBidi"/>
      </w:rPr>
      <w:t xml:space="preserve"> </w:t>
    </w:r>
    <w:r w:rsidRPr="00736F08">
      <w:rPr>
        <w:caps/>
      </w:rPr>
      <w:t>202</w:t>
    </w:r>
    <w:r w:rsidR="00BC5661">
      <w:rPr>
        <w:caps/>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7FD" w:rsidRPr="008C6F11" w:rsidRDefault="006957FD" w:rsidP="008C6F11">
    <w:pPr>
      <w:pStyle w:val="afff1"/>
      <w:rPr>
        <w:rStyle w:val="afff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38C" w:rsidRDefault="00D9138C" w:rsidP="00C416CD">
      <w:r>
        <w:separator/>
      </w:r>
    </w:p>
  </w:footnote>
  <w:footnote w:type="continuationSeparator" w:id="0">
    <w:p w:rsidR="00D9138C" w:rsidRDefault="00D9138C" w:rsidP="00C416CD">
      <w:r>
        <w:continuationSeparator/>
      </w:r>
    </w:p>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p w:rsidR="00D9138C" w:rsidRDefault="00D9138C" w:rsidP="00C416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7FD" w:rsidRDefault="006957FD" w:rsidP="00C416CD"/>
  <w:p w:rsidR="006957FD" w:rsidRDefault="006957FD" w:rsidP="00C416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7FD" w:rsidRPr="0007289D" w:rsidRDefault="006957FD" w:rsidP="00FB30CC">
    <w:pPr>
      <w:spacing w:line="240" w:lineRule="auto"/>
      <w:jc w:val="center"/>
      <w:rPr>
        <w:sz w:val="20"/>
        <w:szCs w:val="20"/>
      </w:rPr>
    </w:pPr>
    <w:r w:rsidRPr="0007289D">
      <w:rPr>
        <w:sz w:val="20"/>
        <w:szCs w:val="20"/>
      </w:rPr>
      <w:fldChar w:fldCharType="begin"/>
    </w:r>
    <w:r w:rsidRPr="0007289D">
      <w:rPr>
        <w:sz w:val="20"/>
        <w:szCs w:val="20"/>
      </w:rPr>
      <w:instrText xml:space="preserve"> PAGE </w:instrText>
    </w:r>
    <w:r w:rsidRPr="0007289D">
      <w:rPr>
        <w:sz w:val="20"/>
        <w:szCs w:val="20"/>
      </w:rPr>
      <w:fldChar w:fldCharType="separate"/>
    </w:r>
    <w:r w:rsidR="00E64E0C">
      <w:rPr>
        <w:noProof/>
        <w:sz w:val="20"/>
        <w:szCs w:val="20"/>
      </w:rPr>
      <w:t>10</w:t>
    </w:r>
    <w:r w:rsidRPr="0007289D">
      <w:rPr>
        <w:sz w:val="20"/>
        <w:szCs w:val="20"/>
      </w:rPr>
      <w:fldChar w:fldCharType="end"/>
    </w:r>
  </w:p>
  <w:p w:rsidR="006957FD" w:rsidRPr="001634AC" w:rsidRDefault="00BC5661" w:rsidP="00FB30CC">
    <w:pPr>
      <w:pStyle w:val="afff"/>
      <w:jc w:val="center"/>
    </w:pPr>
    <w:r>
      <w:rPr>
        <w:sz w:val="20"/>
        <w:szCs w:val="20"/>
      </w:rPr>
      <w:t>Инструкция по развертыванию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2pt;height:12pt" o:bullet="t">
        <v:imagedata r:id="rId1" o:title=""/>
      </v:shape>
    </w:pict>
  </w:numPicBullet>
  <w:abstractNum w:abstractNumId="0" w15:restartNumberingAfterBreak="0">
    <w:nsid w:val="003E0516"/>
    <w:multiLevelType w:val="multilevel"/>
    <w:tmpl w:val="BD60BBAE"/>
    <w:lvl w:ilvl="0">
      <w:numFmt w:val="none"/>
      <w:pStyle w:val="NumHeading1"/>
      <w:lvlText w:val=""/>
      <w:lvlJc w:val="left"/>
      <w:pPr>
        <w:tabs>
          <w:tab w:val="num" w:pos="360"/>
        </w:tabs>
      </w:pPr>
      <w:rPr>
        <w:rFonts w:cs="Times New Roman"/>
      </w:rPr>
    </w:lvl>
    <w:lvl w:ilvl="1">
      <w:start w:val="1"/>
      <w:numFmt w:val="decimal"/>
      <w:lvlText w:val="%1.%2"/>
      <w:lvlJc w:val="left"/>
      <w:pPr>
        <w:tabs>
          <w:tab w:val="num" w:pos="794"/>
        </w:tabs>
        <w:ind w:left="794" w:hanging="794"/>
      </w:pPr>
      <w:rPr>
        <w:rFonts w:cs="Times New Roman" w:hint="default"/>
      </w:rPr>
    </w:lvl>
    <w:lvl w:ilvl="2">
      <w:start w:val="1"/>
      <w:numFmt w:val="decimal"/>
      <w:lvlText w:val="%1.%2.%3"/>
      <w:lvlJc w:val="left"/>
      <w:pPr>
        <w:tabs>
          <w:tab w:val="num" w:pos="1021"/>
        </w:tabs>
        <w:ind w:left="1021" w:hanging="1021"/>
      </w:pPr>
      <w:rPr>
        <w:rFonts w:cs="Times New Roman" w:hint="default"/>
      </w:rPr>
    </w:lvl>
    <w:lvl w:ilvl="3">
      <w:start w:val="1"/>
      <w:numFmt w:val="decimal"/>
      <w:lvlText w:val="%1.%2.%3.%4"/>
      <w:lvlJc w:val="left"/>
      <w:pPr>
        <w:tabs>
          <w:tab w:val="num" w:pos="1247"/>
        </w:tabs>
        <w:ind w:left="1247" w:hanging="1247"/>
      </w:pPr>
      <w:rPr>
        <w:rFonts w:cs="Times New Roman" w:hint="default"/>
      </w:rPr>
    </w:lvl>
    <w:lvl w:ilvl="4">
      <w:start w:val="1"/>
      <w:numFmt w:val="decimal"/>
      <w:lvlText w:val="%1.%2.%3.%4.%5"/>
      <w:lvlJc w:val="left"/>
      <w:pPr>
        <w:tabs>
          <w:tab w:val="num" w:pos="1474"/>
        </w:tabs>
        <w:ind w:left="1474" w:hanging="1474"/>
      </w:pPr>
      <w:rPr>
        <w:rFonts w:cs="Times New Roman" w:hint="default"/>
      </w:rPr>
    </w:lvl>
    <w:lvl w:ilvl="5">
      <w:start w:val="1"/>
      <w:numFmt w:val="decimal"/>
      <w:lvlText w:val="%2.%3.%4.%5.%6."/>
      <w:lvlJc w:val="left"/>
      <w:pPr>
        <w:tabs>
          <w:tab w:val="num" w:pos="2835"/>
        </w:tabs>
        <w:ind w:left="2835" w:hanging="2608"/>
      </w:pPr>
      <w:rPr>
        <w:rFonts w:cs="Times New Roman" w:hint="default"/>
      </w:rPr>
    </w:lvl>
    <w:lvl w:ilvl="6">
      <w:start w:val="1"/>
      <w:numFmt w:val="decimal"/>
      <w:lvlText w:val="%1.%2.%3.%4.%5.%6.%7."/>
      <w:lvlJc w:val="left"/>
      <w:pPr>
        <w:tabs>
          <w:tab w:val="num" w:pos="5627"/>
        </w:tabs>
        <w:ind w:left="3467" w:hanging="1080"/>
      </w:pPr>
      <w:rPr>
        <w:rFonts w:cs="Times New Roman" w:hint="default"/>
      </w:rPr>
    </w:lvl>
    <w:lvl w:ilvl="7">
      <w:start w:val="1"/>
      <w:numFmt w:val="upperLetter"/>
      <w:lvlRestart w:val="0"/>
      <w:lvlText w:val="APPENDIX %8"/>
      <w:lvlJc w:val="left"/>
      <w:pPr>
        <w:tabs>
          <w:tab w:val="num" w:pos="2155"/>
        </w:tabs>
        <w:ind w:left="2155" w:hanging="2155"/>
      </w:pPr>
      <w:rPr>
        <w:rFonts w:cs="Times New Roman" w:hint="default"/>
      </w:rPr>
    </w:lvl>
    <w:lvl w:ilvl="8">
      <w:start w:val="1"/>
      <w:numFmt w:val="upperRoman"/>
      <w:lvlRestart w:val="0"/>
      <w:lvlText w:val="PART %9"/>
      <w:lvlJc w:val="left"/>
      <w:pPr>
        <w:tabs>
          <w:tab w:val="num" w:pos="1418"/>
        </w:tabs>
        <w:ind w:left="1418" w:hanging="1418"/>
      </w:pPr>
      <w:rPr>
        <w:rFonts w:cs="Times New Roman" w:hint="default"/>
      </w:rPr>
    </w:lvl>
  </w:abstractNum>
  <w:abstractNum w:abstractNumId="1" w15:restartNumberingAfterBreak="0">
    <w:nsid w:val="00FB3E05"/>
    <w:multiLevelType w:val="multilevel"/>
    <w:tmpl w:val="BDAC0004"/>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2" w15:restartNumberingAfterBreak="0">
    <w:nsid w:val="037728F3"/>
    <w:multiLevelType w:val="multilevel"/>
    <w:tmpl w:val="244604E4"/>
    <w:lvl w:ilvl="0">
      <w:start w:val="1"/>
      <w:numFmt w:val="decimal"/>
      <w:pStyle w:val="a"/>
      <w:lvlText w:val="%1."/>
      <w:lvlJc w:val="left"/>
      <w:pPr>
        <w:tabs>
          <w:tab w:val="num" w:pos="672"/>
        </w:tabs>
        <w:ind w:left="227" w:hanging="22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2"/>
      <w:suff w:val="space"/>
      <w:lvlText w:val="%1.%2."/>
      <w:lvlJc w:val="left"/>
      <w:pPr>
        <w:ind w:left="284" w:firstLine="0"/>
      </w:pPr>
      <w:rPr>
        <w:rFonts w:hint="default"/>
      </w:rPr>
    </w:lvl>
    <w:lvl w:ilvl="2">
      <w:start w:val="1"/>
      <w:numFmt w:val="decimal"/>
      <w:suff w:val="space"/>
      <w:lvlText w:val="%1.%2.%3."/>
      <w:lvlJc w:val="left"/>
      <w:pPr>
        <w:ind w:left="0" w:firstLine="0"/>
      </w:pPr>
      <w:rPr>
        <w:rFonts w:hint="default"/>
      </w:rPr>
    </w:lvl>
    <w:lvl w:ilvl="3">
      <w:start w:val="1"/>
      <w:numFmt w:val="decimal"/>
      <w:pStyle w:val="4"/>
      <w:suff w:val="space"/>
      <w:lvlText w:val="%1.%2.%3.%4."/>
      <w:lvlJc w:val="left"/>
      <w:pPr>
        <w:ind w:left="0" w:firstLine="0"/>
      </w:pPr>
      <w:rPr>
        <w:rFonts w:hint="default"/>
      </w:rPr>
    </w:lvl>
    <w:lvl w:ilvl="4">
      <w:start w:val="1"/>
      <w:numFmt w:val="decimal"/>
      <w:pStyle w:val="5"/>
      <w:suff w:val="space"/>
      <w:lvlText w:val="%1.%2.%3.%4.%5."/>
      <w:lvlJc w:val="left"/>
      <w:pPr>
        <w:ind w:left="1277" w:firstLine="0"/>
      </w:pPr>
      <w:rPr>
        <w:rFonts w:hint="default"/>
      </w:rPr>
    </w:lvl>
    <w:lvl w:ilvl="5">
      <w:start w:val="1"/>
      <w:numFmt w:val="decimal"/>
      <w:pStyle w:val="6"/>
      <w:suff w:val="space"/>
      <w:lvlText w:val="%1.%2.%3.%4.%5.%6."/>
      <w:lvlJc w:val="left"/>
      <w:pPr>
        <w:ind w:left="709" w:firstLine="0"/>
      </w:pPr>
      <w:rPr>
        <w:rFonts w:hint="default"/>
      </w:rPr>
    </w:lvl>
    <w:lvl w:ilvl="6">
      <w:start w:val="1"/>
      <w:numFmt w:val="decimal"/>
      <w:lvlText w:val="%1.%2.%3.%4.%5.%6.%7."/>
      <w:lvlJc w:val="left"/>
      <w:pPr>
        <w:tabs>
          <w:tab w:val="num" w:pos="4992"/>
        </w:tabs>
        <w:ind w:left="3192" w:hanging="1080"/>
      </w:pPr>
      <w:rPr>
        <w:rFonts w:hint="default"/>
      </w:rPr>
    </w:lvl>
    <w:lvl w:ilvl="7">
      <w:start w:val="1"/>
      <w:numFmt w:val="decimal"/>
      <w:lvlText w:val="%1.%2.%3.%4.%5.%6.%7.%8."/>
      <w:lvlJc w:val="left"/>
      <w:pPr>
        <w:tabs>
          <w:tab w:val="num" w:pos="6072"/>
        </w:tabs>
        <w:ind w:left="3696" w:hanging="1224"/>
      </w:pPr>
      <w:rPr>
        <w:rFonts w:hint="default"/>
      </w:rPr>
    </w:lvl>
    <w:lvl w:ilvl="8">
      <w:start w:val="1"/>
      <w:numFmt w:val="decimal"/>
      <w:lvlText w:val="%1.%2.%3.%4.%5.%6.%7.%8.%9."/>
      <w:lvlJc w:val="left"/>
      <w:pPr>
        <w:tabs>
          <w:tab w:val="num" w:pos="6792"/>
        </w:tabs>
        <w:ind w:left="4272" w:hanging="1440"/>
      </w:pPr>
      <w:rPr>
        <w:rFonts w:hint="default"/>
      </w:rPr>
    </w:lvl>
  </w:abstractNum>
  <w:abstractNum w:abstractNumId="3" w15:restartNumberingAfterBreak="0">
    <w:nsid w:val="03A328D6"/>
    <w:multiLevelType w:val="hybridMultilevel"/>
    <w:tmpl w:val="EF204FEC"/>
    <w:lvl w:ilvl="0" w:tplc="97169D5A">
      <w:start w:val="1"/>
      <w:numFmt w:val="bullet"/>
      <w:pStyle w:val="20"/>
      <w:lvlText w:val=""/>
      <w:lvlJc w:val="left"/>
      <w:pPr>
        <w:ind w:left="739" w:hanging="360"/>
      </w:pPr>
      <w:rPr>
        <w:rFonts w:ascii="Symbol" w:hAnsi="Symbol" w:hint="default"/>
      </w:rPr>
    </w:lvl>
    <w:lvl w:ilvl="1" w:tplc="04190003" w:tentative="1">
      <w:start w:val="1"/>
      <w:numFmt w:val="bullet"/>
      <w:lvlText w:val="o"/>
      <w:lvlJc w:val="left"/>
      <w:pPr>
        <w:ind w:left="1459" w:hanging="360"/>
      </w:pPr>
      <w:rPr>
        <w:rFonts w:ascii="Courier New" w:hAnsi="Courier New" w:cs="Courier New" w:hint="default"/>
      </w:rPr>
    </w:lvl>
    <w:lvl w:ilvl="2" w:tplc="04190005" w:tentative="1">
      <w:start w:val="1"/>
      <w:numFmt w:val="bullet"/>
      <w:lvlText w:val=""/>
      <w:lvlJc w:val="left"/>
      <w:pPr>
        <w:ind w:left="2179" w:hanging="360"/>
      </w:pPr>
      <w:rPr>
        <w:rFonts w:ascii="Wingdings" w:hAnsi="Wingdings" w:hint="default"/>
      </w:rPr>
    </w:lvl>
    <w:lvl w:ilvl="3" w:tplc="04190001" w:tentative="1">
      <w:start w:val="1"/>
      <w:numFmt w:val="bullet"/>
      <w:lvlText w:val=""/>
      <w:lvlJc w:val="left"/>
      <w:pPr>
        <w:ind w:left="2899" w:hanging="360"/>
      </w:pPr>
      <w:rPr>
        <w:rFonts w:ascii="Symbol" w:hAnsi="Symbol" w:hint="default"/>
      </w:rPr>
    </w:lvl>
    <w:lvl w:ilvl="4" w:tplc="04190003" w:tentative="1">
      <w:start w:val="1"/>
      <w:numFmt w:val="bullet"/>
      <w:lvlText w:val="o"/>
      <w:lvlJc w:val="left"/>
      <w:pPr>
        <w:ind w:left="3619" w:hanging="360"/>
      </w:pPr>
      <w:rPr>
        <w:rFonts w:ascii="Courier New" w:hAnsi="Courier New" w:cs="Courier New" w:hint="default"/>
      </w:rPr>
    </w:lvl>
    <w:lvl w:ilvl="5" w:tplc="04190005" w:tentative="1">
      <w:start w:val="1"/>
      <w:numFmt w:val="bullet"/>
      <w:lvlText w:val=""/>
      <w:lvlJc w:val="left"/>
      <w:pPr>
        <w:ind w:left="4339" w:hanging="360"/>
      </w:pPr>
      <w:rPr>
        <w:rFonts w:ascii="Wingdings" w:hAnsi="Wingdings" w:hint="default"/>
      </w:rPr>
    </w:lvl>
    <w:lvl w:ilvl="6" w:tplc="04190001" w:tentative="1">
      <w:start w:val="1"/>
      <w:numFmt w:val="bullet"/>
      <w:lvlText w:val=""/>
      <w:lvlJc w:val="left"/>
      <w:pPr>
        <w:ind w:left="5059" w:hanging="360"/>
      </w:pPr>
      <w:rPr>
        <w:rFonts w:ascii="Symbol" w:hAnsi="Symbol" w:hint="default"/>
      </w:rPr>
    </w:lvl>
    <w:lvl w:ilvl="7" w:tplc="04190003" w:tentative="1">
      <w:start w:val="1"/>
      <w:numFmt w:val="bullet"/>
      <w:lvlText w:val="o"/>
      <w:lvlJc w:val="left"/>
      <w:pPr>
        <w:ind w:left="5779" w:hanging="360"/>
      </w:pPr>
      <w:rPr>
        <w:rFonts w:ascii="Courier New" w:hAnsi="Courier New" w:cs="Courier New" w:hint="default"/>
      </w:rPr>
    </w:lvl>
    <w:lvl w:ilvl="8" w:tplc="04190005" w:tentative="1">
      <w:start w:val="1"/>
      <w:numFmt w:val="bullet"/>
      <w:lvlText w:val=""/>
      <w:lvlJc w:val="left"/>
      <w:pPr>
        <w:ind w:left="6499" w:hanging="360"/>
      </w:pPr>
      <w:rPr>
        <w:rFonts w:ascii="Wingdings" w:hAnsi="Wingdings" w:hint="default"/>
      </w:rPr>
    </w:lvl>
  </w:abstractNum>
  <w:abstractNum w:abstractNumId="4" w15:restartNumberingAfterBreak="0">
    <w:nsid w:val="03AE56D5"/>
    <w:multiLevelType w:val="singleLevel"/>
    <w:tmpl w:val="AA96CF80"/>
    <w:lvl w:ilvl="0">
      <w:start w:val="1"/>
      <w:numFmt w:val="decimal"/>
      <w:pStyle w:val="-"/>
      <w:lvlText w:val="%1)"/>
      <w:lvlJc w:val="left"/>
      <w:pPr>
        <w:tabs>
          <w:tab w:val="num" w:pos="1418"/>
        </w:tabs>
        <w:ind w:left="1418" w:firstLine="0"/>
      </w:pPr>
      <w:rPr>
        <w:rFonts w:hint="default"/>
        <w:sz w:val="24"/>
      </w:rPr>
    </w:lvl>
  </w:abstractNum>
  <w:abstractNum w:abstractNumId="5" w15:restartNumberingAfterBreak="0">
    <w:nsid w:val="03BA16C2"/>
    <w:multiLevelType w:val="hybridMultilevel"/>
    <w:tmpl w:val="E0CC7674"/>
    <w:lvl w:ilvl="0" w:tplc="6F90615A">
      <w:start w:val="1"/>
      <w:numFmt w:val="russianLower"/>
      <w:pStyle w:val="21"/>
      <w:lvlText w:val="%1)"/>
      <w:lvlJc w:val="left"/>
      <w:pPr>
        <w:tabs>
          <w:tab w:val="num" w:pos="2211"/>
        </w:tabs>
        <w:ind w:left="1701" w:firstLine="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15:restartNumberingAfterBreak="0">
    <w:nsid w:val="03E33F01"/>
    <w:multiLevelType w:val="hybridMultilevel"/>
    <w:tmpl w:val="F9D05A40"/>
    <w:lvl w:ilvl="0" w:tplc="6CBE13E8">
      <w:start w:val="1"/>
      <w:numFmt w:val="bullet"/>
      <w:pStyle w:val="a0"/>
      <w:lvlText w:val=""/>
      <w:lvlJc w:val="left"/>
      <w:pPr>
        <w:tabs>
          <w:tab w:val="num" w:pos="1211"/>
        </w:tabs>
        <w:ind w:left="851"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CE775E"/>
    <w:multiLevelType w:val="multilevel"/>
    <w:tmpl w:val="7D70921E"/>
    <w:lvl w:ilvl="0">
      <w:start w:val="1"/>
      <w:numFmt w:val="decimal"/>
      <w:pStyle w:val="13"/>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6120"/>
        </w:tabs>
        <w:ind w:left="3744" w:hanging="1224"/>
      </w:pPr>
      <w:rPr>
        <w:rFonts w:cs="Times New Roman"/>
      </w:rPr>
    </w:lvl>
    <w:lvl w:ilvl="8">
      <w:start w:val="1"/>
      <w:numFmt w:val="decimal"/>
      <w:lvlText w:val="%1.%2.%3.%4.%5.%6.%7.%8.%9."/>
      <w:lvlJc w:val="left"/>
      <w:pPr>
        <w:tabs>
          <w:tab w:val="num" w:pos="6840"/>
        </w:tabs>
        <w:ind w:left="4320" w:hanging="1440"/>
      </w:pPr>
      <w:rPr>
        <w:rFonts w:cs="Times New Roman"/>
      </w:rPr>
    </w:lvl>
  </w:abstractNum>
  <w:abstractNum w:abstractNumId="8" w15:restartNumberingAfterBreak="0">
    <w:nsid w:val="090E09C3"/>
    <w:multiLevelType w:val="multilevel"/>
    <w:tmpl w:val="3D0674CE"/>
    <w:lvl w:ilvl="0">
      <w:start w:val="1"/>
      <w:numFmt w:val="decimal"/>
      <w:pStyle w:val="11"/>
      <w:suff w:val="space"/>
      <w:lvlText w:val="1.%1"/>
      <w:lvlJc w:val="left"/>
      <w:pPr>
        <w:ind w:left="709"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511"/>
      <w:suff w:val="space"/>
      <w:lvlText w:val="1.%1.%2"/>
      <w:lvlJc w:val="left"/>
      <w:pPr>
        <w:ind w:left="709" w:firstLine="0"/>
      </w:pPr>
      <w:rPr>
        <w:rFonts w:hint="default"/>
      </w:rPr>
    </w:lvl>
    <w:lvl w:ilvl="2">
      <w:start w:val="1"/>
      <w:numFmt w:val="decimal"/>
      <w:pStyle w:val="5111"/>
      <w:suff w:val="space"/>
      <w:lvlText w:val="1.%1.%2.%3"/>
      <w:lvlJc w:val="left"/>
      <w:pPr>
        <w:ind w:left="709" w:firstLine="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9A35472"/>
    <w:multiLevelType w:val="multilevel"/>
    <w:tmpl w:val="45E02C30"/>
    <w:lvl w:ilvl="0">
      <w:start w:val="1"/>
      <w:numFmt w:val="decimal"/>
      <w:lvlText w:val="%1."/>
      <w:lvlJc w:val="left"/>
      <w:pPr>
        <w:tabs>
          <w:tab w:val="num" w:pos="-424"/>
        </w:tabs>
        <w:ind w:left="-197" w:hanging="227"/>
      </w:pPr>
      <w:rPr>
        <w:rFonts w:hint="default"/>
      </w:rPr>
    </w:lvl>
    <w:lvl w:ilvl="1">
      <w:start w:val="1"/>
      <w:numFmt w:val="decimal"/>
      <w:lvlText w:val="%1.%2."/>
      <w:lvlJc w:val="left"/>
      <w:pPr>
        <w:tabs>
          <w:tab w:val="num" w:pos="370"/>
        </w:tabs>
        <w:ind w:left="29" w:firstLine="396"/>
      </w:pPr>
      <w:rPr>
        <w:rFonts w:hint="default"/>
      </w:rPr>
    </w:lvl>
    <w:lvl w:ilvl="2">
      <w:start w:val="1"/>
      <w:numFmt w:val="decimal"/>
      <w:pStyle w:val="-3"/>
      <w:lvlText w:val="%1.%2.%3."/>
      <w:lvlJc w:val="left"/>
      <w:pPr>
        <w:tabs>
          <w:tab w:val="num" w:pos="370"/>
        </w:tabs>
        <w:ind w:left="340" w:firstLine="85"/>
      </w:pPr>
      <w:rPr>
        <w:rFonts w:hint="default"/>
      </w:rPr>
    </w:lvl>
    <w:lvl w:ilvl="3">
      <w:start w:val="1"/>
      <w:numFmt w:val="decimal"/>
      <w:lvlText w:val="%1.%2.%3.%4."/>
      <w:lvlJc w:val="left"/>
      <w:pPr>
        <w:tabs>
          <w:tab w:val="num" w:pos="3536"/>
        </w:tabs>
        <w:ind w:left="1304" w:hanging="1303"/>
      </w:pPr>
      <w:rPr>
        <w:rFonts w:hint="default"/>
        <w:b w:val="0"/>
        <w:szCs w:val="24"/>
      </w:rPr>
    </w:lvl>
    <w:lvl w:ilvl="4">
      <w:start w:val="1"/>
      <w:numFmt w:val="decimal"/>
      <w:lvlText w:val="%1.%2.%3.%4.%5."/>
      <w:lvlJc w:val="left"/>
      <w:pPr>
        <w:tabs>
          <w:tab w:val="num" w:pos="4616"/>
        </w:tabs>
        <w:ind w:left="1808" w:hanging="792"/>
      </w:pPr>
      <w:rPr>
        <w:rFonts w:hint="default"/>
      </w:rPr>
    </w:lvl>
    <w:lvl w:ilvl="5">
      <w:start w:val="1"/>
      <w:numFmt w:val="decimal"/>
      <w:lvlText w:val="%1.%2.%3.%4.%5.%6."/>
      <w:lvlJc w:val="left"/>
      <w:pPr>
        <w:tabs>
          <w:tab w:val="num" w:pos="5696"/>
        </w:tabs>
        <w:ind w:left="2312" w:hanging="936"/>
      </w:pPr>
      <w:rPr>
        <w:rFonts w:hint="default"/>
      </w:rPr>
    </w:lvl>
    <w:lvl w:ilvl="6">
      <w:start w:val="1"/>
      <w:numFmt w:val="decimal"/>
      <w:lvlText w:val="%1.%2.%3.%4.%5.%6.%7."/>
      <w:lvlJc w:val="left"/>
      <w:pPr>
        <w:tabs>
          <w:tab w:val="num" w:pos="6776"/>
        </w:tabs>
        <w:ind w:left="2816" w:hanging="1080"/>
      </w:pPr>
      <w:rPr>
        <w:rFonts w:hint="default"/>
      </w:rPr>
    </w:lvl>
    <w:lvl w:ilvl="7">
      <w:start w:val="1"/>
      <w:numFmt w:val="decimal"/>
      <w:lvlText w:val="%1.%2.%3.%4.%5.%6.%7.%8."/>
      <w:lvlJc w:val="left"/>
      <w:pPr>
        <w:tabs>
          <w:tab w:val="num" w:pos="7856"/>
        </w:tabs>
        <w:ind w:left="3320" w:hanging="1224"/>
      </w:pPr>
      <w:rPr>
        <w:rFonts w:hint="default"/>
      </w:rPr>
    </w:lvl>
    <w:lvl w:ilvl="8">
      <w:start w:val="1"/>
      <w:numFmt w:val="decimal"/>
      <w:lvlText w:val="%1.%2.%3.%4.%5.%6.%7.%8.%9."/>
      <w:lvlJc w:val="left"/>
      <w:pPr>
        <w:tabs>
          <w:tab w:val="num" w:pos="8936"/>
        </w:tabs>
        <w:ind w:left="3896" w:hanging="1440"/>
      </w:pPr>
      <w:rPr>
        <w:rFonts w:hint="default"/>
      </w:rPr>
    </w:lvl>
  </w:abstractNum>
  <w:abstractNum w:abstractNumId="10" w15:restartNumberingAfterBreak="0">
    <w:nsid w:val="0D4F42D0"/>
    <w:multiLevelType w:val="hybridMultilevel"/>
    <w:tmpl w:val="3F667CBC"/>
    <w:lvl w:ilvl="0" w:tplc="DF5C8410">
      <w:start w:val="1"/>
      <w:numFmt w:val="decimal"/>
      <w:pStyle w:val="a1"/>
      <w:lvlText w:val="%1)"/>
      <w:lvlJc w:val="left"/>
      <w:pPr>
        <w:tabs>
          <w:tab w:val="num" w:pos="840"/>
        </w:tabs>
        <w:ind w:left="840" w:hanging="360"/>
      </w:pPr>
      <w:rPr>
        <w:rFonts w:cs="Times New Roman"/>
        <w:b w:val="0"/>
      </w:rPr>
    </w:lvl>
    <w:lvl w:ilvl="1" w:tplc="04190019" w:tentative="1">
      <w:start w:val="1"/>
      <w:numFmt w:val="lowerLetter"/>
      <w:lvlText w:val="%2."/>
      <w:lvlJc w:val="left"/>
      <w:pPr>
        <w:tabs>
          <w:tab w:val="num" w:pos="1560"/>
        </w:tabs>
        <w:ind w:left="1560" w:hanging="360"/>
      </w:pPr>
      <w:rPr>
        <w:rFonts w:cs="Times New Roman"/>
      </w:rPr>
    </w:lvl>
    <w:lvl w:ilvl="2" w:tplc="0419001B" w:tentative="1">
      <w:start w:val="1"/>
      <w:numFmt w:val="lowerRoman"/>
      <w:lvlText w:val="%3."/>
      <w:lvlJc w:val="right"/>
      <w:pPr>
        <w:tabs>
          <w:tab w:val="num" w:pos="2280"/>
        </w:tabs>
        <w:ind w:left="2280" w:hanging="180"/>
      </w:pPr>
      <w:rPr>
        <w:rFonts w:cs="Times New Roman"/>
      </w:rPr>
    </w:lvl>
    <w:lvl w:ilvl="3" w:tplc="0419000F" w:tentative="1">
      <w:start w:val="1"/>
      <w:numFmt w:val="decimal"/>
      <w:lvlText w:val="%4."/>
      <w:lvlJc w:val="left"/>
      <w:pPr>
        <w:tabs>
          <w:tab w:val="num" w:pos="3000"/>
        </w:tabs>
        <w:ind w:left="3000" w:hanging="360"/>
      </w:pPr>
      <w:rPr>
        <w:rFonts w:cs="Times New Roman"/>
      </w:rPr>
    </w:lvl>
    <w:lvl w:ilvl="4" w:tplc="04190019" w:tentative="1">
      <w:start w:val="1"/>
      <w:numFmt w:val="lowerLetter"/>
      <w:lvlText w:val="%5."/>
      <w:lvlJc w:val="left"/>
      <w:pPr>
        <w:tabs>
          <w:tab w:val="num" w:pos="3720"/>
        </w:tabs>
        <w:ind w:left="3720" w:hanging="360"/>
      </w:pPr>
      <w:rPr>
        <w:rFonts w:cs="Times New Roman"/>
      </w:rPr>
    </w:lvl>
    <w:lvl w:ilvl="5" w:tplc="0419001B" w:tentative="1">
      <w:start w:val="1"/>
      <w:numFmt w:val="lowerRoman"/>
      <w:lvlText w:val="%6."/>
      <w:lvlJc w:val="right"/>
      <w:pPr>
        <w:tabs>
          <w:tab w:val="num" w:pos="4440"/>
        </w:tabs>
        <w:ind w:left="4440" w:hanging="180"/>
      </w:pPr>
      <w:rPr>
        <w:rFonts w:cs="Times New Roman"/>
      </w:rPr>
    </w:lvl>
    <w:lvl w:ilvl="6" w:tplc="0419000F" w:tentative="1">
      <w:start w:val="1"/>
      <w:numFmt w:val="decimal"/>
      <w:lvlText w:val="%7."/>
      <w:lvlJc w:val="left"/>
      <w:pPr>
        <w:tabs>
          <w:tab w:val="num" w:pos="5160"/>
        </w:tabs>
        <w:ind w:left="5160" w:hanging="360"/>
      </w:pPr>
      <w:rPr>
        <w:rFonts w:cs="Times New Roman"/>
      </w:rPr>
    </w:lvl>
    <w:lvl w:ilvl="7" w:tplc="04190019" w:tentative="1">
      <w:start w:val="1"/>
      <w:numFmt w:val="lowerLetter"/>
      <w:lvlText w:val="%8."/>
      <w:lvlJc w:val="left"/>
      <w:pPr>
        <w:tabs>
          <w:tab w:val="num" w:pos="5880"/>
        </w:tabs>
        <w:ind w:left="5880" w:hanging="360"/>
      </w:pPr>
      <w:rPr>
        <w:rFonts w:cs="Times New Roman"/>
      </w:rPr>
    </w:lvl>
    <w:lvl w:ilvl="8" w:tplc="0419001B" w:tentative="1">
      <w:start w:val="1"/>
      <w:numFmt w:val="lowerRoman"/>
      <w:lvlText w:val="%9."/>
      <w:lvlJc w:val="right"/>
      <w:pPr>
        <w:tabs>
          <w:tab w:val="num" w:pos="6600"/>
        </w:tabs>
        <w:ind w:left="6600" w:hanging="180"/>
      </w:pPr>
      <w:rPr>
        <w:rFonts w:cs="Times New Roman"/>
      </w:rPr>
    </w:lvl>
  </w:abstractNum>
  <w:abstractNum w:abstractNumId="11" w15:restartNumberingAfterBreak="0">
    <w:nsid w:val="10484C04"/>
    <w:multiLevelType w:val="multilevel"/>
    <w:tmpl w:val="A5F2E0DE"/>
    <w:lvl w:ilvl="0">
      <w:start w:val="1"/>
      <w:numFmt w:val="decimal"/>
      <w:lvlText w:val="%1."/>
      <w:lvlJc w:val="left"/>
      <w:pPr>
        <w:tabs>
          <w:tab w:val="num" w:pos="1040"/>
        </w:tabs>
        <w:ind w:left="1040" w:hanging="360"/>
      </w:pPr>
      <w:rPr>
        <w:rFonts w:cs="Times New Roman" w:hint="default"/>
      </w:rPr>
    </w:lvl>
    <w:lvl w:ilvl="1">
      <w:start w:val="1"/>
      <w:numFmt w:val="decimal"/>
      <w:lvlText w:val="%1.%2."/>
      <w:lvlJc w:val="left"/>
      <w:pPr>
        <w:tabs>
          <w:tab w:val="num" w:pos="1472"/>
        </w:tabs>
        <w:ind w:left="1472" w:hanging="432"/>
      </w:pPr>
      <w:rPr>
        <w:rFonts w:cs="Times New Roman" w:hint="default"/>
      </w:rPr>
    </w:lvl>
    <w:lvl w:ilvl="2">
      <w:start w:val="1"/>
      <w:numFmt w:val="decimal"/>
      <w:pStyle w:val="1"/>
      <w:lvlText w:val="%1.%2.%3."/>
      <w:lvlJc w:val="left"/>
      <w:pPr>
        <w:tabs>
          <w:tab w:val="num" w:pos="2120"/>
        </w:tabs>
        <w:ind w:left="1904" w:hanging="504"/>
      </w:pPr>
      <w:rPr>
        <w:rFonts w:cs="Times New Roman" w:hint="default"/>
      </w:rPr>
    </w:lvl>
    <w:lvl w:ilvl="3">
      <w:start w:val="1"/>
      <w:numFmt w:val="decimal"/>
      <w:lvlText w:val="%1.%2.%3.%4."/>
      <w:lvlJc w:val="left"/>
      <w:pPr>
        <w:tabs>
          <w:tab w:val="num" w:pos="2480"/>
        </w:tabs>
        <w:ind w:left="2408" w:hanging="648"/>
      </w:pPr>
      <w:rPr>
        <w:rFonts w:cs="Times New Roman" w:hint="default"/>
      </w:rPr>
    </w:lvl>
    <w:lvl w:ilvl="4">
      <w:start w:val="1"/>
      <w:numFmt w:val="decimal"/>
      <w:lvlText w:val="%1.%2.%3.%4.%5."/>
      <w:lvlJc w:val="left"/>
      <w:pPr>
        <w:tabs>
          <w:tab w:val="num" w:pos="3200"/>
        </w:tabs>
        <w:ind w:left="2912" w:hanging="792"/>
      </w:pPr>
      <w:rPr>
        <w:rFonts w:cs="Times New Roman" w:hint="default"/>
      </w:rPr>
    </w:lvl>
    <w:lvl w:ilvl="5">
      <w:start w:val="1"/>
      <w:numFmt w:val="decimal"/>
      <w:lvlText w:val="%1.%2.%3.%4.%5.%6."/>
      <w:lvlJc w:val="left"/>
      <w:pPr>
        <w:tabs>
          <w:tab w:val="num" w:pos="3560"/>
        </w:tabs>
        <w:ind w:left="3416" w:hanging="936"/>
      </w:pPr>
      <w:rPr>
        <w:rFonts w:cs="Times New Roman" w:hint="default"/>
      </w:rPr>
    </w:lvl>
    <w:lvl w:ilvl="6">
      <w:start w:val="1"/>
      <w:numFmt w:val="decimal"/>
      <w:lvlText w:val="%1.%2.%3.%4.%5.%6.%7."/>
      <w:lvlJc w:val="left"/>
      <w:pPr>
        <w:tabs>
          <w:tab w:val="num" w:pos="4280"/>
        </w:tabs>
        <w:ind w:left="3920" w:hanging="1080"/>
      </w:pPr>
      <w:rPr>
        <w:rFonts w:cs="Times New Roman" w:hint="default"/>
      </w:rPr>
    </w:lvl>
    <w:lvl w:ilvl="7">
      <w:start w:val="1"/>
      <w:numFmt w:val="decimal"/>
      <w:lvlText w:val="%1.%2.%3.%4.%5.%6.%7.%8."/>
      <w:lvlJc w:val="left"/>
      <w:pPr>
        <w:tabs>
          <w:tab w:val="num" w:pos="4640"/>
        </w:tabs>
        <w:ind w:left="4424" w:hanging="1224"/>
      </w:pPr>
      <w:rPr>
        <w:rFonts w:cs="Times New Roman" w:hint="default"/>
      </w:rPr>
    </w:lvl>
    <w:lvl w:ilvl="8">
      <w:start w:val="1"/>
      <w:numFmt w:val="decimal"/>
      <w:lvlText w:val="%1.%2.%3.%4.%5.%6.%7.%8.%9."/>
      <w:lvlJc w:val="left"/>
      <w:pPr>
        <w:tabs>
          <w:tab w:val="num" w:pos="5360"/>
        </w:tabs>
        <w:ind w:left="5000" w:hanging="1440"/>
      </w:pPr>
      <w:rPr>
        <w:rFonts w:cs="Times New Roman" w:hint="default"/>
      </w:rPr>
    </w:lvl>
  </w:abstractNum>
  <w:abstractNum w:abstractNumId="12" w15:restartNumberingAfterBreak="0">
    <w:nsid w:val="10EE22DF"/>
    <w:multiLevelType w:val="multilevel"/>
    <w:tmpl w:val="3A2E8A6A"/>
    <w:lvl w:ilvl="0">
      <w:start w:val="1"/>
      <w:numFmt w:val="decimal"/>
      <w:pStyle w:val="10"/>
      <w:suff w:val="space"/>
      <w:lvlText w:val="%1."/>
      <w:lvlJc w:val="left"/>
      <w:pPr>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b w:val="0"/>
        <w:sz w:val="24"/>
        <w:szCs w:val="24"/>
      </w:rPr>
    </w:lvl>
    <w:lvl w:ilvl="2">
      <w:start w:val="1"/>
      <w:numFmt w:val="decimal"/>
      <w:lvlText w:val="%1.%2.%3."/>
      <w:lvlJc w:val="left"/>
      <w:pPr>
        <w:tabs>
          <w:tab w:val="num" w:pos="1800"/>
        </w:tabs>
        <w:ind w:left="1224" w:hanging="504"/>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1194017A"/>
    <w:multiLevelType w:val="multilevel"/>
    <w:tmpl w:val="E1483D3C"/>
    <w:lvl w:ilvl="0">
      <w:start w:val="1"/>
      <w:numFmt w:val="decimal"/>
      <w:pStyle w:val="3"/>
      <w:lvlText w:val="%1"/>
      <w:lvlJc w:val="left"/>
      <w:pPr>
        <w:tabs>
          <w:tab w:val="num" w:pos="432"/>
        </w:tabs>
        <w:ind w:left="432" w:hanging="432"/>
      </w:pPr>
      <w:rPr>
        <w:rFonts w:cs="Times New Roman"/>
      </w:rPr>
    </w:lvl>
    <w:lvl w:ilvl="1">
      <w:start w:val="1"/>
      <w:numFmt w:val="decimal"/>
      <w:pStyle w:val="40"/>
      <w:lvlText w:val="%1.%2"/>
      <w:lvlJc w:val="left"/>
      <w:pPr>
        <w:tabs>
          <w:tab w:val="num" w:pos="576"/>
        </w:tabs>
        <w:ind w:left="576" w:hanging="576"/>
      </w:pPr>
      <w:rPr>
        <w:rFonts w:cs="Times New Roman"/>
      </w:rPr>
    </w:lvl>
    <w:lvl w:ilvl="2">
      <w:start w:val="1"/>
      <w:numFmt w:val="decimal"/>
      <w:pStyle w:val="a2"/>
      <w:lvlText w:val="%1.%2.%3"/>
      <w:lvlJc w:val="left"/>
      <w:pPr>
        <w:tabs>
          <w:tab w:val="num" w:pos="720"/>
        </w:tabs>
        <w:ind w:left="720" w:hanging="720"/>
      </w:pPr>
      <w:rPr>
        <w:rFonts w:cs="Times New Roman"/>
      </w:rPr>
    </w:lvl>
    <w:lvl w:ilvl="3">
      <w:start w:val="1"/>
      <w:numFmt w:val="decimal"/>
      <w:pStyle w:val="a3"/>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15:restartNumberingAfterBreak="0">
    <w:nsid w:val="11ED552B"/>
    <w:multiLevelType w:val="hybridMultilevel"/>
    <w:tmpl w:val="04382A84"/>
    <w:lvl w:ilvl="0" w:tplc="7FEC125A">
      <w:start w:val="1"/>
      <w:numFmt w:val="bullet"/>
      <w:pStyle w:val="a4"/>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2771A89"/>
    <w:multiLevelType w:val="hybridMultilevel"/>
    <w:tmpl w:val="0A604A1E"/>
    <w:lvl w:ilvl="0" w:tplc="F4B42E26">
      <w:start w:val="1"/>
      <w:numFmt w:val="bullet"/>
      <w:pStyle w:val="41"/>
      <w:lvlText w:val=""/>
      <w:lvlJc w:val="left"/>
      <w:pPr>
        <w:tabs>
          <w:tab w:val="num" w:pos="2880"/>
        </w:tabs>
        <w:ind w:left="288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1324"/>
        </w:tabs>
        <w:ind w:left="1324"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D7689A"/>
    <w:multiLevelType w:val="multilevel"/>
    <w:tmpl w:val="5BB0F91A"/>
    <w:lvl w:ilvl="0">
      <w:start w:val="1"/>
      <w:numFmt w:val="decimal"/>
      <w:pStyle w:val="110"/>
      <w:lvlText w:val="%1."/>
      <w:lvlJc w:val="left"/>
      <w:pPr>
        <w:tabs>
          <w:tab w:val="num" w:pos="1429"/>
        </w:tabs>
        <w:ind w:left="1069" w:hanging="360"/>
      </w:pPr>
      <w:rPr>
        <w:rFonts w:cs="Times New Roman"/>
      </w:rPr>
    </w:lvl>
    <w:lvl w:ilvl="1">
      <w:start w:val="1"/>
      <w:numFmt w:val="decimal"/>
      <w:lvlText w:val="%1.%2."/>
      <w:lvlJc w:val="left"/>
      <w:pPr>
        <w:tabs>
          <w:tab w:val="num" w:pos="2509"/>
        </w:tabs>
        <w:ind w:left="1501" w:hanging="432"/>
      </w:pPr>
      <w:rPr>
        <w:rFonts w:cs="Times New Roman"/>
      </w:rPr>
    </w:lvl>
    <w:lvl w:ilvl="2">
      <w:start w:val="1"/>
      <w:numFmt w:val="decimal"/>
      <w:lvlText w:val="%1.%2.%3."/>
      <w:lvlJc w:val="left"/>
      <w:pPr>
        <w:tabs>
          <w:tab w:val="num" w:pos="3229"/>
        </w:tabs>
        <w:ind w:left="1933" w:hanging="504"/>
      </w:pPr>
      <w:rPr>
        <w:rFonts w:cs="Times New Roman"/>
      </w:rPr>
    </w:lvl>
    <w:lvl w:ilvl="3">
      <w:start w:val="1"/>
      <w:numFmt w:val="decimal"/>
      <w:lvlText w:val="%1.%2.%3.%4."/>
      <w:lvlJc w:val="left"/>
      <w:pPr>
        <w:tabs>
          <w:tab w:val="num" w:pos="4309"/>
        </w:tabs>
        <w:ind w:left="2437" w:hanging="648"/>
      </w:pPr>
      <w:rPr>
        <w:rFonts w:cs="Times New Roman"/>
      </w:rPr>
    </w:lvl>
    <w:lvl w:ilvl="4">
      <w:start w:val="1"/>
      <w:numFmt w:val="decimal"/>
      <w:lvlText w:val="%1.%2.%3.%4.%5."/>
      <w:lvlJc w:val="left"/>
      <w:pPr>
        <w:tabs>
          <w:tab w:val="num" w:pos="5029"/>
        </w:tabs>
        <w:ind w:left="2941" w:hanging="792"/>
      </w:pPr>
      <w:rPr>
        <w:rFonts w:cs="Times New Roman"/>
      </w:rPr>
    </w:lvl>
    <w:lvl w:ilvl="5">
      <w:start w:val="1"/>
      <w:numFmt w:val="decimal"/>
      <w:lvlText w:val="%1.%2.%3.%4.%5.%6."/>
      <w:lvlJc w:val="left"/>
      <w:pPr>
        <w:tabs>
          <w:tab w:val="num" w:pos="6109"/>
        </w:tabs>
        <w:ind w:left="3445" w:hanging="936"/>
      </w:pPr>
      <w:rPr>
        <w:rFonts w:cs="Times New Roman"/>
      </w:rPr>
    </w:lvl>
    <w:lvl w:ilvl="6">
      <w:start w:val="1"/>
      <w:numFmt w:val="decimal"/>
      <w:lvlText w:val="%1.%2.%3.%4.%5.%6.%7."/>
      <w:lvlJc w:val="left"/>
      <w:pPr>
        <w:tabs>
          <w:tab w:val="num" w:pos="6829"/>
        </w:tabs>
        <w:ind w:left="3949" w:hanging="1080"/>
      </w:pPr>
      <w:rPr>
        <w:rFonts w:cs="Times New Roman"/>
      </w:rPr>
    </w:lvl>
    <w:lvl w:ilvl="7">
      <w:start w:val="1"/>
      <w:numFmt w:val="decimal"/>
      <w:lvlText w:val="%1.%2.%3.%4.%5.%6.%7.%8."/>
      <w:lvlJc w:val="left"/>
      <w:pPr>
        <w:tabs>
          <w:tab w:val="num" w:pos="7909"/>
        </w:tabs>
        <w:ind w:left="4453" w:hanging="1224"/>
      </w:pPr>
      <w:rPr>
        <w:rFonts w:cs="Times New Roman"/>
      </w:rPr>
    </w:lvl>
    <w:lvl w:ilvl="8">
      <w:start w:val="1"/>
      <w:numFmt w:val="decimal"/>
      <w:lvlText w:val="%1.%2.%3.%4.%5.%6.%7.%8.%9."/>
      <w:lvlJc w:val="left"/>
      <w:pPr>
        <w:tabs>
          <w:tab w:val="num" w:pos="8629"/>
        </w:tabs>
        <w:ind w:left="5029" w:hanging="1440"/>
      </w:pPr>
      <w:rPr>
        <w:rFonts w:cs="Times New Roman"/>
      </w:rPr>
    </w:lvl>
  </w:abstractNum>
  <w:abstractNum w:abstractNumId="17" w15:restartNumberingAfterBreak="0">
    <w:nsid w:val="135A070C"/>
    <w:multiLevelType w:val="singleLevel"/>
    <w:tmpl w:val="87125CF6"/>
    <w:lvl w:ilvl="0">
      <w:start w:val="1"/>
      <w:numFmt w:val="bullet"/>
      <w:pStyle w:val="22"/>
      <w:lvlText w:val=""/>
      <w:lvlJc w:val="left"/>
      <w:pPr>
        <w:tabs>
          <w:tab w:val="num" w:pos="643"/>
        </w:tabs>
        <w:ind w:left="643" w:hanging="360"/>
      </w:pPr>
      <w:rPr>
        <w:rFonts w:ascii="Symbol" w:hAnsi="Symbol" w:hint="default"/>
      </w:rPr>
    </w:lvl>
  </w:abstractNum>
  <w:abstractNum w:abstractNumId="18" w15:restartNumberingAfterBreak="0">
    <w:nsid w:val="142B5E1C"/>
    <w:multiLevelType w:val="hybridMultilevel"/>
    <w:tmpl w:val="10DC4DEA"/>
    <w:lvl w:ilvl="0" w:tplc="98441324">
      <w:start w:val="1"/>
      <w:numFmt w:val="bullet"/>
      <w:pStyle w:val="42"/>
      <w:lvlText w:val="­"/>
      <w:lvlJc w:val="left"/>
      <w:pPr>
        <w:tabs>
          <w:tab w:val="num" w:pos="-979"/>
        </w:tabs>
        <w:ind w:left="-979" w:hanging="360"/>
      </w:pPr>
      <w:rPr>
        <w:rFonts w:hAnsi="Courier New" w:hint="default"/>
      </w:rPr>
    </w:lvl>
    <w:lvl w:ilvl="1" w:tplc="CDD4B674">
      <w:start w:val="1"/>
      <w:numFmt w:val="bullet"/>
      <w:lvlText w:val="o"/>
      <w:lvlJc w:val="left"/>
      <w:pPr>
        <w:tabs>
          <w:tab w:val="num" w:pos="-979"/>
        </w:tabs>
        <w:ind w:left="-979" w:hanging="360"/>
      </w:pPr>
      <w:rPr>
        <w:rFonts w:ascii="Courier New" w:hAnsi="Courier New" w:hint="default"/>
      </w:rPr>
    </w:lvl>
    <w:lvl w:ilvl="2" w:tplc="37589D16">
      <w:start w:val="1"/>
      <w:numFmt w:val="bullet"/>
      <w:lvlText w:val=""/>
      <w:lvlJc w:val="left"/>
      <w:pPr>
        <w:tabs>
          <w:tab w:val="num" w:pos="-259"/>
        </w:tabs>
        <w:ind w:left="-259" w:hanging="360"/>
      </w:pPr>
      <w:rPr>
        <w:rFonts w:ascii="Wingdings" w:hAnsi="Wingdings" w:hint="default"/>
      </w:rPr>
    </w:lvl>
    <w:lvl w:ilvl="3" w:tplc="EFFAF2CA">
      <w:start w:val="1"/>
      <w:numFmt w:val="bullet"/>
      <w:lvlText w:val=""/>
      <w:lvlJc w:val="left"/>
      <w:pPr>
        <w:tabs>
          <w:tab w:val="num" w:pos="461"/>
        </w:tabs>
        <w:ind w:left="461" w:hanging="360"/>
      </w:pPr>
      <w:rPr>
        <w:rFonts w:ascii="Symbol" w:hAnsi="Symbol" w:hint="default"/>
      </w:rPr>
    </w:lvl>
    <w:lvl w:ilvl="4" w:tplc="BBE26B90">
      <w:start w:val="1"/>
      <w:numFmt w:val="bullet"/>
      <w:lvlText w:val="o"/>
      <w:lvlJc w:val="left"/>
      <w:pPr>
        <w:tabs>
          <w:tab w:val="num" w:pos="1181"/>
        </w:tabs>
        <w:ind w:left="1181" w:hanging="360"/>
      </w:pPr>
      <w:rPr>
        <w:rFonts w:ascii="Courier New" w:hAnsi="Courier New" w:hint="default"/>
      </w:rPr>
    </w:lvl>
    <w:lvl w:ilvl="5" w:tplc="F4D88AB2">
      <w:start w:val="1"/>
      <w:numFmt w:val="bullet"/>
      <w:lvlText w:val=""/>
      <w:lvlJc w:val="left"/>
      <w:pPr>
        <w:tabs>
          <w:tab w:val="num" w:pos="1901"/>
        </w:tabs>
        <w:ind w:left="1901" w:hanging="360"/>
      </w:pPr>
      <w:rPr>
        <w:rFonts w:ascii="Wingdings" w:hAnsi="Wingdings" w:hint="default"/>
      </w:rPr>
    </w:lvl>
    <w:lvl w:ilvl="6" w:tplc="4A3C6D2A">
      <w:start w:val="1"/>
      <w:numFmt w:val="bullet"/>
      <w:lvlText w:val=""/>
      <w:lvlJc w:val="left"/>
      <w:pPr>
        <w:tabs>
          <w:tab w:val="num" w:pos="2621"/>
        </w:tabs>
        <w:ind w:left="2621" w:hanging="360"/>
      </w:pPr>
      <w:rPr>
        <w:rFonts w:ascii="Symbol" w:hAnsi="Symbol" w:hint="default"/>
      </w:rPr>
    </w:lvl>
    <w:lvl w:ilvl="7" w:tplc="81E0E130">
      <w:start w:val="1"/>
      <w:numFmt w:val="bullet"/>
      <w:lvlText w:val="o"/>
      <w:lvlJc w:val="left"/>
      <w:pPr>
        <w:tabs>
          <w:tab w:val="num" w:pos="3341"/>
        </w:tabs>
        <w:ind w:left="3341" w:hanging="360"/>
      </w:pPr>
      <w:rPr>
        <w:rFonts w:ascii="Courier New" w:hAnsi="Courier New" w:hint="default"/>
      </w:rPr>
    </w:lvl>
    <w:lvl w:ilvl="8" w:tplc="AF527EC4">
      <w:start w:val="1"/>
      <w:numFmt w:val="bullet"/>
      <w:lvlText w:val=""/>
      <w:lvlJc w:val="left"/>
      <w:pPr>
        <w:tabs>
          <w:tab w:val="num" w:pos="4061"/>
        </w:tabs>
        <w:ind w:left="4061" w:hanging="360"/>
      </w:pPr>
      <w:rPr>
        <w:rFonts w:ascii="Wingdings" w:hAnsi="Wingdings" w:hint="default"/>
      </w:rPr>
    </w:lvl>
  </w:abstractNum>
  <w:abstractNum w:abstractNumId="19" w15:restartNumberingAfterBreak="0">
    <w:nsid w:val="16D77C96"/>
    <w:multiLevelType w:val="hybridMultilevel"/>
    <w:tmpl w:val="DC5895CA"/>
    <w:lvl w:ilvl="0" w:tplc="E7BA4CDC">
      <w:start w:val="1"/>
      <w:numFmt w:val="bullet"/>
      <w:pStyle w:val="-2"/>
      <w:lvlText w:val=""/>
      <w:lvlJc w:val="left"/>
      <w:pPr>
        <w:tabs>
          <w:tab w:val="num" w:pos="1985"/>
        </w:tabs>
        <w:ind w:left="2098" w:hanging="113"/>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8CF7FD4"/>
    <w:multiLevelType w:val="multilevel"/>
    <w:tmpl w:val="94ECB0FE"/>
    <w:lvl w:ilvl="0">
      <w:start w:val="1"/>
      <w:numFmt w:val="decimal"/>
      <w:pStyle w:val="111"/>
      <w:suff w:val="space"/>
      <w:lvlText w:val="%1."/>
      <w:lvlJc w:val="left"/>
      <w:pPr>
        <w:ind w:left="0" w:firstLine="709"/>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decimal"/>
      <w:pStyle w:val="210"/>
      <w:suff w:val="space"/>
      <w:lvlText w:val="%1.%2."/>
      <w:lvlJc w:val="left"/>
      <w:pPr>
        <w:ind w:left="0" w:firstLine="709"/>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pStyle w:val="31"/>
      <w:suff w:val="space"/>
      <w:lvlText w:val="%1.%2.%3."/>
      <w:lvlJc w:val="left"/>
      <w:pPr>
        <w:ind w:left="0" w:firstLine="709"/>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3">
      <w:start w:val="1"/>
      <w:numFmt w:val="decimal"/>
      <w:lvlText w:val="%1.%2.%3.%4."/>
      <w:lvlJc w:val="left"/>
      <w:pPr>
        <w:tabs>
          <w:tab w:val="num" w:pos="2832"/>
        </w:tabs>
        <w:ind w:left="0" w:firstLine="0"/>
      </w:pPr>
      <w:rPr>
        <w:rFonts w:hint="default"/>
      </w:rPr>
    </w:lvl>
    <w:lvl w:ilvl="4">
      <w:start w:val="1"/>
      <w:numFmt w:val="decimal"/>
      <w:lvlText w:val="%1.%2.%3.%4.%5."/>
      <w:lvlJc w:val="left"/>
      <w:pPr>
        <w:tabs>
          <w:tab w:val="num" w:pos="3552"/>
        </w:tabs>
        <w:ind w:left="2184" w:hanging="795"/>
      </w:pPr>
      <w:rPr>
        <w:rFonts w:hint="default"/>
      </w:rPr>
    </w:lvl>
    <w:lvl w:ilvl="5">
      <w:start w:val="1"/>
      <w:numFmt w:val="decimal"/>
      <w:lvlText w:val="%1.%2.%3.%4.%5.%6."/>
      <w:lvlJc w:val="left"/>
      <w:pPr>
        <w:tabs>
          <w:tab w:val="num" w:pos="4272"/>
        </w:tabs>
        <w:ind w:left="2688" w:hanging="936"/>
      </w:pPr>
      <w:rPr>
        <w:rFonts w:hint="default"/>
      </w:rPr>
    </w:lvl>
    <w:lvl w:ilvl="6">
      <w:start w:val="1"/>
      <w:numFmt w:val="decimal"/>
      <w:lvlText w:val="%1.%2.%3.%4.%5.%6.%7."/>
      <w:lvlJc w:val="left"/>
      <w:pPr>
        <w:tabs>
          <w:tab w:val="num" w:pos="4992"/>
        </w:tabs>
        <w:ind w:left="3192" w:hanging="1080"/>
      </w:pPr>
      <w:rPr>
        <w:rFonts w:hint="default"/>
      </w:rPr>
    </w:lvl>
    <w:lvl w:ilvl="7">
      <w:start w:val="1"/>
      <w:numFmt w:val="decimal"/>
      <w:lvlText w:val="%1.%2.%3.%4.%5.%6.%7.%8."/>
      <w:lvlJc w:val="left"/>
      <w:pPr>
        <w:tabs>
          <w:tab w:val="num" w:pos="6072"/>
        </w:tabs>
        <w:ind w:left="3696" w:hanging="1224"/>
      </w:pPr>
      <w:rPr>
        <w:rFonts w:hint="default"/>
      </w:rPr>
    </w:lvl>
    <w:lvl w:ilvl="8">
      <w:start w:val="1"/>
      <w:numFmt w:val="decimal"/>
      <w:lvlText w:val="%1.%2.%3.%4.%5.%6.%7.%8.%9."/>
      <w:lvlJc w:val="left"/>
      <w:pPr>
        <w:tabs>
          <w:tab w:val="num" w:pos="6792"/>
        </w:tabs>
        <w:ind w:left="4272" w:hanging="1440"/>
      </w:pPr>
      <w:rPr>
        <w:rFonts w:hint="default"/>
      </w:rPr>
    </w:lvl>
  </w:abstractNum>
  <w:abstractNum w:abstractNumId="21" w15:restartNumberingAfterBreak="0">
    <w:nsid w:val="19C00542"/>
    <w:multiLevelType w:val="hybridMultilevel"/>
    <w:tmpl w:val="1262A31A"/>
    <w:lvl w:ilvl="0" w:tplc="B392996C">
      <w:start w:val="1"/>
      <w:numFmt w:val="bullet"/>
      <w:pStyle w:val="-4"/>
      <w:lvlText w:val=""/>
      <w:lvlJc w:val="left"/>
      <w:pPr>
        <w:tabs>
          <w:tab w:val="num" w:pos="2268"/>
        </w:tabs>
        <w:ind w:left="2495" w:hanging="227"/>
      </w:pPr>
      <w:rPr>
        <w:rFonts w:ascii="Wingdings" w:hAnsi="Wingdings" w:hint="default"/>
        <w:sz w:val="28"/>
        <w:szCs w:val="28"/>
      </w:rPr>
    </w:lvl>
    <w:lvl w:ilvl="1" w:tplc="FD564F14" w:tentative="1">
      <w:start w:val="1"/>
      <w:numFmt w:val="bullet"/>
      <w:lvlText w:val="o"/>
      <w:lvlJc w:val="left"/>
      <w:pPr>
        <w:tabs>
          <w:tab w:val="num" w:pos="4275"/>
        </w:tabs>
        <w:ind w:left="4275" w:hanging="360"/>
      </w:pPr>
      <w:rPr>
        <w:rFonts w:ascii="Courier New" w:hAnsi="Courier New" w:cs="Courier New" w:hint="default"/>
      </w:rPr>
    </w:lvl>
    <w:lvl w:ilvl="2" w:tplc="257EB028" w:tentative="1">
      <w:start w:val="1"/>
      <w:numFmt w:val="bullet"/>
      <w:lvlText w:val=""/>
      <w:lvlJc w:val="left"/>
      <w:pPr>
        <w:tabs>
          <w:tab w:val="num" w:pos="4995"/>
        </w:tabs>
        <w:ind w:left="4995" w:hanging="360"/>
      </w:pPr>
      <w:rPr>
        <w:rFonts w:ascii="Wingdings" w:hAnsi="Wingdings" w:hint="default"/>
      </w:rPr>
    </w:lvl>
    <w:lvl w:ilvl="3" w:tplc="748ED270" w:tentative="1">
      <w:start w:val="1"/>
      <w:numFmt w:val="bullet"/>
      <w:lvlText w:val=""/>
      <w:lvlJc w:val="left"/>
      <w:pPr>
        <w:tabs>
          <w:tab w:val="num" w:pos="5715"/>
        </w:tabs>
        <w:ind w:left="5715" w:hanging="360"/>
      </w:pPr>
      <w:rPr>
        <w:rFonts w:ascii="Symbol" w:hAnsi="Symbol" w:hint="default"/>
      </w:rPr>
    </w:lvl>
    <w:lvl w:ilvl="4" w:tplc="88C68A4A" w:tentative="1">
      <w:start w:val="1"/>
      <w:numFmt w:val="bullet"/>
      <w:lvlText w:val="o"/>
      <w:lvlJc w:val="left"/>
      <w:pPr>
        <w:tabs>
          <w:tab w:val="num" w:pos="6435"/>
        </w:tabs>
        <w:ind w:left="6435" w:hanging="360"/>
      </w:pPr>
      <w:rPr>
        <w:rFonts w:ascii="Courier New" w:hAnsi="Courier New" w:cs="Courier New" w:hint="default"/>
      </w:rPr>
    </w:lvl>
    <w:lvl w:ilvl="5" w:tplc="D012FE4C" w:tentative="1">
      <w:start w:val="1"/>
      <w:numFmt w:val="bullet"/>
      <w:lvlText w:val=""/>
      <w:lvlJc w:val="left"/>
      <w:pPr>
        <w:tabs>
          <w:tab w:val="num" w:pos="7155"/>
        </w:tabs>
        <w:ind w:left="7155" w:hanging="360"/>
      </w:pPr>
      <w:rPr>
        <w:rFonts w:ascii="Wingdings" w:hAnsi="Wingdings" w:hint="default"/>
      </w:rPr>
    </w:lvl>
    <w:lvl w:ilvl="6" w:tplc="4C0E48FC" w:tentative="1">
      <w:start w:val="1"/>
      <w:numFmt w:val="bullet"/>
      <w:lvlText w:val=""/>
      <w:lvlJc w:val="left"/>
      <w:pPr>
        <w:tabs>
          <w:tab w:val="num" w:pos="7875"/>
        </w:tabs>
        <w:ind w:left="7875" w:hanging="360"/>
      </w:pPr>
      <w:rPr>
        <w:rFonts w:ascii="Symbol" w:hAnsi="Symbol" w:hint="default"/>
      </w:rPr>
    </w:lvl>
    <w:lvl w:ilvl="7" w:tplc="66B22B0E" w:tentative="1">
      <w:start w:val="1"/>
      <w:numFmt w:val="bullet"/>
      <w:lvlText w:val="o"/>
      <w:lvlJc w:val="left"/>
      <w:pPr>
        <w:tabs>
          <w:tab w:val="num" w:pos="8595"/>
        </w:tabs>
        <w:ind w:left="8595" w:hanging="360"/>
      </w:pPr>
      <w:rPr>
        <w:rFonts w:ascii="Courier New" w:hAnsi="Courier New" w:cs="Courier New" w:hint="default"/>
      </w:rPr>
    </w:lvl>
    <w:lvl w:ilvl="8" w:tplc="1AAEF1D8" w:tentative="1">
      <w:start w:val="1"/>
      <w:numFmt w:val="bullet"/>
      <w:lvlText w:val=""/>
      <w:lvlJc w:val="left"/>
      <w:pPr>
        <w:tabs>
          <w:tab w:val="num" w:pos="9315"/>
        </w:tabs>
        <w:ind w:left="9315" w:hanging="360"/>
      </w:pPr>
      <w:rPr>
        <w:rFonts w:ascii="Wingdings" w:hAnsi="Wingdings" w:hint="default"/>
      </w:rPr>
    </w:lvl>
  </w:abstractNum>
  <w:abstractNum w:abstractNumId="22" w15:restartNumberingAfterBreak="0">
    <w:nsid w:val="1AF73608"/>
    <w:multiLevelType w:val="hybridMultilevel"/>
    <w:tmpl w:val="3676BF2A"/>
    <w:lvl w:ilvl="0" w:tplc="2F7E77E0">
      <w:start w:val="1"/>
      <w:numFmt w:val="decimal"/>
      <w:pStyle w:val="23"/>
      <w:lvlText w:val="%1)"/>
      <w:lvlJc w:val="left"/>
      <w:pPr>
        <w:tabs>
          <w:tab w:val="num" w:pos="1287"/>
        </w:tabs>
        <w:ind w:left="1287" w:hanging="360"/>
      </w:pPr>
      <w:rPr>
        <w:b w:val="0"/>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3" w15:restartNumberingAfterBreak="0">
    <w:nsid w:val="1AFE3B07"/>
    <w:multiLevelType w:val="multilevel"/>
    <w:tmpl w:val="8CCE2B9A"/>
    <w:lvl w:ilvl="0">
      <w:start w:val="1"/>
      <w:numFmt w:val="decimal"/>
      <w:suff w:val="space"/>
      <w:lvlText w:val="%1."/>
      <w:lvlJc w:val="left"/>
      <w:pPr>
        <w:ind w:left="0" w:firstLine="709"/>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decimal"/>
      <w:pStyle w:val="211"/>
      <w:suff w:val="space"/>
      <w:lvlText w:val="%1.%2"/>
      <w:lvlJc w:val="left"/>
      <w:pPr>
        <w:ind w:left="0" w:firstLine="709"/>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suff w:val="space"/>
      <w:lvlText w:val="%1.%2.%3."/>
      <w:lvlJc w:val="left"/>
      <w:pPr>
        <w:ind w:left="0" w:firstLine="709"/>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3">
      <w:start w:val="1"/>
      <w:numFmt w:val="decimal"/>
      <w:lvlText w:val="%1.%2.%3.%4."/>
      <w:lvlJc w:val="left"/>
      <w:pPr>
        <w:tabs>
          <w:tab w:val="num" w:pos="2832"/>
        </w:tabs>
        <w:ind w:left="0" w:firstLine="709"/>
      </w:pPr>
      <w:rPr>
        <w:rFonts w:hint="default"/>
      </w:rPr>
    </w:lvl>
    <w:lvl w:ilvl="4">
      <w:start w:val="1"/>
      <w:numFmt w:val="decimal"/>
      <w:lvlText w:val="%1.%2.%3.%4.%5."/>
      <w:lvlJc w:val="left"/>
      <w:pPr>
        <w:tabs>
          <w:tab w:val="num" w:pos="3552"/>
        </w:tabs>
        <w:ind w:left="0" w:firstLine="709"/>
      </w:pPr>
      <w:rPr>
        <w:rFonts w:hint="default"/>
      </w:rPr>
    </w:lvl>
    <w:lvl w:ilvl="5">
      <w:start w:val="1"/>
      <w:numFmt w:val="decimal"/>
      <w:lvlText w:val="%1.%2.%3.%4.%5.%6."/>
      <w:lvlJc w:val="left"/>
      <w:pPr>
        <w:tabs>
          <w:tab w:val="num" w:pos="4272"/>
        </w:tabs>
        <w:ind w:left="0" w:firstLine="709"/>
      </w:pPr>
      <w:rPr>
        <w:rFonts w:hint="default"/>
      </w:rPr>
    </w:lvl>
    <w:lvl w:ilvl="6">
      <w:start w:val="1"/>
      <w:numFmt w:val="decimal"/>
      <w:lvlText w:val="%1.%2.%3.%4.%5.%6.%7."/>
      <w:lvlJc w:val="left"/>
      <w:pPr>
        <w:tabs>
          <w:tab w:val="num" w:pos="4992"/>
        </w:tabs>
        <w:ind w:left="0" w:firstLine="709"/>
      </w:pPr>
      <w:rPr>
        <w:rFonts w:hint="default"/>
      </w:rPr>
    </w:lvl>
    <w:lvl w:ilvl="7">
      <w:start w:val="1"/>
      <w:numFmt w:val="decimal"/>
      <w:lvlText w:val="%1.%2.%3.%4.%5.%6.%7.%8."/>
      <w:lvlJc w:val="left"/>
      <w:pPr>
        <w:tabs>
          <w:tab w:val="num" w:pos="6072"/>
        </w:tabs>
        <w:ind w:left="0" w:firstLine="709"/>
      </w:pPr>
      <w:rPr>
        <w:rFonts w:hint="default"/>
      </w:rPr>
    </w:lvl>
    <w:lvl w:ilvl="8">
      <w:start w:val="1"/>
      <w:numFmt w:val="decimal"/>
      <w:lvlText w:val="%1.%2.%3.%4.%5.%6.%7.%8.%9."/>
      <w:lvlJc w:val="left"/>
      <w:pPr>
        <w:tabs>
          <w:tab w:val="num" w:pos="6792"/>
        </w:tabs>
        <w:ind w:left="0" w:firstLine="709"/>
      </w:pPr>
      <w:rPr>
        <w:rFonts w:hint="default"/>
      </w:rPr>
    </w:lvl>
  </w:abstractNum>
  <w:abstractNum w:abstractNumId="24" w15:restartNumberingAfterBreak="0">
    <w:nsid w:val="1BC62B9E"/>
    <w:multiLevelType w:val="multilevel"/>
    <w:tmpl w:val="A3DA7638"/>
    <w:lvl w:ilvl="0">
      <w:start w:val="1"/>
      <w:numFmt w:val="decimal"/>
      <w:lvlText w:val="%1."/>
      <w:lvlJc w:val="left"/>
      <w:pPr>
        <w:tabs>
          <w:tab w:val="num" w:pos="1400"/>
        </w:tabs>
        <w:ind w:left="1040" w:hanging="360"/>
      </w:pPr>
      <w:rPr>
        <w:rFonts w:cs="Times New Roman"/>
      </w:rPr>
    </w:lvl>
    <w:lvl w:ilvl="1">
      <w:start w:val="1"/>
      <w:numFmt w:val="decimal"/>
      <w:pStyle w:val="30"/>
      <w:lvlText w:val="%1.%2."/>
      <w:lvlJc w:val="left"/>
      <w:pPr>
        <w:tabs>
          <w:tab w:val="num" w:pos="2120"/>
        </w:tabs>
        <w:ind w:left="1472" w:hanging="432"/>
      </w:pPr>
      <w:rPr>
        <w:rFonts w:cs="Times New Roman"/>
      </w:rPr>
    </w:lvl>
    <w:lvl w:ilvl="2">
      <w:start w:val="1"/>
      <w:numFmt w:val="decimal"/>
      <w:lvlText w:val="%1.%2.%3."/>
      <w:lvlJc w:val="left"/>
      <w:pPr>
        <w:tabs>
          <w:tab w:val="num" w:pos="2840"/>
        </w:tabs>
        <w:ind w:left="1904" w:hanging="504"/>
      </w:pPr>
      <w:rPr>
        <w:rFonts w:cs="Times New Roman"/>
      </w:rPr>
    </w:lvl>
    <w:lvl w:ilvl="3">
      <w:start w:val="1"/>
      <w:numFmt w:val="decimal"/>
      <w:lvlText w:val="%1.%2.%3.%4."/>
      <w:lvlJc w:val="left"/>
      <w:pPr>
        <w:tabs>
          <w:tab w:val="num" w:pos="3560"/>
        </w:tabs>
        <w:ind w:left="2408" w:hanging="648"/>
      </w:pPr>
      <w:rPr>
        <w:rFonts w:cs="Times New Roman"/>
      </w:rPr>
    </w:lvl>
    <w:lvl w:ilvl="4">
      <w:start w:val="1"/>
      <w:numFmt w:val="decimal"/>
      <w:lvlText w:val="%1.%2.%3.%4.%5."/>
      <w:lvlJc w:val="left"/>
      <w:pPr>
        <w:tabs>
          <w:tab w:val="num" w:pos="4280"/>
        </w:tabs>
        <w:ind w:left="2912" w:hanging="792"/>
      </w:pPr>
      <w:rPr>
        <w:rFonts w:cs="Times New Roman"/>
      </w:rPr>
    </w:lvl>
    <w:lvl w:ilvl="5">
      <w:start w:val="1"/>
      <w:numFmt w:val="decimal"/>
      <w:lvlText w:val="%1.%2.%3.%4.%5.%6."/>
      <w:lvlJc w:val="left"/>
      <w:pPr>
        <w:tabs>
          <w:tab w:val="num" w:pos="5000"/>
        </w:tabs>
        <w:ind w:left="3416" w:hanging="936"/>
      </w:pPr>
      <w:rPr>
        <w:rFonts w:cs="Times New Roman"/>
      </w:rPr>
    </w:lvl>
    <w:lvl w:ilvl="6">
      <w:start w:val="1"/>
      <w:numFmt w:val="decimal"/>
      <w:lvlText w:val="%1.%2.%3.%4.%5.%6.%7."/>
      <w:lvlJc w:val="left"/>
      <w:pPr>
        <w:tabs>
          <w:tab w:val="num" w:pos="5720"/>
        </w:tabs>
        <w:ind w:left="3920" w:hanging="1080"/>
      </w:pPr>
      <w:rPr>
        <w:rFonts w:cs="Times New Roman"/>
      </w:rPr>
    </w:lvl>
    <w:lvl w:ilvl="7">
      <w:start w:val="1"/>
      <w:numFmt w:val="decimal"/>
      <w:lvlText w:val="%1.%2.%3.%4.%5.%6.%7.%8."/>
      <w:lvlJc w:val="left"/>
      <w:pPr>
        <w:tabs>
          <w:tab w:val="num" w:pos="6800"/>
        </w:tabs>
        <w:ind w:left="4424" w:hanging="1224"/>
      </w:pPr>
      <w:rPr>
        <w:rFonts w:cs="Times New Roman"/>
      </w:rPr>
    </w:lvl>
    <w:lvl w:ilvl="8">
      <w:start w:val="1"/>
      <w:numFmt w:val="decimal"/>
      <w:lvlText w:val="%1.%2.%3.%4.%5.%6.%7.%8.%9."/>
      <w:lvlJc w:val="left"/>
      <w:pPr>
        <w:tabs>
          <w:tab w:val="num" w:pos="7520"/>
        </w:tabs>
        <w:ind w:left="5000" w:hanging="1440"/>
      </w:pPr>
      <w:rPr>
        <w:rFonts w:cs="Times New Roman"/>
      </w:rPr>
    </w:lvl>
  </w:abstractNum>
  <w:abstractNum w:abstractNumId="25" w15:restartNumberingAfterBreak="0">
    <w:nsid w:val="1D0F7CA8"/>
    <w:multiLevelType w:val="hybridMultilevel"/>
    <w:tmpl w:val="F80479D2"/>
    <w:lvl w:ilvl="0" w:tplc="F256681E">
      <w:start w:val="1"/>
      <w:numFmt w:val="bullet"/>
      <w:pStyle w:val="-12"/>
      <w:lvlText w:val=""/>
      <w:lvlJc w:val="left"/>
      <w:pPr>
        <w:tabs>
          <w:tab w:val="num" w:pos="3800"/>
        </w:tabs>
        <w:ind w:left="3743" w:hanging="227"/>
      </w:pPr>
      <w:rPr>
        <w:rFonts w:ascii="Symbol" w:hAnsi="Symbol" w:hint="default"/>
      </w:rPr>
    </w:lvl>
    <w:lvl w:ilvl="1" w:tplc="DE68B980" w:tentative="1">
      <w:start w:val="1"/>
      <w:numFmt w:val="bullet"/>
      <w:lvlText w:val="o"/>
      <w:lvlJc w:val="left"/>
      <w:pPr>
        <w:tabs>
          <w:tab w:val="num" w:pos="2291"/>
        </w:tabs>
        <w:ind w:left="2291" w:hanging="360"/>
      </w:pPr>
      <w:rPr>
        <w:rFonts w:ascii="Courier New" w:hAnsi="Courier New" w:cs="Courier New" w:hint="default"/>
      </w:rPr>
    </w:lvl>
    <w:lvl w:ilvl="2" w:tplc="FCB8DFC4" w:tentative="1">
      <w:start w:val="1"/>
      <w:numFmt w:val="bullet"/>
      <w:lvlText w:val=""/>
      <w:lvlJc w:val="left"/>
      <w:pPr>
        <w:tabs>
          <w:tab w:val="num" w:pos="3011"/>
        </w:tabs>
        <w:ind w:left="3011" w:hanging="360"/>
      </w:pPr>
      <w:rPr>
        <w:rFonts w:ascii="Wingdings" w:hAnsi="Wingdings" w:hint="default"/>
      </w:rPr>
    </w:lvl>
    <w:lvl w:ilvl="3" w:tplc="FB102F1A" w:tentative="1">
      <w:start w:val="1"/>
      <w:numFmt w:val="bullet"/>
      <w:lvlText w:val=""/>
      <w:lvlJc w:val="left"/>
      <w:pPr>
        <w:tabs>
          <w:tab w:val="num" w:pos="3731"/>
        </w:tabs>
        <w:ind w:left="3731" w:hanging="360"/>
      </w:pPr>
      <w:rPr>
        <w:rFonts w:ascii="Symbol" w:hAnsi="Symbol" w:hint="default"/>
      </w:rPr>
    </w:lvl>
    <w:lvl w:ilvl="4" w:tplc="7F4AC6E2" w:tentative="1">
      <w:start w:val="1"/>
      <w:numFmt w:val="bullet"/>
      <w:lvlText w:val="o"/>
      <w:lvlJc w:val="left"/>
      <w:pPr>
        <w:tabs>
          <w:tab w:val="num" w:pos="4451"/>
        </w:tabs>
        <w:ind w:left="4451" w:hanging="360"/>
      </w:pPr>
      <w:rPr>
        <w:rFonts w:ascii="Courier New" w:hAnsi="Courier New" w:cs="Courier New" w:hint="default"/>
      </w:rPr>
    </w:lvl>
    <w:lvl w:ilvl="5" w:tplc="74FED684" w:tentative="1">
      <w:start w:val="1"/>
      <w:numFmt w:val="bullet"/>
      <w:lvlText w:val=""/>
      <w:lvlJc w:val="left"/>
      <w:pPr>
        <w:tabs>
          <w:tab w:val="num" w:pos="5171"/>
        </w:tabs>
        <w:ind w:left="5171" w:hanging="360"/>
      </w:pPr>
      <w:rPr>
        <w:rFonts w:ascii="Wingdings" w:hAnsi="Wingdings" w:hint="default"/>
      </w:rPr>
    </w:lvl>
    <w:lvl w:ilvl="6" w:tplc="FFA27F1C" w:tentative="1">
      <w:start w:val="1"/>
      <w:numFmt w:val="bullet"/>
      <w:lvlText w:val=""/>
      <w:lvlJc w:val="left"/>
      <w:pPr>
        <w:tabs>
          <w:tab w:val="num" w:pos="5891"/>
        </w:tabs>
        <w:ind w:left="5891" w:hanging="360"/>
      </w:pPr>
      <w:rPr>
        <w:rFonts w:ascii="Symbol" w:hAnsi="Symbol" w:hint="default"/>
      </w:rPr>
    </w:lvl>
    <w:lvl w:ilvl="7" w:tplc="E0A8152C" w:tentative="1">
      <w:start w:val="1"/>
      <w:numFmt w:val="bullet"/>
      <w:lvlText w:val="o"/>
      <w:lvlJc w:val="left"/>
      <w:pPr>
        <w:tabs>
          <w:tab w:val="num" w:pos="6611"/>
        </w:tabs>
        <w:ind w:left="6611" w:hanging="360"/>
      </w:pPr>
      <w:rPr>
        <w:rFonts w:ascii="Courier New" w:hAnsi="Courier New" w:cs="Courier New" w:hint="default"/>
      </w:rPr>
    </w:lvl>
    <w:lvl w:ilvl="8" w:tplc="B1664496" w:tentative="1">
      <w:start w:val="1"/>
      <w:numFmt w:val="bullet"/>
      <w:lvlText w:val=""/>
      <w:lvlJc w:val="left"/>
      <w:pPr>
        <w:tabs>
          <w:tab w:val="num" w:pos="7331"/>
        </w:tabs>
        <w:ind w:left="7331" w:hanging="360"/>
      </w:pPr>
      <w:rPr>
        <w:rFonts w:ascii="Wingdings" w:hAnsi="Wingdings" w:hint="default"/>
      </w:rPr>
    </w:lvl>
  </w:abstractNum>
  <w:abstractNum w:abstractNumId="26" w15:restartNumberingAfterBreak="0">
    <w:nsid w:val="20C55375"/>
    <w:multiLevelType w:val="hybridMultilevel"/>
    <w:tmpl w:val="92F8BE76"/>
    <w:lvl w:ilvl="0" w:tplc="18E67BEC">
      <w:start w:val="1"/>
      <w:numFmt w:val="bullet"/>
      <w:pStyle w:val="-0"/>
      <w:suff w:val="space"/>
      <w:lvlText w:val=""/>
      <w:lvlJc w:val="left"/>
      <w:pPr>
        <w:ind w:left="0" w:firstLine="709"/>
      </w:pPr>
      <w:rPr>
        <w:rFonts w:ascii="Symbol" w:hAnsi="Symbol" w:hint="default"/>
      </w:rPr>
    </w:lvl>
    <w:lvl w:ilvl="1" w:tplc="04190003">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7" w15:restartNumberingAfterBreak="0">
    <w:nsid w:val="22AE33DD"/>
    <w:multiLevelType w:val="multilevel"/>
    <w:tmpl w:val="0419001F"/>
    <w:styleLink w:val="111111"/>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840"/>
        </w:tabs>
        <w:ind w:left="4320" w:hanging="1440"/>
      </w:pPr>
      <w:rPr>
        <w:rFonts w:cs="Times New Roman"/>
      </w:rPr>
    </w:lvl>
  </w:abstractNum>
  <w:abstractNum w:abstractNumId="28" w15:restartNumberingAfterBreak="0">
    <w:nsid w:val="23B87FAB"/>
    <w:multiLevelType w:val="multilevel"/>
    <w:tmpl w:val="ECA4EAFA"/>
    <w:styleLink w:val="Bullets"/>
    <w:lvl w:ilvl="0">
      <w:start w:val="1"/>
      <w:numFmt w:val="bullet"/>
      <w:lvlText w:val=""/>
      <w:lvlJc w:val="left"/>
      <w:pPr>
        <w:tabs>
          <w:tab w:val="num" w:pos="907"/>
        </w:tabs>
        <w:ind w:left="907" w:hanging="340"/>
      </w:pPr>
      <w:rPr>
        <w:rFonts w:ascii="Wingdings 2" w:hAnsi="Wingdings 2" w:hint="default"/>
        <w:color w:val="808080"/>
        <w:sz w:val="20"/>
      </w:rPr>
    </w:lvl>
    <w:lvl w:ilvl="1">
      <w:start w:val="1"/>
      <w:numFmt w:val="bullet"/>
      <w:lvlText w:val=""/>
      <w:lvlJc w:val="left"/>
      <w:pPr>
        <w:tabs>
          <w:tab w:val="num" w:pos="1247"/>
        </w:tabs>
        <w:ind w:left="1247" w:hanging="340"/>
      </w:pPr>
      <w:rPr>
        <w:rFonts w:ascii="Wingdings 2" w:hAnsi="Wingdings 2" w:hint="default"/>
        <w:b w:val="0"/>
        <w:i w:val="0"/>
        <w:color w:val="808080"/>
        <w:sz w:val="20"/>
      </w:rPr>
    </w:lvl>
    <w:lvl w:ilvl="2">
      <w:start w:val="1"/>
      <w:numFmt w:val="bullet"/>
      <w:lvlText w:val=""/>
      <w:lvlJc w:val="left"/>
      <w:pPr>
        <w:tabs>
          <w:tab w:val="num" w:pos="1588"/>
        </w:tabs>
        <w:ind w:left="1588" w:hanging="341"/>
      </w:pPr>
      <w:rPr>
        <w:rFonts w:ascii="Wingdings 2" w:hAnsi="Wingdings 2" w:hint="default"/>
        <w:color w:val="808080"/>
        <w:sz w:val="20"/>
      </w:rPr>
    </w:lvl>
    <w:lvl w:ilvl="3">
      <w:start w:val="1"/>
      <w:numFmt w:val="bullet"/>
      <w:lvlText w:val=""/>
      <w:lvlJc w:val="left"/>
      <w:pPr>
        <w:tabs>
          <w:tab w:val="num" w:pos="1928"/>
        </w:tabs>
        <w:ind w:left="1928" w:hanging="340"/>
      </w:pPr>
      <w:rPr>
        <w:rFonts w:ascii="Wingdings 2" w:hAnsi="Wingdings 2" w:hint="default"/>
        <w:b w:val="0"/>
        <w:i w:val="0"/>
        <w:color w:val="808080"/>
        <w:sz w:val="20"/>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9" w15:restartNumberingAfterBreak="0">
    <w:nsid w:val="24743E50"/>
    <w:multiLevelType w:val="hybridMultilevel"/>
    <w:tmpl w:val="8CB4390A"/>
    <w:lvl w:ilvl="0" w:tplc="8058487E">
      <w:start w:val="1"/>
      <w:numFmt w:val="decimal"/>
      <w:pStyle w:val="12"/>
      <w:suff w:val="space"/>
      <w:lvlText w:val="%1)"/>
      <w:lvlJc w:val="left"/>
      <w:pPr>
        <w:ind w:left="0" w:firstLine="709"/>
      </w:pPr>
      <w:rPr>
        <w:rFonts w:hint="default"/>
        <w:b w:val="0"/>
        <w:color w:val="auto"/>
      </w:rPr>
    </w:lvl>
    <w:lvl w:ilvl="1" w:tplc="97063F20">
      <w:start w:val="1"/>
      <w:numFmt w:val="lowerLetter"/>
      <w:lvlText w:val="%2."/>
      <w:lvlJc w:val="left"/>
      <w:pPr>
        <w:tabs>
          <w:tab w:val="num" w:pos="1440"/>
        </w:tabs>
        <w:ind w:left="1440" w:hanging="360"/>
      </w:pPr>
    </w:lvl>
    <w:lvl w:ilvl="2" w:tplc="29088D2A">
      <w:start w:val="1"/>
      <w:numFmt w:val="lowerRoman"/>
      <w:lvlText w:val="%3."/>
      <w:lvlJc w:val="right"/>
      <w:pPr>
        <w:tabs>
          <w:tab w:val="num" w:pos="2160"/>
        </w:tabs>
        <w:ind w:left="2160" w:hanging="180"/>
      </w:pPr>
    </w:lvl>
    <w:lvl w:ilvl="3" w:tplc="28D4CA96" w:tentative="1">
      <w:start w:val="1"/>
      <w:numFmt w:val="decimal"/>
      <w:lvlText w:val="%4."/>
      <w:lvlJc w:val="left"/>
      <w:pPr>
        <w:tabs>
          <w:tab w:val="num" w:pos="2880"/>
        </w:tabs>
        <w:ind w:left="2880" w:hanging="360"/>
      </w:pPr>
    </w:lvl>
    <w:lvl w:ilvl="4" w:tplc="5074C07E" w:tentative="1">
      <w:start w:val="1"/>
      <w:numFmt w:val="lowerLetter"/>
      <w:lvlText w:val="%5."/>
      <w:lvlJc w:val="left"/>
      <w:pPr>
        <w:tabs>
          <w:tab w:val="num" w:pos="3600"/>
        </w:tabs>
        <w:ind w:left="3600" w:hanging="360"/>
      </w:pPr>
    </w:lvl>
    <w:lvl w:ilvl="5" w:tplc="1248DB88" w:tentative="1">
      <w:start w:val="1"/>
      <w:numFmt w:val="lowerRoman"/>
      <w:lvlText w:val="%6."/>
      <w:lvlJc w:val="right"/>
      <w:pPr>
        <w:tabs>
          <w:tab w:val="num" w:pos="4320"/>
        </w:tabs>
        <w:ind w:left="4320" w:hanging="180"/>
      </w:pPr>
    </w:lvl>
    <w:lvl w:ilvl="6" w:tplc="7C5097A4" w:tentative="1">
      <w:start w:val="1"/>
      <w:numFmt w:val="decimal"/>
      <w:lvlText w:val="%7."/>
      <w:lvlJc w:val="left"/>
      <w:pPr>
        <w:tabs>
          <w:tab w:val="num" w:pos="5040"/>
        </w:tabs>
        <w:ind w:left="5040" w:hanging="360"/>
      </w:pPr>
    </w:lvl>
    <w:lvl w:ilvl="7" w:tplc="D5E416FE" w:tentative="1">
      <w:start w:val="1"/>
      <w:numFmt w:val="lowerLetter"/>
      <w:lvlText w:val="%8."/>
      <w:lvlJc w:val="left"/>
      <w:pPr>
        <w:tabs>
          <w:tab w:val="num" w:pos="5760"/>
        </w:tabs>
        <w:ind w:left="5760" w:hanging="360"/>
      </w:pPr>
    </w:lvl>
    <w:lvl w:ilvl="8" w:tplc="803277CE" w:tentative="1">
      <w:start w:val="1"/>
      <w:numFmt w:val="lowerRoman"/>
      <w:lvlText w:val="%9."/>
      <w:lvlJc w:val="right"/>
      <w:pPr>
        <w:tabs>
          <w:tab w:val="num" w:pos="6480"/>
        </w:tabs>
        <w:ind w:left="6480" w:hanging="180"/>
      </w:pPr>
    </w:lvl>
  </w:abstractNum>
  <w:abstractNum w:abstractNumId="30" w15:restartNumberingAfterBreak="0">
    <w:nsid w:val="24F86C27"/>
    <w:multiLevelType w:val="singleLevel"/>
    <w:tmpl w:val="E0524B46"/>
    <w:lvl w:ilvl="0">
      <w:start w:val="1"/>
      <w:numFmt w:val="bullet"/>
      <w:pStyle w:val="List2"/>
      <w:lvlText w:val=""/>
      <w:lvlJc w:val="left"/>
      <w:pPr>
        <w:tabs>
          <w:tab w:val="num" w:pos="644"/>
        </w:tabs>
        <w:ind w:left="624" w:hanging="340"/>
      </w:pPr>
      <w:rPr>
        <w:rFonts w:ascii="Wingdings" w:hAnsi="Wingdings" w:hint="default"/>
      </w:rPr>
    </w:lvl>
  </w:abstractNum>
  <w:abstractNum w:abstractNumId="31" w15:restartNumberingAfterBreak="0">
    <w:nsid w:val="25CD6817"/>
    <w:multiLevelType w:val="multilevel"/>
    <w:tmpl w:val="3FECBA26"/>
    <w:lvl w:ilvl="0">
      <w:start w:val="1"/>
      <w:numFmt w:val="decimal"/>
      <w:lvlRestart w:val="0"/>
      <w:lvlText w:val="%1."/>
      <w:lvlJc w:val="left"/>
      <w:pPr>
        <w:tabs>
          <w:tab w:val="num" w:pos="0"/>
        </w:tabs>
        <w:ind w:left="170" w:hanging="170"/>
      </w:pPr>
      <w:rPr>
        <w:rFonts w:hint="default"/>
      </w:rPr>
    </w:lvl>
    <w:lvl w:ilvl="1">
      <w:start w:val="1"/>
      <w:numFmt w:val="decimal"/>
      <w:lvlText w:val="%1.%2."/>
      <w:lvlJc w:val="left"/>
      <w:pPr>
        <w:tabs>
          <w:tab w:val="num" w:pos="-567"/>
        </w:tabs>
        <w:ind w:left="0" w:firstLine="0"/>
      </w:pPr>
      <w:rPr>
        <w:rFonts w:ascii="Times New Roman" w:hAnsi="Times New Roman" w:cs="Times New Roman" w:hint="default"/>
        <w:b w:val="0"/>
        <w:i w:val="0"/>
        <w:iCs w:val="0"/>
        <w:caps w:val="0"/>
        <w:smallCaps w:val="0"/>
        <w:strike w:val="0"/>
        <w:dstrike w:val="0"/>
        <w:vanish w:val="0"/>
        <w:color w:val="000000"/>
        <w:spacing w:val="0"/>
        <w:kern w:val="0"/>
        <w:position w:val="0"/>
        <w:u w:val="none"/>
        <w:vertAlign w:val="baseline"/>
        <w:em w:val="none"/>
      </w:rPr>
    </w:lvl>
    <w:lvl w:ilvl="2">
      <w:start w:val="1"/>
      <w:numFmt w:val="decimal"/>
      <w:pStyle w:val="32"/>
      <w:lvlText w:val="%1.%2.%3."/>
      <w:lvlJc w:val="left"/>
      <w:pPr>
        <w:tabs>
          <w:tab w:val="num" w:pos="397"/>
        </w:tabs>
        <w:ind w:left="284" w:hanging="284"/>
      </w:pPr>
      <w:rPr>
        <w:rFonts w:hint="default"/>
      </w:rPr>
    </w:lvl>
    <w:lvl w:ilvl="3">
      <w:start w:val="1"/>
      <w:numFmt w:val="decimal"/>
      <w:lvlText w:val="%1.%2.%3.%4."/>
      <w:lvlJc w:val="left"/>
      <w:pPr>
        <w:tabs>
          <w:tab w:val="num" w:pos="680"/>
        </w:tabs>
        <w:ind w:left="425" w:hanging="425"/>
      </w:pPr>
      <w:rPr>
        <w:rFonts w:hint="default"/>
      </w:rPr>
    </w:lvl>
    <w:lvl w:ilvl="4">
      <w:start w:val="1"/>
      <w:numFmt w:val="decimal"/>
      <w:suff w:val="space"/>
      <w:lvlText w:val="%1.%2.%3.%4.%5"/>
      <w:lvlJc w:val="left"/>
      <w:pPr>
        <w:ind w:left="567" w:hanging="567"/>
      </w:pPr>
      <w:rPr>
        <w:rFonts w:hint="default"/>
        <w:b w:val="0"/>
        <w:i w:val="0"/>
      </w:rPr>
    </w:lvl>
    <w:lvl w:ilvl="5">
      <w:start w:val="1"/>
      <w:numFmt w:val="decimal"/>
      <w:suff w:val="space"/>
      <w:lvlText w:val="%1.%2.%3.%4.%5.%6"/>
      <w:lvlJc w:val="left"/>
      <w:pPr>
        <w:ind w:left="709" w:hanging="709"/>
      </w:pPr>
      <w:rPr>
        <w:rFonts w:hint="default"/>
      </w:rPr>
    </w:lvl>
    <w:lvl w:ilvl="6">
      <w:start w:val="1"/>
      <w:numFmt w:val="decimal"/>
      <w:suff w:val="space"/>
      <w:lvlText w:val="%1.%2.%3.%4.%5.%6.%7"/>
      <w:lvlJc w:val="left"/>
      <w:pPr>
        <w:ind w:left="851" w:hanging="851"/>
      </w:pPr>
      <w:rPr>
        <w:rFonts w:hint="default"/>
      </w:rPr>
    </w:lvl>
    <w:lvl w:ilvl="7">
      <w:start w:val="1"/>
      <w:numFmt w:val="decimal"/>
      <w:suff w:val="space"/>
      <w:lvlText w:val="%1.%2.%3.%4.%5.%6.%7.%8"/>
      <w:lvlJc w:val="left"/>
      <w:pPr>
        <w:ind w:left="992" w:hanging="992"/>
      </w:pPr>
      <w:rPr>
        <w:rFonts w:hint="default"/>
      </w:rPr>
    </w:lvl>
    <w:lvl w:ilvl="8">
      <w:start w:val="1"/>
      <w:numFmt w:val="decimal"/>
      <w:suff w:val="space"/>
      <w:lvlText w:val="%1.%2.%3.%4.%5.%6.%7.%8.%9"/>
      <w:lvlJc w:val="left"/>
      <w:pPr>
        <w:ind w:left="1134" w:hanging="1134"/>
      </w:pPr>
      <w:rPr>
        <w:rFonts w:hint="default"/>
      </w:rPr>
    </w:lvl>
  </w:abstractNum>
  <w:abstractNum w:abstractNumId="32" w15:restartNumberingAfterBreak="0">
    <w:nsid w:val="279C4F97"/>
    <w:multiLevelType w:val="hybridMultilevel"/>
    <w:tmpl w:val="B296DC54"/>
    <w:lvl w:ilvl="0" w:tplc="2BBE774E">
      <w:start w:val="1"/>
      <w:numFmt w:val="bullet"/>
      <w:pStyle w:val="a5"/>
      <w:lvlText w:val=""/>
      <w:lvlJc w:val="left"/>
      <w:pPr>
        <w:tabs>
          <w:tab w:val="num" w:pos="1211"/>
        </w:tabs>
        <w:ind w:left="851" w:firstLine="0"/>
      </w:pPr>
      <w:rPr>
        <w:rFonts w:ascii="Symbol" w:hAnsi="Symbol" w:hint="default"/>
      </w:rPr>
    </w:lvl>
    <w:lvl w:ilvl="1" w:tplc="5CDCC494">
      <w:start w:val="1"/>
      <w:numFmt w:val="bullet"/>
      <w:lvlText w:val="o"/>
      <w:lvlJc w:val="left"/>
      <w:pPr>
        <w:tabs>
          <w:tab w:val="num" w:pos="1440"/>
        </w:tabs>
        <w:ind w:left="1440" w:hanging="360"/>
      </w:pPr>
      <w:rPr>
        <w:rFonts w:ascii="Courier New" w:hAnsi="Courier New" w:hint="default"/>
      </w:rPr>
    </w:lvl>
    <w:lvl w:ilvl="2" w:tplc="0036758A" w:tentative="1">
      <w:start w:val="1"/>
      <w:numFmt w:val="bullet"/>
      <w:lvlText w:val=""/>
      <w:lvlJc w:val="left"/>
      <w:pPr>
        <w:tabs>
          <w:tab w:val="num" w:pos="2160"/>
        </w:tabs>
        <w:ind w:left="2160" w:hanging="360"/>
      </w:pPr>
      <w:rPr>
        <w:rFonts w:ascii="Wingdings" w:hAnsi="Wingdings" w:hint="default"/>
      </w:rPr>
    </w:lvl>
    <w:lvl w:ilvl="3" w:tplc="9AD2142C" w:tentative="1">
      <w:start w:val="1"/>
      <w:numFmt w:val="bullet"/>
      <w:lvlText w:val=""/>
      <w:lvlJc w:val="left"/>
      <w:pPr>
        <w:tabs>
          <w:tab w:val="num" w:pos="2880"/>
        </w:tabs>
        <w:ind w:left="2880" w:hanging="360"/>
      </w:pPr>
      <w:rPr>
        <w:rFonts w:ascii="Symbol" w:hAnsi="Symbol" w:hint="default"/>
      </w:rPr>
    </w:lvl>
    <w:lvl w:ilvl="4" w:tplc="3F2A923E" w:tentative="1">
      <w:start w:val="1"/>
      <w:numFmt w:val="bullet"/>
      <w:lvlText w:val="o"/>
      <w:lvlJc w:val="left"/>
      <w:pPr>
        <w:tabs>
          <w:tab w:val="num" w:pos="3600"/>
        </w:tabs>
        <w:ind w:left="3600" w:hanging="360"/>
      </w:pPr>
      <w:rPr>
        <w:rFonts w:ascii="Courier New" w:hAnsi="Courier New" w:hint="default"/>
      </w:rPr>
    </w:lvl>
    <w:lvl w:ilvl="5" w:tplc="FAD43240" w:tentative="1">
      <w:start w:val="1"/>
      <w:numFmt w:val="bullet"/>
      <w:lvlText w:val=""/>
      <w:lvlJc w:val="left"/>
      <w:pPr>
        <w:tabs>
          <w:tab w:val="num" w:pos="4320"/>
        </w:tabs>
        <w:ind w:left="4320" w:hanging="360"/>
      </w:pPr>
      <w:rPr>
        <w:rFonts w:ascii="Wingdings" w:hAnsi="Wingdings" w:hint="default"/>
      </w:rPr>
    </w:lvl>
    <w:lvl w:ilvl="6" w:tplc="0814685A" w:tentative="1">
      <w:start w:val="1"/>
      <w:numFmt w:val="bullet"/>
      <w:lvlText w:val=""/>
      <w:lvlJc w:val="left"/>
      <w:pPr>
        <w:tabs>
          <w:tab w:val="num" w:pos="5040"/>
        </w:tabs>
        <w:ind w:left="5040" w:hanging="360"/>
      </w:pPr>
      <w:rPr>
        <w:rFonts w:ascii="Symbol" w:hAnsi="Symbol" w:hint="default"/>
      </w:rPr>
    </w:lvl>
    <w:lvl w:ilvl="7" w:tplc="B9B4AEE0" w:tentative="1">
      <w:start w:val="1"/>
      <w:numFmt w:val="bullet"/>
      <w:lvlText w:val="o"/>
      <w:lvlJc w:val="left"/>
      <w:pPr>
        <w:tabs>
          <w:tab w:val="num" w:pos="5760"/>
        </w:tabs>
        <w:ind w:left="5760" w:hanging="360"/>
      </w:pPr>
      <w:rPr>
        <w:rFonts w:ascii="Courier New" w:hAnsi="Courier New" w:hint="default"/>
      </w:rPr>
    </w:lvl>
    <w:lvl w:ilvl="8" w:tplc="5B78876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94026E1"/>
    <w:multiLevelType w:val="hybridMultilevel"/>
    <w:tmpl w:val="12B61A86"/>
    <w:lvl w:ilvl="0" w:tplc="05DABEB0">
      <w:start w:val="1"/>
      <w:numFmt w:val="decimal"/>
      <w:pStyle w:val="a6"/>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9682D6B"/>
    <w:multiLevelType w:val="hybridMultilevel"/>
    <w:tmpl w:val="638E9B82"/>
    <w:lvl w:ilvl="0" w:tplc="80F6FB6A">
      <w:start w:val="1"/>
      <w:numFmt w:val="bullet"/>
      <w:pStyle w:val="1-"/>
      <w:lvlText w:val="­"/>
      <w:lvlJc w:val="left"/>
      <w:pPr>
        <w:tabs>
          <w:tab w:val="num" w:pos="900"/>
        </w:tabs>
        <w:ind w:left="900" w:hanging="360"/>
      </w:pPr>
      <w:rPr>
        <w:rFonts w:hAnsi="Courier New" w:hint="default"/>
      </w:rPr>
    </w:lvl>
    <w:lvl w:ilvl="1" w:tplc="B65C741E">
      <w:start w:val="1"/>
      <w:numFmt w:val="bullet"/>
      <w:lvlText w:val="o"/>
      <w:lvlJc w:val="left"/>
      <w:pPr>
        <w:tabs>
          <w:tab w:val="num" w:pos="927"/>
        </w:tabs>
        <w:ind w:left="927" w:hanging="360"/>
      </w:pPr>
      <w:rPr>
        <w:rFonts w:ascii="Courier New" w:hAnsi="Courier New" w:hint="default"/>
      </w:rPr>
    </w:lvl>
    <w:lvl w:ilvl="2" w:tplc="FBF0EDA4">
      <w:start w:val="1"/>
      <w:numFmt w:val="bullet"/>
      <w:lvlText w:val=""/>
      <w:lvlJc w:val="left"/>
      <w:pPr>
        <w:tabs>
          <w:tab w:val="num" w:pos="1647"/>
        </w:tabs>
        <w:ind w:left="1647" w:hanging="360"/>
      </w:pPr>
      <w:rPr>
        <w:rFonts w:ascii="Wingdings" w:hAnsi="Wingdings" w:hint="default"/>
      </w:rPr>
    </w:lvl>
    <w:lvl w:ilvl="3" w:tplc="47B68FE8">
      <w:start w:val="1"/>
      <w:numFmt w:val="bullet"/>
      <w:lvlText w:val=""/>
      <w:lvlJc w:val="left"/>
      <w:pPr>
        <w:tabs>
          <w:tab w:val="num" w:pos="2367"/>
        </w:tabs>
        <w:ind w:left="2367" w:hanging="360"/>
      </w:pPr>
      <w:rPr>
        <w:rFonts w:ascii="Symbol" w:hAnsi="Symbol" w:hint="default"/>
      </w:rPr>
    </w:lvl>
    <w:lvl w:ilvl="4" w:tplc="1FC06A88">
      <w:start w:val="2"/>
      <w:numFmt w:val="bullet"/>
      <w:lvlText w:val="-"/>
      <w:lvlJc w:val="left"/>
      <w:pPr>
        <w:tabs>
          <w:tab w:val="num" w:pos="3087"/>
        </w:tabs>
        <w:ind w:left="3087" w:hanging="360"/>
      </w:pPr>
      <w:rPr>
        <w:rFonts w:ascii="Times New Roman" w:eastAsia="Times New Roman" w:hAnsi="Times New Roman" w:hint="default"/>
      </w:rPr>
    </w:lvl>
    <w:lvl w:ilvl="5" w:tplc="40E4FBFC">
      <w:start w:val="1"/>
      <w:numFmt w:val="bullet"/>
      <w:lvlText w:val=""/>
      <w:lvlJc w:val="left"/>
      <w:pPr>
        <w:tabs>
          <w:tab w:val="num" w:pos="3807"/>
        </w:tabs>
        <w:ind w:left="3807" w:hanging="360"/>
      </w:pPr>
      <w:rPr>
        <w:rFonts w:ascii="Wingdings" w:hAnsi="Wingdings" w:hint="default"/>
      </w:rPr>
    </w:lvl>
    <w:lvl w:ilvl="6" w:tplc="BE04245E">
      <w:start w:val="1"/>
      <w:numFmt w:val="bullet"/>
      <w:lvlText w:val=""/>
      <w:lvlJc w:val="left"/>
      <w:pPr>
        <w:tabs>
          <w:tab w:val="num" w:pos="4527"/>
        </w:tabs>
        <w:ind w:left="4527" w:hanging="360"/>
      </w:pPr>
      <w:rPr>
        <w:rFonts w:ascii="Symbol" w:hAnsi="Symbol" w:hint="default"/>
      </w:rPr>
    </w:lvl>
    <w:lvl w:ilvl="7" w:tplc="7FBCD700">
      <w:start w:val="1"/>
      <w:numFmt w:val="bullet"/>
      <w:lvlText w:val="o"/>
      <w:lvlJc w:val="left"/>
      <w:pPr>
        <w:tabs>
          <w:tab w:val="num" w:pos="5247"/>
        </w:tabs>
        <w:ind w:left="5247" w:hanging="360"/>
      </w:pPr>
      <w:rPr>
        <w:rFonts w:ascii="Courier New" w:hAnsi="Courier New" w:hint="default"/>
      </w:rPr>
    </w:lvl>
    <w:lvl w:ilvl="8" w:tplc="CEFC437C">
      <w:start w:val="1"/>
      <w:numFmt w:val="bullet"/>
      <w:lvlText w:val=""/>
      <w:lvlJc w:val="left"/>
      <w:pPr>
        <w:tabs>
          <w:tab w:val="num" w:pos="5967"/>
        </w:tabs>
        <w:ind w:left="5967" w:hanging="360"/>
      </w:pPr>
      <w:rPr>
        <w:rFonts w:ascii="Wingdings" w:hAnsi="Wingdings" w:hint="default"/>
      </w:rPr>
    </w:lvl>
  </w:abstractNum>
  <w:abstractNum w:abstractNumId="35" w15:restartNumberingAfterBreak="0">
    <w:nsid w:val="29DC12C4"/>
    <w:multiLevelType w:val="hybridMultilevel"/>
    <w:tmpl w:val="57D4C298"/>
    <w:lvl w:ilvl="0" w:tplc="FFFFFFFF">
      <w:start w:val="1"/>
      <w:numFmt w:val="decimal"/>
      <w:pStyle w:val="-1"/>
      <w:lvlText w:val="%1)"/>
      <w:lvlJc w:val="left"/>
      <w:pPr>
        <w:tabs>
          <w:tab w:val="num" w:pos="1778"/>
        </w:tabs>
        <w:ind w:left="1778" w:hanging="360"/>
      </w:pPr>
      <w:rPr>
        <w:rFonts w:hint="default"/>
        <w:sz w:val="24"/>
      </w:rPr>
    </w:lvl>
    <w:lvl w:ilvl="1" w:tplc="FFFFFFFF" w:tentative="1">
      <w:start w:val="1"/>
      <w:numFmt w:val="bullet"/>
      <w:lvlText w:val="o"/>
      <w:lvlJc w:val="left"/>
      <w:pPr>
        <w:tabs>
          <w:tab w:val="num" w:pos="4275"/>
        </w:tabs>
        <w:ind w:left="4275" w:hanging="360"/>
      </w:pPr>
      <w:rPr>
        <w:rFonts w:ascii="Courier New" w:hAnsi="Courier New" w:cs="Courier New" w:hint="default"/>
      </w:rPr>
    </w:lvl>
    <w:lvl w:ilvl="2" w:tplc="FFFFFFFF" w:tentative="1">
      <w:start w:val="1"/>
      <w:numFmt w:val="bullet"/>
      <w:lvlText w:val=""/>
      <w:lvlJc w:val="left"/>
      <w:pPr>
        <w:tabs>
          <w:tab w:val="num" w:pos="4995"/>
        </w:tabs>
        <w:ind w:left="4995" w:hanging="360"/>
      </w:pPr>
      <w:rPr>
        <w:rFonts w:ascii="Wingdings" w:hAnsi="Wingdings" w:hint="default"/>
      </w:rPr>
    </w:lvl>
    <w:lvl w:ilvl="3" w:tplc="FFFFFFFF" w:tentative="1">
      <w:start w:val="1"/>
      <w:numFmt w:val="bullet"/>
      <w:lvlText w:val=""/>
      <w:lvlJc w:val="left"/>
      <w:pPr>
        <w:tabs>
          <w:tab w:val="num" w:pos="5715"/>
        </w:tabs>
        <w:ind w:left="5715" w:hanging="360"/>
      </w:pPr>
      <w:rPr>
        <w:rFonts w:ascii="Symbol" w:hAnsi="Symbol" w:hint="default"/>
      </w:rPr>
    </w:lvl>
    <w:lvl w:ilvl="4" w:tplc="FFFFFFFF" w:tentative="1">
      <w:start w:val="1"/>
      <w:numFmt w:val="bullet"/>
      <w:lvlText w:val="o"/>
      <w:lvlJc w:val="left"/>
      <w:pPr>
        <w:tabs>
          <w:tab w:val="num" w:pos="6435"/>
        </w:tabs>
        <w:ind w:left="6435" w:hanging="360"/>
      </w:pPr>
      <w:rPr>
        <w:rFonts w:ascii="Courier New" w:hAnsi="Courier New" w:cs="Courier New" w:hint="default"/>
      </w:rPr>
    </w:lvl>
    <w:lvl w:ilvl="5" w:tplc="FFFFFFFF" w:tentative="1">
      <w:start w:val="1"/>
      <w:numFmt w:val="bullet"/>
      <w:lvlText w:val=""/>
      <w:lvlJc w:val="left"/>
      <w:pPr>
        <w:tabs>
          <w:tab w:val="num" w:pos="7155"/>
        </w:tabs>
        <w:ind w:left="7155" w:hanging="360"/>
      </w:pPr>
      <w:rPr>
        <w:rFonts w:ascii="Wingdings" w:hAnsi="Wingdings" w:hint="default"/>
      </w:rPr>
    </w:lvl>
    <w:lvl w:ilvl="6" w:tplc="FFFFFFFF" w:tentative="1">
      <w:start w:val="1"/>
      <w:numFmt w:val="bullet"/>
      <w:lvlText w:val=""/>
      <w:lvlJc w:val="left"/>
      <w:pPr>
        <w:tabs>
          <w:tab w:val="num" w:pos="7875"/>
        </w:tabs>
        <w:ind w:left="7875" w:hanging="360"/>
      </w:pPr>
      <w:rPr>
        <w:rFonts w:ascii="Symbol" w:hAnsi="Symbol" w:hint="default"/>
      </w:rPr>
    </w:lvl>
    <w:lvl w:ilvl="7" w:tplc="FFFFFFFF" w:tentative="1">
      <w:start w:val="1"/>
      <w:numFmt w:val="bullet"/>
      <w:lvlText w:val="o"/>
      <w:lvlJc w:val="left"/>
      <w:pPr>
        <w:tabs>
          <w:tab w:val="num" w:pos="8595"/>
        </w:tabs>
        <w:ind w:left="8595" w:hanging="360"/>
      </w:pPr>
      <w:rPr>
        <w:rFonts w:ascii="Courier New" w:hAnsi="Courier New" w:cs="Courier New" w:hint="default"/>
      </w:rPr>
    </w:lvl>
    <w:lvl w:ilvl="8" w:tplc="FFFFFFFF" w:tentative="1">
      <w:start w:val="1"/>
      <w:numFmt w:val="bullet"/>
      <w:lvlText w:val=""/>
      <w:lvlJc w:val="left"/>
      <w:pPr>
        <w:tabs>
          <w:tab w:val="num" w:pos="9315"/>
        </w:tabs>
        <w:ind w:left="9315" w:hanging="360"/>
      </w:pPr>
      <w:rPr>
        <w:rFonts w:ascii="Wingdings" w:hAnsi="Wingdings" w:hint="default"/>
      </w:rPr>
    </w:lvl>
  </w:abstractNum>
  <w:abstractNum w:abstractNumId="36" w15:restartNumberingAfterBreak="0">
    <w:nsid w:val="2D735B05"/>
    <w:multiLevelType w:val="multilevel"/>
    <w:tmpl w:val="0419001D"/>
    <w:styleLink w:val="-4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E7572EF"/>
    <w:multiLevelType w:val="hybridMultilevel"/>
    <w:tmpl w:val="EEF6E77A"/>
    <w:lvl w:ilvl="0" w:tplc="E126E966">
      <w:start w:val="1"/>
      <w:numFmt w:val="decimal"/>
      <w:pStyle w:val="-5"/>
      <w:lvlText w:val="%1) "/>
      <w:lvlJc w:val="left"/>
      <w:pPr>
        <w:ind w:left="68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2592A85"/>
    <w:multiLevelType w:val="hybridMultilevel"/>
    <w:tmpl w:val="A1ACB5AE"/>
    <w:lvl w:ilvl="0" w:tplc="74401ABE">
      <w:start w:val="1"/>
      <w:numFmt w:val="decimal"/>
      <w:pStyle w:val="a7"/>
      <w:lvlText w:val="%1)"/>
      <w:lvlJc w:val="left"/>
      <w:pPr>
        <w:tabs>
          <w:tab w:val="num" w:pos="1134"/>
        </w:tabs>
        <w:ind w:left="1134"/>
      </w:pPr>
      <w:rPr>
        <w:rFonts w:cs="Times New Roman" w:hint="default"/>
        <w:sz w:val="24"/>
      </w:rPr>
    </w:lvl>
    <w:lvl w:ilvl="1" w:tplc="04190019" w:tentative="1">
      <w:start w:val="1"/>
      <w:numFmt w:val="lowerLetter"/>
      <w:lvlText w:val="%2."/>
      <w:lvlJc w:val="left"/>
      <w:pPr>
        <w:tabs>
          <w:tab w:val="num" w:pos="3141"/>
        </w:tabs>
        <w:ind w:left="3141" w:hanging="360"/>
      </w:pPr>
      <w:rPr>
        <w:rFonts w:cs="Times New Roman"/>
      </w:rPr>
    </w:lvl>
    <w:lvl w:ilvl="2" w:tplc="0419001B" w:tentative="1">
      <w:start w:val="1"/>
      <w:numFmt w:val="lowerRoman"/>
      <w:lvlText w:val="%3."/>
      <w:lvlJc w:val="right"/>
      <w:pPr>
        <w:tabs>
          <w:tab w:val="num" w:pos="3861"/>
        </w:tabs>
        <w:ind w:left="3861" w:hanging="180"/>
      </w:pPr>
      <w:rPr>
        <w:rFonts w:cs="Times New Roman"/>
      </w:rPr>
    </w:lvl>
    <w:lvl w:ilvl="3" w:tplc="0419000F" w:tentative="1">
      <w:start w:val="1"/>
      <w:numFmt w:val="decimal"/>
      <w:lvlText w:val="%4."/>
      <w:lvlJc w:val="left"/>
      <w:pPr>
        <w:tabs>
          <w:tab w:val="num" w:pos="4581"/>
        </w:tabs>
        <w:ind w:left="4581" w:hanging="360"/>
      </w:pPr>
      <w:rPr>
        <w:rFonts w:cs="Times New Roman"/>
      </w:rPr>
    </w:lvl>
    <w:lvl w:ilvl="4" w:tplc="04190019" w:tentative="1">
      <w:start w:val="1"/>
      <w:numFmt w:val="lowerLetter"/>
      <w:lvlText w:val="%5."/>
      <w:lvlJc w:val="left"/>
      <w:pPr>
        <w:tabs>
          <w:tab w:val="num" w:pos="5301"/>
        </w:tabs>
        <w:ind w:left="5301" w:hanging="360"/>
      </w:pPr>
      <w:rPr>
        <w:rFonts w:cs="Times New Roman"/>
      </w:rPr>
    </w:lvl>
    <w:lvl w:ilvl="5" w:tplc="0419001B" w:tentative="1">
      <w:start w:val="1"/>
      <w:numFmt w:val="lowerRoman"/>
      <w:lvlText w:val="%6."/>
      <w:lvlJc w:val="right"/>
      <w:pPr>
        <w:tabs>
          <w:tab w:val="num" w:pos="6021"/>
        </w:tabs>
        <w:ind w:left="6021" w:hanging="180"/>
      </w:pPr>
      <w:rPr>
        <w:rFonts w:cs="Times New Roman"/>
      </w:rPr>
    </w:lvl>
    <w:lvl w:ilvl="6" w:tplc="0419000F" w:tentative="1">
      <w:start w:val="1"/>
      <w:numFmt w:val="decimal"/>
      <w:lvlText w:val="%7."/>
      <w:lvlJc w:val="left"/>
      <w:pPr>
        <w:tabs>
          <w:tab w:val="num" w:pos="6741"/>
        </w:tabs>
        <w:ind w:left="6741" w:hanging="360"/>
      </w:pPr>
      <w:rPr>
        <w:rFonts w:cs="Times New Roman"/>
      </w:rPr>
    </w:lvl>
    <w:lvl w:ilvl="7" w:tplc="04190019" w:tentative="1">
      <w:start w:val="1"/>
      <w:numFmt w:val="lowerLetter"/>
      <w:lvlText w:val="%8."/>
      <w:lvlJc w:val="left"/>
      <w:pPr>
        <w:tabs>
          <w:tab w:val="num" w:pos="7461"/>
        </w:tabs>
        <w:ind w:left="7461" w:hanging="360"/>
      </w:pPr>
      <w:rPr>
        <w:rFonts w:cs="Times New Roman"/>
      </w:rPr>
    </w:lvl>
    <w:lvl w:ilvl="8" w:tplc="0419001B" w:tentative="1">
      <w:start w:val="1"/>
      <w:numFmt w:val="lowerRoman"/>
      <w:lvlText w:val="%9."/>
      <w:lvlJc w:val="right"/>
      <w:pPr>
        <w:tabs>
          <w:tab w:val="num" w:pos="8181"/>
        </w:tabs>
        <w:ind w:left="8181" w:hanging="180"/>
      </w:pPr>
      <w:rPr>
        <w:rFonts w:cs="Times New Roman"/>
      </w:rPr>
    </w:lvl>
  </w:abstractNum>
  <w:abstractNum w:abstractNumId="39" w15:restartNumberingAfterBreak="0">
    <w:nsid w:val="32965ECD"/>
    <w:multiLevelType w:val="multilevel"/>
    <w:tmpl w:val="4EEE6A36"/>
    <w:lvl w:ilvl="0">
      <w:start w:val="1"/>
      <w:numFmt w:val="decimal"/>
      <w:pStyle w:val="-10"/>
      <w:lvlText w:val="%1."/>
      <w:lvlJc w:val="left"/>
      <w:pPr>
        <w:tabs>
          <w:tab w:val="num" w:pos="709"/>
        </w:tabs>
        <w:ind w:left="1069" w:hanging="360"/>
      </w:pPr>
      <w:rPr>
        <w:rFonts w:cs="Times New Roman" w:hint="default"/>
      </w:rPr>
    </w:lvl>
    <w:lvl w:ilvl="1">
      <w:start w:val="1"/>
      <w:numFmt w:val="decimal"/>
      <w:lvlText w:val="%1.%2."/>
      <w:lvlJc w:val="left"/>
      <w:pPr>
        <w:tabs>
          <w:tab w:val="num" w:pos="709"/>
        </w:tabs>
        <w:ind w:left="993" w:hanging="284"/>
      </w:pPr>
      <w:rPr>
        <w:rFonts w:cs="Times New Roman" w:hint="default"/>
      </w:rPr>
    </w:lvl>
    <w:lvl w:ilvl="2">
      <w:start w:val="1"/>
      <w:numFmt w:val="decimal"/>
      <w:lvlText w:val="%1.%2.%3."/>
      <w:lvlJc w:val="left"/>
      <w:pPr>
        <w:tabs>
          <w:tab w:val="num" w:pos="709"/>
        </w:tabs>
        <w:ind w:left="993" w:hanging="284"/>
      </w:pPr>
      <w:rPr>
        <w:rFonts w:cs="Times New Roman" w:hint="default"/>
      </w:rPr>
    </w:lvl>
    <w:lvl w:ilvl="3">
      <w:start w:val="1"/>
      <w:numFmt w:val="decimal"/>
      <w:lvlText w:val="%1.%2.%3.%4."/>
      <w:lvlJc w:val="left"/>
      <w:pPr>
        <w:tabs>
          <w:tab w:val="num" w:pos="709"/>
        </w:tabs>
        <w:ind w:left="822" w:hanging="113"/>
      </w:pPr>
      <w:rPr>
        <w:rFonts w:cs="Times New Roman" w:hint="default"/>
      </w:rPr>
    </w:lvl>
    <w:lvl w:ilvl="4">
      <w:start w:val="1"/>
      <w:numFmt w:val="decimal"/>
      <w:lvlText w:val="%1.%2.%3.%4.%5."/>
      <w:lvlJc w:val="left"/>
      <w:pPr>
        <w:tabs>
          <w:tab w:val="num" w:pos="709"/>
        </w:tabs>
        <w:ind w:left="709"/>
      </w:pPr>
      <w:rPr>
        <w:rFonts w:cs="Times New Roman" w:hint="default"/>
      </w:rPr>
    </w:lvl>
    <w:lvl w:ilvl="5">
      <w:start w:val="1"/>
      <w:numFmt w:val="decimal"/>
      <w:lvlText w:val="%1.%2.%3.%4.%5.%6."/>
      <w:lvlJc w:val="left"/>
      <w:pPr>
        <w:tabs>
          <w:tab w:val="num" w:pos="709"/>
        </w:tabs>
        <w:ind w:left="709"/>
      </w:pPr>
      <w:rPr>
        <w:rFonts w:cs="Times New Roman" w:hint="default"/>
      </w:rPr>
    </w:lvl>
    <w:lvl w:ilvl="6">
      <w:start w:val="1"/>
      <w:numFmt w:val="decimal"/>
      <w:lvlText w:val="%1.%2.%3.%4.%5.%6.%7."/>
      <w:lvlJc w:val="left"/>
      <w:pPr>
        <w:tabs>
          <w:tab w:val="num" w:pos="709"/>
        </w:tabs>
        <w:ind w:left="3949" w:hanging="1080"/>
      </w:pPr>
      <w:rPr>
        <w:rFonts w:cs="Times New Roman" w:hint="default"/>
      </w:rPr>
    </w:lvl>
    <w:lvl w:ilvl="7">
      <w:start w:val="1"/>
      <w:numFmt w:val="decimal"/>
      <w:lvlText w:val="%1.%2.%3.%4.%5.%6.%7.%8."/>
      <w:lvlJc w:val="left"/>
      <w:pPr>
        <w:tabs>
          <w:tab w:val="num" w:pos="709"/>
        </w:tabs>
        <w:ind w:left="4453" w:hanging="1224"/>
      </w:pPr>
      <w:rPr>
        <w:rFonts w:cs="Times New Roman" w:hint="default"/>
      </w:rPr>
    </w:lvl>
    <w:lvl w:ilvl="8">
      <w:start w:val="1"/>
      <w:numFmt w:val="decimal"/>
      <w:lvlText w:val="%1.%2.%3.%4.%5.%6.%7.%8.%9."/>
      <w:lvlJc w:val="left"/>
      <w:pPr>
        <w:tabs>
          <w:tab w:val="num" w:pos="709"/>
        </w:tabs>
        <w:ind w:left="5029" w:hanging="1440"/>
      </w:pPr>
      <w:rPr>
        <w:rFonts w:cs="Times New Roman" w:hint="default"/>
      </w:rPr>
    </w:lvl>
  </w:abstractNum>
  <w:abstractNum w:abstractNumId="40" w15:restartNumberingAfterBreak="0">
    <w:nsid w:val="33975703"/>
    <w:multiLevelType w:val="hybridMultilevel"/>
    <w:tmpl w:val="37F41AC6"/>
    <w:lvl w:ilvl="0" w:tplc="398AEA66">
      <w:start w:val="1"/>
      <w:numFmt w:val="bullet"/>
      <w:pStyle w:val="14"/>
      <w:lvlText w:val=""/>
      <w:lvlJc w:val="left"/>
      <w:pPr>
        <w:tabs>
          <w:tab w:val="num" w:pos="360"/>
        </w:tabs>
        <w:ind w:left="360" w:hanging="360"/>
      </w:pPr>
      <w:rPr>
        <w:rFonts w:ascii="Symbol" w:hAnsi="Symbol" w:hint="default"/>
      </w:rPr>
    </w:lvl>
    <w:lvl w:ilvl="1" w:tplc="F9B64E90">
      <w:start w:val="1"/>
      <w:numFmt w:val="bullet"/>
      <w:lvlText w:val=""/>
      <w:lvlJc w:val="left"/>
      <w:pPr>
        <w:tabs>
          <w:tab w:val="num" w:pos="1440"/>
        </w:tabs>
        <w:ind w:left="1440" w:hanging="360"/>
      </w:pPr>
      <w:rPr>
        <w:rFonts w:ascii="Symbol" w:hAnsi="Symbol" w:hint="default"/>
      </w:rPr>
    </w:lvl>
    <w:lvl w:ilvl="2" w:tplc="415E3094">
      <w:start w:val="1"/>
      <w:numFmt w:val="bullet"/>
      <w:lvlText w:val=""/>
      <w:lvlJc w:val="left"/>
      <w:pPr>
        <w:tabs>
          <w:tab w:val="num" w:pos="2160"/>
        </w:tabs>
        <w:ind w:left="2160" w:hanging="360"/>
      </w:pPr>
      <w:rPr>
        <w:rFonts w:ascii="Wingdings" w:hAnsi="Wingdings" w:hint="default"/>
      </w:rPr>
    </w:lvl>
    <w:lvl w:ilvl="3" w:tplc="FAFC537A">
      <w:numFmt w:val="bullet"/>
      <w:lvlText w:val="-"/>
      <w:lvlJc w:val="left"/>
      <w:pPr>
        <w:tabs>
          <w:tab w:val="num" w:pos="2880"/>
        </w:tabs>
        <w:ind w:left="2880" w:hanging="360"/>
      </w:pPr>
      <w:rPr>
        <w:rFonts w:ascii="Arial" w:eastAsia="Times New Roman" w:hAnsi="Arial" w:hint="default"/>
      </w:rPr>
    </w:lvl>
    <w:lvl w:ilvl="4" w:tplc="F208E1BA" w:tentative="1">
      <w:start w:val="1"/>
      <w:numFmt w:val="bullet"/>
      <w:lvlText w:val="o"/>
      <w:lvlJc w:val="left"/>
      <w:pPr>
        <w:tabs>
          <w:tab w:val="num" w:pos="3600"/>
        </w:tabs>
        <w:ind w:left="3600" w:hanging="360"/>
      </w:pPr>
      <w:rPr>
        <w:rFonts w:ascii="Courier New" w:hAnsi="Courier New" w:hint="default"/>
      </w:rPr>
    </w:lvl>
    <w:lvl w:ilvl="5" w:tplc="35CE7E48" w:tentative="1">
      <w:start w:val="1"/>
      <w:numFmt w:val="bullet"/>
      <w:lvlText w:val=""/>
      <w:lvlJc w:val="left"/>
      <w:pPr>
        <w:tabs>
          <w:tab w:val="num" w:pos="4320"/>
        </w:tabs>
        <w:ind w:left="4320" w:hanging="360"/>
      </w:pPr>
      <w:rPr>
        <w:rFonts w:ascii="Wingdings" w:hAnsi="Wingdings" w:hint="default"/>
      </w:rPr>
    </w:lvl>
    <w:lvl w:ilvl="6" w:tplc="16E24C74" w:tentative="1">
      <w:start w:val="1"/>
      <w:numFmt w:val="bullet"/>
      <w:lvlText w:val=""/>
      <w:lvlJc w:val="left"/>
      <w:pPr>
        <w:tabs>
          <w:tab w:val="num" w:pos="5040"/>
        </w:tabs>
        <w:ind w:left="5040" w:hanging="360"/>
      </w:pPr>
      <w:rPr>
        <w:rFonts w:ascii="Symbol" w:hAnsi="Symbol" w:hint="default"/>
      </w:rPr>
    </w:lvl>
    <w:lvl w:ilvl="7" w:tplc="668C9BCA" w:tentative="1">
      <w:start w:val="1"/>
      <w:numFmt w:val="bullet"/>
      <w:lvlText w:val="o"/>
      <w:lvlJc w:val="left"/>
      <w:pPr>
        <w:tabs>
          <w:tab w:val="num" w:pos="5760"/>
        </w:tabs>
        <w:ind w:left="5760" w:hanging="360"/>
      </w:pPr>
      <w:rPr>
        <w:rFonts w:ascii="Courier New" w:hAnsi="Courier New" w:hint="default"/>
      </w:rPr>
    </w:lvl>
    <w:lvl w:ilvl="8" w:tplc="27C05F80"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830382D"/>
    <w:multiLevelType w:val="multilevel"/>
    <w:tmpl w:val="57E8D212"/>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hint="default"/>
      </w:rPr>
    </w:lvl>
    <w:lvl w:ilvl="2">
      <w:start w:val="1"/>
      <w:numFmt w:val="decimal"/>
      <w:pStyle w:val="24"/>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2" w15:restartNumberingAfterBreak="0">
    <w:nsid w:val="3AF33327"/>
    <w:multiLevelType w:val="multilevel"/>
    <w:tmpl w:val="9E689A00"/>
    <w:lvl w:ilvl="0">
      <w:numFmt w:val="none"/>
      <w:lvlText w:val=""/>
      <w:lvlJc w:val="left"/>
      <w:pPr>
        <w:tabs>
          <w:tab w:val="num" w:pos="360"/>
        </w:tabs>
      </w:pPr>
    </w:lvl>
    <w:lvl w:ilvl="1">
      <w:start w:val="1"/>
      <w:numFmt w:val="decimal"/>
      <w:suff w:val="space"/>
      <w:lvlText w:val="%1.%2."/>
      <w:lvlJc w:val="left"/>
      <w:pPr>
        <w:ind w:left="741" w:hanging="142"/>
      </w:pPr>
      <w:rPr>
        <w:rFonts w:ascii="Times New Roman" w:hAnsi="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907" w:hanging="227"/>
      </w:pPr>
      <w:rPr>
        <w:rFonts w:hint="default"/>
        <w:b w:val="0"/>
      </w:rPr>
    </w:lvl>
    <w:lvl w:ilvl="3">
      <w:start w:val="1"/>
      <w:numFmt w:val="decimal"/>
      <w:pStyle w:val="43"/>
      <w:suff w:val="space"/>
      <w:lvlText w:val="%1.%2.%3.%4."/>
      <w:lvlJc w:val="left"/>
      <w:pPr>
        <w:ind w:left="851" w:hanging="284"/>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4">
      <w:start w:val="1"/>
      <w:numFmt w:val="decimal"/>
      <w:suff w:val="space"/>
      <w:lvlText w:val="%1.%2.%3.%4.%5"/>
      <w:lvlJc w:val="left"/>
      <w:pPr>
        <w:ind w:left="1166" w:hanging="567"/>
      </w:pPr>
      <w:rPr>
        <w:rFonts w:hint="default"/>
      </w:rPr>
    </w:lvl>
    <w:lvl w:ilvl="5">
      <w:start w:val="1"/>
      <w:numFmt w:val="decimal"/>
      <w:suff w:val="space"/>
      <w:lvlText w:val="%1.%2.%3.%4.%5.%6"/>
      <w:lvlJc w:val="left"/>
      <w:pPr>
        <w:ind w:left="1308" w:hanging="709"/>
      </w:pPr>
      <w:rPr>
        <w:rFonts w:hint="default"/>
      </w:rPr>
    </w:lvl>
    <w:lvl w:ilvl="6">
      <w:start w:val="1"/>
      <w:numFmt w:val="decimal"/>
      <w:suff w:val="space"/>
      <w:lvlText w:val="%1.%2.%3.%4.%5.%6.%7"/>
      <w:lvlJc w:val="left"/>
      <w:pPr>
        <w:ind w:left="1450" w:hanging="851"/>
      </w:pPr>
      <w:rPr>
        <w:rFonts w:hint="default"/>
      </w:rPr>
    </w:lvl>
    <w:lvl w:ilvl="7">
      <w:start w:val="1"/>
      <w:numFmt w:val="decimal"/>
      <w:suff w:val="space"/>
      <w:lvlText w:val="%1.%2.%3.%4.%5.%6.%7.%8"/>
      <w:lvlJc w:val="left"/>
      <w:pPr>
        <w:ind w:left="1591" w:hanging="992"/>
      </w:pPr>
      <w:rPr>
        <w:rFonts w:hint="default"/>
      </w:rPr>
    </w:lvl>
    <w:lvl w:ilvl="8">
      <w:start w:val="1"/>
      <w:numFmt w:val="decimal"/>
      <w:suff w:val="space"/>
      <w:lvlText w:val="%1.%2.%3.%4.%5.%6.%7.%8.%9"/>
      <w:lvlJc w:val="left"/>
      <w:pPr>
        <w:ind w:left="1733" w:hanging="1134"/>
      </w:pPr>
      <w:rPr>
        <w:rFonts w:hint="default"/>
      </w:rPr>
    </w:lvl>
  </w:abstractNum>
  <w:abstractNum w:abstractNumId="43" w15:restartNumberingAfterBreak="0">
    <w:nsid w:val="3C375291"/>
    <w:multiLevelType w:val="multilevel"/>
    <w:tmpl w:val="A564A108"/>
    <w:lvl w:ilvl="0">
      <w:start w:val="1"/>
      <w:numFmt w:val="upperRoman"/>
      <w:lvlText w:val="%1."/>
      <w:lvlJc w:val="left"/>
      <w:rPr>
        <w:rFonts w:cs="Times New Roman"/>
      </w:rPr>
    </w:lvl>
    <w:lvl w:ilvl="1">
      <w:start w:val="1"/>
      <w:numFmt w:val="decimal"/>
      <w:pStyle w:val="-6"/>
      <w:lvlText w:val="А.%2"/>
      <w:lvlJc w:val="left"/>
      <w:pPr>
        <w:ind w:left="720"/>
      </w:pPr>
      <w:rPr>
        <w:rFonts w:cs="Times New Roman" w:hint="default"/>
      </w:rPr>
    </w:lvl>
    <w:lvl w:ilvl="2">
      <w:start w:val="1"/>
      <w:numFmt w:val="decimal"/>
      <w:lvlText w:val="%3."/>
      <w:lvlJc w:val="left"/>
      <w:pPr>
        <w:ind w:left="1440"/>
      </w:pPr>
      <w:rPr>
        <w:rFonts w:cs="Times New Roman"/>
      </w:rPr>
    </w:lvl>
    <w:lvl w:ilvl="3">
      <w:start w:val="1"/>
      <w:numFmt w:val="lowerLetter"/>
      <w:lvlText w:val="%4)"/>
      <w:lvlJc w:val="left"/>
      <w:pPr>
        <w:ind w:left="2160"/>
      </w:pPr>
      <w:rPr>
        <w:rFonts w:cs="Times New Roman"/>
      </w:rPr>
    </w:lvl>
    <w:lvl w:ilvl="4">
      <w:start w:val="1"/>
      <w:numFmt w:val="decimal"/>
      <w:lvlText w:val="(%5)"/>
      <w:lvlJc w:val="left"/>
      <w:pPr>
        <w:ind w:left="2880"/>
      </w:pPr>
      <w:rPr>
        <w:rFonts w:cs="Times New Roman"/>
      </w:rPr>
    </w:lvl>
    <w:lvl w:ilvl="5">
      <w:start w:val="1"/>
      <w:numFmt w:val="lowerLetter"/>
      <w:lvlText w:val="(%6)"/>
      <w:lvlJc w:val="left"/>
      <w:pPr>
        <w:ind w:left="3600"/>
      </w:pPr>
      <w:rPr>
        <w:rFonts w:cs="Times New Roman"/>
      </w:rPr>
    </w:lvl>
    <w:lvl w:ilvl="6">
      <w:start w:val="1"/>
      <w:numFmt w:val="lowerRoman"/>
      <w:lvlText w:val="(%7)"/>
      <w:lvlJc w:val="left"/>
      <w:pPr>
        <w:ind w:left="4320"/>
      </w:pPr>
      <w:rPr>
        <w:rFonts w:cs="Times New Roman"/>
      </w:rPr>
    </w:lvl>
    <w:lvl w:ilvl="7">
      <w:start w:val="1"/>
      <w:numFmt w:val="lowerLetter"/>
      <w:lvlText w:val="(%8)"/>
      <w:lvlJc w:val="left"/>
      <w:pPr>
        <w:ind w:left="5040"/>
      </w:pPr>
      <w:rPr>
        <w:rFonts w:cs="Times New Roman"/>
      </w:rPr>
    </w:lvl>
    <w:lvl w:ilvl="8">
      <w:start w:val="1"/>
      <w:numFmt w:val="lowerRoman"/>
      <w:lvlText w:val="(%9)"/>
      <w:lvlJc w:val="left"/>
      <w:pPr>
        <w:ind w:left="5760"/>
      </w:pPr>
      <w:rPr>
        <w:rFonts w:cs="Times New Roman"/>
      </w:rPr>
    </w:lvl>
  </w:abstractNum>
  <w:abstractNum w:abstractNumId="44" w15:restartNumberingAfterBreak="0">
    <w:nsid w:val="3C7512DB"/>
    <w:multiLevelType w:val="hybridMultilevel"/>
    <w:tmpl w:val="DF880220"/>
    <w:lvl w:ilvl="0" w:tplc="EC8E8400">
      <w:start w:val="1"/>
      <w:numFmt w:val="bullet"/>
      <w:pStyle w:val="15"/>
      <w:lvlText w:val=""/>
      <w:lvlJc w:val="left"/>
      <w:pPr>
        <w:tabs>
          <w:tab w:val="num" w:pos="1571"/>
        </w:tabs>
        <w:ind w:left="1571" w:hanging="360"/>
      </w:pPr>
      <w:rPr>
        <w:rFonts w:ascii="Wingdings" w:hAnsi="Wingdings" w:hint="default"/>
      </w:rPr>
    </w:lvl>
    <w:lvl w:ilvl="1" w:tplc="96BE8D26">
      <w:start w:val="1"/>
      <w:numFmt w:val="decimal"/>
      <w:lvlText w:val="%2."/>
      <w:lvlJc w:val="left"/>
      <w:pPr>
        <w:tabs>
          <w:tab w:val="num" w:pos="1440"/>
        </w:tabs>
        <w:ind w:left="1440" w:hanging="360"/>
      </w:pPr>
      <w:rPr>
        <w:rFonts w:cs="Times New Roman"/>
      </w:rPr>
    </w:lvl>
    <w:lvl w:ilvl="2" w:tplc="6E88B668">
      <w:start w:val="1"/>
      <w:numFmt w:val="decimal"/>
      <w:lvlText w:val="%3."/>
      <w:lvlJc w:val="left"/>
      <w:pPr>
        <w:tabs>
          <w:tab w:val="num" w:pos="2160"/>
        </w:tabs>
        <w:ind w:left="2160" w:hanging="360"/>
      </w:pPr>
      <w:rPr>
        <w:rFonts w:cs="Times New Roman"/>
      </w:rPr>
    </w:lvl>
    <w:lvl w:ilvl="3" w:tplc="46324E6E">
      <w:start w:val="1"/>
      <w:numFmt w:val="decimal"/>
      <w:lvlText w:val="%4."/>
      <w:lvlJc w:val="left"/>
      <w:pPr>
        <w:tabs>
          <w:tab w:val="num" w:pos="2880"/>
        </w:tabs>
        <w:ind w:left="2880" w:hanging="360"/>
      </w:pPr>
      <w:rPr>
        <w:rFonts w:cs="Times New Roman"/>
      </w:rPr>
    </w:lvl>
    <w:lvl w:ilvl="4" w:tplc="55703B84">
      <w:start w:val="1"/>
      <w:numFmt w:val="decimal"/>
      <w:lvlText w:val="%5."/>
      <w:lvlJc w:val="left"/>
      <w:pPr>
        <w:tabs>
          <w:tab w:val="num" w:pos="3600"/>
        </w:tabs>
        <w:ind w:left="3600" w:hanging="360"/>
      </w:pPr>
      <w:rPr>
        <w:rFonts w:cs="Times New Roman"/>
      </w:rPr>
    </w:lvl>
    <w:lvl w:ilvl="5" w:tplc="A9CA5088">
      <w:start w:val="1"/>
      <w:numFmt w:val="decimal"/>
      <w:lvlText w:val="%6."/>
      <w:lvlJc w:val="left"/>
      <w:pPr>
        <w:tabs>
          <w:tab w:val="num" w:pos="4320"/>
        </w:tabs>
        <w:ind w:left="4320" w:hanging="360"/>
      </w:pPr>
      <w:rPr>
        <w:rFonts w:cs="Times New Roman"/>
      </w:rPr>
    </w:lvl>
    <w:lvl w:ilvl="6" w:tplc="CA62B91E">
      <w:start w:val="1"/>
      <w:numFmt w:val="decimal"/>
      <w:lvlText w:val="%7."/>
      <w:lvlJc w:val="left"/>
      <w:pPr>
        <w:tabs>
          <w:tab w:val="num" w:pos="5040"/>
        </w:tabs>
        <w:ind w:left="5040" w:hanging="360"/>
      </w:pPr>
      <w:rPr>
        <w:rFonts w:cs="Times New Roman"/>
      </w:rPr>
    </w:lvl>
    <w:lvl w:ilvl="7" w:tplc="47783EC2">
      <w:start w:val="1"/>
      <w:numFmt w:val="decimal"/>
      <w:lvlText w:val="%8."/>
      <w:lvlJc w:val="left"/>
      <w:pPr>
        <w:tabs>
          <w:tab w:val="num" w:pos="5760"/>
        </w:tabs>
        <w:ind w:left="5760" w:hanging="360"/>
      </w:pPr>
      <w:rPr>
        <w:rFonts w:cs="Times New Roman"/>
      </w:rPr>
    </w:lvl>
    <w:lvl w:ilvl="8" w:tplc="2090C0E0">
      <w:start w:val="1"/>
      <w:numFmt w:val="decimal"/>
      <w:lvlText w:val="%9."/>
      <w:lvlJc w:val="left"/>
      <w:pPr>
        <w:tabs>
          <w:tab w:val="num" w:pos="6480"/>
        </w:tabs>
        <w:ind w:left="6480" w:hanging="360"/>
      </w:pPr>
      <w:rPr>
        <w:rFonts w:cs="Times New Roman"/>
      </w:rPr>
    </w:lvl>
  </w:abstractNum>
  <w:abstractNum w:abstractNumId="45" w15:restartNumberingAfterBreak="0">
    <w:nsid w:val="3D496900"/>
    <w:multiLevelType w:val="multilevel"/>
    <w:tmpl w:val="1E867F22"/>
    <w:lvl w:ilvl="0">
      <w:start w:val="1"/>
      <w:numFmt w:val="decimal"/>
      <w:lvlText w:val="%1."/>
      <w:lvlJc w:val="left"/>
      <w:pPr>
        <w:tabs>
          <w:tab w:val="num" w:pos="720"/>
        </w:tabs>
        <w:ind w:left="360" w:hanging="360"/>
      </w:pPr>
      <w:rPr>
        <w:rFonts w:cs="Times New Roman"/>
      </w:rPr>
    </w:lvl>
    <w:lvl w:ilvl="1">
      <w:start w:val="1"/>
      <w:numFmt w:val="decimal"/>
      <w:pStyle w:val="140"/>
      <w:lvlText w:val="%1.%2."/>
      <w:lvlJc w:val="left"/>
      <w:pPr>
        <w:tabs>
          <w:tab w:val="num" w:pos="1440"/>
        </w:tabs>
        <w:ind w:left="792" w:hanging="432"/>
      </w:pPr>
      <w:rPr>
        <w:rFonts w:cs="Times New Roman"/>
      </w:rPr>
    </w:lvl>
    <w:lvl w:ilvl="2">
      <w:start w:val="1"/>
      <w:numFmt w:val="decimal"/>
      <w:pStyle w:val="16"/>
      <w:lvlText w:val="%1.%2.%3."/>
      <w:lvlJc w:val="left"/>
      <w:pPr>
        <w:tabs>
          <w:tab w:val="num" w:pos="2160"/>
        </w:tabs>
        <w:ind w:left="1224" w:hanging="504"/>
      </w:pPr>
      <w:rPr>
        <w:rFonts w:cs="Times New Roman"/>
      </w:rPr>
    </w:lvl>
    <w:lvl w:ilvl="3">
      <w:start w:val="1"/>
      <w:numFmt w:val="decimal"/>
      <w:pStyle w:val="17"/>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6120"/>
        </w:tabs>
        <w:ind w:left="3744" w:hanging="1224"/>
      </w:pPr>
      <w:rPr>
        <w:rFonts w:cs="Times New Roman"/>
      </w:rPr>
    </w:lvl>
    <w:lvl w:ilvl="8">
      <w:start w:val="1"/>
      <w:numFmt w:val="decimal"/>
      <w:lvlText w:val="%1.%2.%3.%4.%5.%6.%7.%8.%9."/>
      <w:lvlJc w:val="left"/>
      <w:pPr>
        <w:tabs>
          <w:tab w:val="num" w:pos="6840"/>
        </w:tabs>
        <w:ind w:left="4320" w:hanging="1440"/>
      </w:pPr>
      <w:rPr>
        <w:rFonts w:cs="Times New Roman"/>
      </w:rPr>
    </w:lvl>
  </w:abstractNum>
  <w:abstractNum w:abstractNumId="46" w15:restartNumberingAfterBreak="0">
    <w:nsid w:val="3D603B99"/>
    <w:multiLevelType w:val="multilevel"/>
    <w:tmpl w:val="710E9644"/>
    <w:lvl w:ilvl="0">
      <w:numFmt w:val="none"/>
      <w:lvlText w:val=""/>
      <w:lvlJc w:val="left"/>
      <w:pPr>
        <w:tabs>
          <w:tab w:val="num" w:pos="360"/>
        </w:tabs>
      </w:pPr>
    </w:lvl>
    <w:lvl w:ilvl="1">
      <w:start w:val="1"/>
      <w:numFmt w:val="decimal"/>
      <w:suff w:val="space"/>
      <w:lvlText w:val="%1.%2"/>
      <w:lvlJc w:val="left"/>
      <w:pPr>
        <w:ind w:left="2870" w:hanging="142"/>
      </w:pPr>
      <w:rPr>
        <w:rFonts w:hint="default"/>
      </w:rPr>
    </w:lvl>
    <w:lvl w:ilvl="2">
      <w:start w:val="1"/>
      <w:numFmt w:val="decimal"/>
      <w:suff w:val="space"/>
      <w:lvlText w:val="%1.%2.%3"/>
      <w:lvlJc w:val="left"/>
      <w:pPr>
        <w:ind w:left="3036" w:hanging="227"/>
      </w:pPr>
      <w:rPr>
        <w:rFonts w:hint="default"/>
      </w:rPr>
    </w:lvl>
    <w:lvl w:ilvl="3">
      <w:start w:val="1"/>
      <w:numFmt w:val="decimal"/>
      <w:pStyle w:val="-41"/>
      <w:suff w:val="space"/>
      <w:lvlText w:val="%1.%2.%3.%4"/>
      <w:lvlJc w:val="left"/>
      <w:pPr>
        <w:ind w:left="2980" w:hanging="284"/>
      </w:pPr>
      <w:rPr>
        <w:rFonts w:hint="default"/>
      </w:rPr>
    </w:lvl>
    <w:lvl w:ilvl="4">
      <w:start w:val="1"/>
      <w:numFmt w:val="decimal"/>
      <w:suff w:val="space"/>
      <w:lvlText w:val="%1.%2.%3.%4.%5"/>
      <w:lvlJc w:val="left"/>
      <w:pPr>
        <w:ind w:left="3295" w:hanging="567"/>
      </w:pPr>
      <w:rPr>
        <w:rFonts w:hint="default"/>
      </w:rPr>
    </w:lvl>
    <w:lvl w:ilvl="5">
      <w:start w:val="1"/>
      <w:numFmt w:val="decimal"/>
      <w:suff w:val="space"/>
      <w:lvlText w:val="%1.%2.%3.%4.%5.%6"/>
      <w:lvlJc w:val="left"/>
      <w:pPr>
        <w:ind w:left="3437" w:hanging="709"/>
      </w:pPr>
      <w:rPr>
        <w:rFonts w:hint="default"/>
      </w:rPr>
    </w:lvl>
    <w:lvl w:ilvl="6">
      <w:start w:val="1"/>
      <w:numFmt w:val="decimal"/>
      <w:suff w:val="space"/>
      <w:lvlText w:val="%1.%2.%3.%4.%5.%6.%7"/>
      <w:lvlJc w:val="left"/>
      <w:pPr>
        <w:ind w:left="3579" w:hanging="851"/>
      </w:pPr>
      <w:rPr>
        <w:rFonts w:hint="default"/>
      </w:rPr>
    </w:lvl>
    <w:lvl w:ilvl="7">
      <w:start w:val="1"/>
      <w:numFmt w:val="decimal"/>
      <w:suff w:val="space"/>
      <w:lvlText w:val="%1.%2.%3.%4.%5.%6.%7.%8"/>
      <w:lvlJc w:val="left"/>
      <w:pPr>
        <w:ind w:left="3720" w:hanging="992"/>
      </w:pPr>
      <w:rPr>
        <w:rFonts w:hint="default"/>
      </w:rPr>
    </w:lvl>
    <w:lvl w:ilvl="8">
      <w:start w:val="1"/>
      <w:numFmt w:val="decimal"/>
      <w:suff w:val="space"/>
      <w:lvlText w:val="%1.%2.%3.%4.%5.%6.%7.%8.%9"/>
      <w:lvlJc w:val="left"/>
      <w:pPr>
        <w:ind w:left="3862" w:hanging="1134"/>
      </w:pPr>
      <w:rPr>
        <w:rFonts w:hint="default"/>
      </w:rPr>
    </w:lvl>
  </w:abstractNum>
  <w:abstractNum w:abstractNumId="47" w15:restartNumberingAfterBreak="0">
    <w:nsid w:val="3F932CF5"/>
    <w:multiLevelType w:val="multilevel"/>
    <w:tmpl w:val="30F820EE"/>
    <w:lvl w:ilvl="0">
      <w:start w:val="1"/>
      <w:numFmt w:val="none"/>
      <w:pStyle w:val="-50"/>
      <w:lvlText w:val=""/>
      <w:lvlJc w:val="left"/>
      <w:pPr>
        <w:tabs>
          <w:tab w:val="num" w:pos="1021"/>
        </w:tabs>
        <w:ind w:left="1078" w:hanging="454"/>
      </w:pPr>
      <w:rPr>
        <w:rFonts w:hint="default"/>
      </w:rPr>
    </w:lvl>
    <w:lvl w:ilvl="1">
      <w:start w:val="1"/>
      <w:numFmt w:val="bullet"/>
      <w:lvlText w:val=""/>
      <w:lvlJc w:val="left"/>
      <w:pPr>
        <w:tabs>
          <w:tab w:val="num" w:pos="1344"/>
        </w:tabs>
        <w:ind w:left="1344" w:hanging="360"/>
      </w:pPr>
      <w:rPr>
        <w:rFonts w:ascii="Wingdings" w:hAnsi="Wingdings" w:hint="default"/>
      </w:rPr>
    </w:lvl>
    <w:lvl w:ilvl="2">
      <w:start w:val="1"/>
      <w:numFmt w:val="bullet"/>
      <w:lvlText w:val=""/>
      <w:lvlJc w:val="left"/>
      <w:pPr>
        <w:tabs>
          <w:tab w:val="num" w:pos="1704"/>
        </w:tabs>
        <w:ind w:left="1704" w:hanging="360"/>
      </w:pPr>
      <w:rPr>
        <w:rFonts w:ascii="Wingdings" w:hAnsi="Wingdings" w:hint="default"/>
      </w:rPr>
    </w:lvl>
    <w:lvl w:ilvl="3">
      <w:start w:val="1"/>
      <w:numFmt w:val="bullet"/>
      <w:lvlRestart w:val="0"/>
      <w:pStyle w:val="-50"/>
      <w:lvlText w:val=""/>
      <w:lvlJc w:val="left"/>
      <w:pPr>
        <w:tabs>
          <w:tab w:val="num" w:pos="2155"/>
        </w:tabs>
        <w:ind w:left="2155" w:hanging="170"/>
      </w:pPr>
      <w:rPr>
        <w:rFonts w:ascii="Symbol" w:hAnsi="Symbol" w:hint="default"/>
      </w:rPr>
    </w:lvl>
    <w:lvl w:ilvl="4">
      <w:start w:val="1"/>
      <w:numFmt w:val="bullet"/>
      <w:lvlText w:val=""/>
      <w:lvlJc w:val="left"/>
      <w:pPr>
        <w:tabs>
          <w:tab w:val="num" w:pos="2424"/>
        </w:tabs>
        <w:ind w:left="2424" w:hanging="360"/>
      </w:pPr>
      <w:rPr>
        <w:rFonts w:ascii="Symbol" w:hAnsi="Symbol" w:hint="default"/>
      </w:rPr>
    </w:lvl>
    <w:lvl w:ilvl="5">
      <w:start w:val="1"/>
      <w:numFmt w:val="bullet"/>
      <w:lvlText w:val=""/>
      <w:lvlJc w:val="left"/>
      <w:pPr>
        <w:tabs>
          <w:tab w:val="num" w:pos="2784"/>
        </w:tabs>
        <w:ind w:left="2784" w:hanging="360"/>
      </w:pPr>
      <w:rPr>
        <w:rFonts w:ascii="Wingdings" w:hAnsi="Wingdings" w:hint="default"/>
      </w:rPr>
    </w:lvl>
    <w:lvl w:ilvl="6">
      <w:start w:val="1"/>
      <w:numFmt w:val="bullet"/>
      <w:lvlText w:val=""/>
      <w:lvlJc w:val="left"/>
      <w:pPr>
        <w:tabs>
          <w:tab w:val="num" w:pos="3144"/>
        </w:tabs>
        <w:ind w:left="3144" w:hanging="360"/>
      </w:pPr>
      <w:rPr>
        <w:rFonts w:ascii="Wingdings" w:hAnsi="Wingdings" w:hint="default"/>
      </w:rPr>
    </w:lvl>
    <w:lvl w:ilvl="7">
      <w:start w:val="1"/>
      <w:numFmt w:val="bullet"/>
      <w:lvlText w:val=""/>
      <w:lvlJc w:val="left"/>
      <w:pPr>
        <w:tabs>
          <w:tab w:val="num" w:pos="3504"/>
        </w:tabs>
        <w:ind w:left="3504" w:hanging="360"/>
      </w:pPr>
      <w:rPr>
        <w:rFonts w:ascii="Symbol" w:hAnsi="Symbol" w:hint="default"/>
      </w:rPr>
    </w:lvl>
    <w:lvl w:ilvl="8">
      <w:start w:val="1"/>
      <w:numFmt w:val="bullet"/>
      <w:lvlText w:val=""/>
      <w:lvlJc w:val="left"/>
      <w:pPr>
        <w:tabs>
          <w:tab w:val="num" w:pos="3864"/>
        </w:tabs>
        <w:ind w:left="3864" w:hanging="360"/>
      </w:pPr>
      <w:rPr>
        <w:rFonts w:ascii="Symbol" w:hAnsi="Symbol" w:hint="default"/>
      </w:rPr>
    </w:lvl>
  </w:abstractNum>
  <w:abstractNum w:abstractNumId="48" w15:restartNumberingAfterBreak="0">
    <w:nsid w:val="40F96221"/>
    <w:multiLevelType w:val="multilevel"/>
    <w:tmpl w:val="81087BCE"/>
    <w:styleLink w:val="a8"/>
    <w:lvl w:ilvl="0">
      <w:start w:val="1"/>
      <w:numFmt w:val="decimal"/>
      <w:suff w:val="space"/>
      <w:lvlText w:val="%1."/>
      <w:lvlJc w:val="left"/>
      <w:pPr>
        <w:ind w:left="1429" w:hanging="360"/>
      </w:pPr>
      <w:rPr>
        <w:rFonts w:hint="default"/>
        <w:sz w:val="24"/>
      </w:rPr>
    </w:lvl>
    <w:lvl w:ilvl="1">
      <w:start w:val="1"/>
      <w:numFmt w:val="decimal"/>
      <w:isLgl/>
      <w:lvlText w:val="%1.%2"/>
      <w:lvlJc w:val="left"/>
      <w:pPr>
        <w:tabs>
          <w:tab w:val="num" w:pos="2134"/>
        </w:tabs>
        <w:ind w:left="2134" w:hanging="1065"/>
      </w:pPr>
      <w:rPr>
        <w:rFonts w:hint="default"/>
      </w:rPr>
    </w:lvl>
    <w:lvl w:ilvl="2">
      <w:start w:val="1"/>
      <w:numFmt w:val="decimal"/>
      <w:isLgl/>
      <w:lvlText w:val="%1.%2.%3"/>
      <w:lvlJc w:val="left"/>
      <w:pPr>
        <w:tabs>
          <w:tab w:val="num" w:pos="2134"/>
        </w:tabs>
        <w:ind w:left="2134" w:hanging="1065"/>
      </w:pPr>
      <w:rPr>
        <w:rFonts w:hint="default"/>
      </w:rPr>
    </w:lvl>
    <w:lvl w:ilvl="3">
      <w:start w:val="1"/>
      <w:numFmt w:val="decimal"/>
      <w:isLgl/>
      <w:lvlText w:val="%1.%2.%3.%4"/>
      <w:lvlJc w:val="left"/>
      <w:pPr>
        <w:tabs>
          <w:tab w:val="num" w:pos="2134"/>
        </w:tabs>
        <w:ind w:left="2134" w:hanging="1065"/>
      </w:pPr>
      <w:rPr>
        <w:rFonts w:hint="default"/>
      </w:rPr>
    </w:lvl>
    <w:lvl w:ilvl="4">
      <w:start w:val="1"/>
      <w:numFmt w:val="decimal"/>
      <w:isLgl/>
      <w:lvlText w:val="%1.%2.%3.%4.%5"/>
      <w:lvlJc w:val="left"/>
      <w:pPr>
        <w:tabs>
          <w:tab w:val="num" w:pos="2149"/>
        </w:tabs>
        <w:ind w:left="2149" w:hanging="1080"/>
      </w:pPr>
      <w:rPr>
        <w:rFonts w:hint="default"/>
      </w:rPr>
    </w:lvl>
    <w:lvl w:ilvl="5">
      <w:start w:val="1"/>
      <w:numFmt w:val="decimal"/>
      <w:isLgl/>
      <w:lvlText w:val="%1.%2.%3.%4.%5.%6"/>
      <w:lvlJc w:val="left"/>
      <w:pPr>
        <w:tabs>
          <w:tab w:val="num" w:pos="2149"/>
        </w:tabs>
        <w:ind w:left="2149" w:hanging="1080"/>
      </w:pPr>
      <w:rPr>
        <w:rFonts w:hint="default"/>
      </w:rPr>
    </w:lvl>
    <w:lvl w:ilvl="6">
      <w:start w:val="1"/>
      <w:numFmt w:val="decimal"/>
      <w:isLgl/>
      <w:lvlText w:val="%1.%2.%3.%4.%5.%6.%7"/>
      <w:lvlJc w:val="left"/>
      <w:pPr>
        <w:tabs>
          <w:tab w:val="num" w:pos="2509"/>
        </w:tabs>
        <w:ind w:left="2509" w:hanging="1440"/>
      </w:pPr>
      <w:rPr>
        <w:rFonts w:hint="default"/>
      </w:rPr>
    </w:lvl>
    <w:lvl w:ilvl="7">
      <w:start w:val="1"/>
      <w:numFmt w:val="decimal"/>
      <w:isLgl/>
      <w:lvlText w:val="%1.%2.%3.%4.%5.%6.%7.%8"/>
      <w:lvlJc w:val="left"/>
      <w:pPr>
        <w:tabs>
          <w:tab w:val="num" w:pos="2509"/>
        </w:tabs>
        <w:ind w:left="2509" w:hanging="1440"/>
      </w:pPr>
      <w:rPr>
        <w:rFonts w:hint="default"/>
      </w:rPr>
    </w:lvl>
    <w:lvl w:ilvl="8">
      <w:start w:val="1"/>
      <w:numFmt w:val="decimal"/>
      <w:isLgl/>
      <w:lvlText w:val="%1.%2.%3.%4.%5.%6.%7.%8.%9"/>
      <w:lvlJc w:val="left"/>
      <w:pPr>
        <w:tabs>
          <w:tab w:val="num" w:pos="2869"/>
        </w:tabs>
        <w:ind w:left="2869" w:hanging="1800"/>
      </w:pPr>
      <w:rPr>
        <w:rFonts w:hint="default"/>
      </w:rPr>
    </w:lvl>
  </w:abstractNum>
  <w:abstractNum w:abstractNumId="49" w15:restartNumberingAfterBreak="0">
    <w:nsid w:val="42422B5C"/>
    <w:multiLevelType w:val="multilevel"/>
    <w:tmpl w:val="BBCE5268"/>
    <w:styleLink w:val="BulletsTable"/>
    <w:lvl w:ilvl="0">
      <w:start w:val="1"/>
      <w:numFmt w:val="bullet"/>
      <w:lvlText w:val=""/>
      <w:lvlJc w:val="left"/>
      <w:pPr>
        <w:tabs>
          <w:tab w:val="num" w:pos="227"/>
        </w:tabs>
        <w:ind w:left="227" w:hanging="227"/>
      </w:pPr>
      <w:rPr>
        <w:rFonts w:ascii="Wingdings 2" w:eastAsia="Times New Roman" w:hAnsi="Wingdings 2" w:hint="default"/>
        <w:b w:val="0"/>
        <w:i w:val="0"/>
        <w:color w:val="808080"/>
        <w:sz w:val="18"/>
      </w:rPr>
    </w:lvl>
    <w:lvl w:ilvl="1">
      <w:start w:val="1"/>
      <w:numFmt w:val="bullet"/>
      <w:lvlText w:val=""/>
      <w:lvlJc w:val="left"/>
      <w:pPr>
        <w:tabs>
          <w:tab w:val="num" w:pos="454"/>
        </w:tabs>
        <w:ind w:left="454" w:hanging="227"/>
      </w:pPr>
      <w:rPr>
        <w:rFonts w:ascii="Wingdings 2" w:eastAsia="Times New Roman" w:hAnsi="Wingdings 2" w:hint="default"/>
        <w:color w:val="808080"/>
        <w:sz w:val="18"/>
      </w:rPr>
    </w:lvl>
    <w:lvl w:ilvl="2">
      <w:start w:val="1"/>
      <w:numFmt w:val="bullet"/>
      <w:pStyle w:val="-20"/>
      <w:lvlText w:val=""/>
      <w:lvlJc w:val="left"/>
      <w:pPr>
        <w:tabs>
          <w:tab w:val="num" w:pos="680"/>
        </w:tabs>
        <w:ind w:left="680" w:hanging="226"/>
      </w:pPr>
      <w:rPr>
        <w:rFonts w:ascii="Wingdings 2" w:eastAsia="Times New Roman" w:hAnsi="Wingdings 2" w:hint="default"/>
        <w:color w:val="808080"/>
        <w:sz w:val="18"/>
      </w:rPr>
    </w:lvl>
    <w:lvl w:ilvl="3">
      <w:start w:val="1"/>
      <w:numFmt w:val="bullet"/>
      <w:lvlText w:val=""/>
      <w:lvlJc w:val="left"/>
      <w:pPr>
        <w:tabs>
          <w:tab w:val="num" w:pos="907"/>
        </w:tabs>
        <w:ind w:left="907" w:hanging="227"/>
      </w:pPr>
      <w:rPr>
        <w:rFonts w:ascii="Wingdings 2" w:eastAsia="Times New Roman" w:hAnsi="Wingdings 2" w:hint="default"/>
        <w:color w:val="808080"/>
        <w:sz w:val="18"/>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0" w15:restartNumberingAfterBreak="0">
    <w:nsid w:val="44570631"/>
    <w:multiLevelType w:val="multilevel"/>
    <w:tmpl w:val="B46039EC"/>
    <w:lvl w:ilvl="0">
      <w:start w:val="1"/>
      <w:numFmt w:val="decimal"/>
      <w:pStyle w:val="44"/>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6120"/>
        </w:tabs>
        <w:ind w:left="3744" w:hanging="1224"/>
      </w:pPr>
      <w:rPr>
        <w:rFonts w:cs="Times New Roman"/>
      </w:rPr>
    </w:lvl>
    <w:lvl w:ilvl="8">
      <w:start w:val="1"/>
      <w:numFmt w:val="decimal"/>
      <w:lvlText w:val="%1.%2.%3.%4.%5.%6.%7.%8.%9."/>
      <w:lvlJc w:val="left"/>
      <w:pPr>
        <w:tabs>
          <w:tab w:val="num" w:pos="6840"/>
        </w:tabs>
        <w:ind w:left="4320" w:hanging="1440"/>
      </w:pPr>
      <w:rPr>
        <w:rFonts w:cs="Times New Roman"/>
      </w:rPr>
    </w:lvl>
  </w:abstractNum>
  <w:abstractNum w:abstractNumId="51" w15:restartNumberingAfterBreak="0">
    <w:nsid w:val="473B6E44"/>
    <w:multiLevelType w:val="hybridMultilevel"/>
    <w:tmpl w:val="DD9E8370"/>
    <w:lvl w:ilvl="0" w:tplc="DA464154">
      <w:start w:val="1"/>
      <w:numFmt w:val="bullet"/>
      <w:pStyle w:val="-21"/>
      <w:lvlText w:val=""/>
      <w:lvlJc w:val="left"/>
      <w:pPr>
        <w:tabs>
          <w:tab w:val="num" w:pos="1701"/>
        </w:tabs>
        <w:ind w:left="1928" w:hanging="227"/>
      </w:pPr>
      <w:rPr>
        <w:rFonts w:ascii="Symbol" w:hAnsi="Symbol" w:hint="default"/>
        <w:color w:val="auto"/>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8095527"/>
    <w:multiLevelType w:val="multilevel"/>
    <w:tmpl w:val="4C1E9172"/>
    <w:styleLink w:val="NumberedListTable"/>
    <w:lvl w:ilvl="0">
      <w:start w:val="1"/>
      <w:numFmt w:val="decimal"/>
      <w:lvlText w:val="%1."/>
      <w:lvlJc w:val="left"/>
      <w:pPr>
        <w:tabs>
          <w:tab w:val="num" w:pos="227"/>
        </w:tabs>
        <w:ind w:left="227" w:hanging="227"/>
      </w:pPr>
      <w:rPr>
        <w:rFonts w:ascii="Segoe Condensed" w:eastAsia="Times New Roman" w:hAnsi="Segoe Condensed" w:cs="Segoe Condensed" w:hint="default"/>
        <w:sz w:val="18"/>
        <w:szCs w:val="18"/>
      </w:rPr>
    </w:lvl>
    <w:lvl w:ilvl="1">
      <w:start w:val="1"/>
      <w:numFmt w:val="lowerLetter"/>
      <w:lvlText w:val="%2."/>
      <w:lvlJc w:val="left"/>
      <w:pPr>
        <w:tabs>
          <w:tab w:val="num" w:pos="454"/>
        </w:tabs>
        <w:ind w:left="454" w:hanging="227"/>
      </w:pPr>
      <w:rPr>
        <w:rFonts w:ascii="Segoe Condensed" w:eastAsia="Times New Roman" w:hAnsi="Segoe Condensed" w:cs="Segoe Condensed" w:hint="default"/>
        <w:sz w:val="18"/>
        <w:szCs w:val="18"/>
      </w:rPr>
    </w:lvl>
    <w:lvl w:ilvl="2">
      <w:start w:val="1"/>
      <w:numFmt w:val="lowerRoman"/>
      <w:lvlText w:val="%3."/>
      <w:lvlJc w:val="left"/>
      <w:pPr>
        <w:tabs>
          <w:tab w:val="num" w:pos="680"/>
        </w:tabs>
        <w:ind w:left="680" w:hanging="226"/>
      </w:pPr>
      <w:rPr>
        <w:rFonts w:ascii="Segoe Condensed" w:eastAsia="Times New Roman" w:hAnsi="Segoe Condensed" w:cs="Segoe Condensed" w:hint="default"/>
        <w:sz w:val="18"/>
        <w:szCs w:val="18"/>
      </w:rPr>
    </w:lvl>
    <w:lvl w:ilvl="3">
      <w:start w:val="1"/>
      <w:numFmt w:val="decimal"/>
      <w:lvlText w:val="(%4)"/>
      <w:lvlJc w:val="left"/>
      <w:pPr>
        <w:tabs>
          <w:tab w:val="num" w:pos="7920"/>
        </w:tabs>
        <w:ind w:left="7920" w:hanging="360"/>
      </w:pPr>
      <w:rPr>
        <w:rFonts w:cs="Times New Roman" w:hint="default"/>
      </w:rPr>
    </w:lvl>
    <w:lvl w:ilvl="4">
      <w:start w:val="1"/>
      <w:numFmt w:val="lowerLetter"/>
      <w:lvlText w:val="(%5)"/>
      <w:lvlJc w:val="left"/>
      <w:pPr>
        <w:tabs>
          <w:tab w:val="num" w:pos="8280"/>
        </w:tabs>
        <w:ind w:left="8280" w:hanging="360"/>
      </w:pPr>
      <w:rPr>
        <w:rFonts w:cs="Times New Roman" w:hint="default"/>
      </w:rPr>
    </w:lvl>
    <w:lvl w:ilvl="5">
      <w:start w:val="1"/>
      <w:numFmt w:val="lowerRoman"/>
      <w:lvlText w:val="(%6)"/>
      <w:lvlJc w:val="left"/>
      <w:pPr>
        <w:tabs>
          <w:tab w:val="num" w:pos="8640"/>
        </w:tabs>
        <w:ind w:left="8640" w:hanging="360"/>
      </w:pPr>
      <w:rPr>
        <w:rFonts w:cs="Times New Roman" w:hint="default"/>
      </w:rPr>
    </w:lvl>
    <w:lvl w:ilvl="6">
      <w:start w:val="1"/>
      <w:numFmt w:val="decimal"/>
      <w:lvlText w:val="%7."/>
      <w:lvlJc w:val="left"/>
      <w:pPr>
        <w:tabs>
          <w:tab w:val="num" w:pos="9000"/>
        </w:tabs>
        <w:ind w:left="9000" w:hanging="360"/>
      </w:pPr>
      <w:rPr>
        <w:rFonts w:cs="Times New Roman" w:hint="default"/>
      </w:rPr>
    </w:lvl>
    <w:lvl w:ilvl="7">
      <w:start w:val="1"/>
      <w:numFmt w:val="lowerLetter"/>
      <w:lvlText w:val="%8."/>
      <w:lvlJc w:val="left"/>
      <w:pPr>
        <w:tabs>
          <w:tab w:val="num" w:pos="9360"/>
        </w:tabs>
        <w:ind w:left="9360" w:hanging="360"/>
      </w:pPr>
      <w:rPr>
        <w:rFonts w:cs="Times New Roman" w:hint="default"/>
      </w:rPr>
    </w:lvl>
    <w:lvl w:ilvl="8">
      <w:start w:val="1"/>
      <w:numFmt w:val="lowerRoman"/>
      <w:lvlText w:val="%9."/>
      <w:lvlJc w:val="left"/>
      <w:pPr>
        <w:tabs>
          <w:tab w:val="num" w:pos="9720"/>
        </w:tabs>
        <w:ind w:left="9720" w:hanging="360"/>
      </w:pPr>
      <w:rPr>
        <w:rFonts w:cs="Times New Roman" w:hint="default"/>
      </w:rPr>
    </w:lvl>
  </w:abstractNum>
  <w:abstractNum w:abstractNumId="53" w15:restartNumberingAfterBreak="0">
    <w:nsid w:val="49290119"/>
    <w:multiLevelType w:val="hybridMultilevel"/>
    <w:tmpl w:val="BABC41E6"/>
    <w:lvl w:ilvl="0" w:tplc="BA7A65F2">
      <w:start w:val="1"/>
      <w:numFmt w:val="bullet"/>
      <w:pStyle w:val="50"/>
      <w:lvlText w:val=""/>
      <w:lvlJc w:val="left"/>
      <w:pPr>
        <w:tabs>
          <w:tab w:val="num" w:pos="5747"/>
        </w:tabs>
        <w:ind w:left="5747" w:hanging="360"/>
      </w:pPr>
      <w:rPr>
        <w:rFonts w:ascii="Symbol" w:hAnsi="Symbol" w:hint="default"/>
        <w:color w:val="auto"/>
        <w:sz w:val="28"/>
      </w:rPr>
    </w:lvl>
    <w:lvl w:ilvl="1" w:tplc="04190003" w:tentative="1">
      <w:start w:val="1"/>
      <w:numFmt w:val="bullet"/>
      <w:lvlText w:val="o"/>
      <w:lvlJc w:val="left"/>
      <w:pPr>
        <w:tabs>
          <w:tab w:val="num" w:pos="3425"/>
        </w:tabs>
        <w:ind w:left="3425" w:hanging="360"/>
      </w:pPr>
      <w:rPr>
        <w:rFonts w:ascii="Courier New" w:hAnsi="Courier New" w:hint="default"/>
      </w:rPr>
    </w:lvl>
    <w:lvl w:ilvl="2" w:tplc="04190005" w:tentative="1">
      <w:start w:val="1"/>
      <w:numFmt w:val="bullet"/>
      <w:lvlText w:val=""/>
      <w:lvlJc w:val="left"/>
      <w:pPr>
        <w:tabs>
          <w:tab w:val="num" w:pos="4145"/>
        </w:tabs>
        <w:ind w:left="4145" w:hanging="360"/>
      </w:pPr>
      <w:rPr>
        <w:rFonts w:ascii="Wingdings" w:hAnsi="Wingdings" w:hint="default"/>
      </w:rPr>
    </w:lvl>
    <w:lvl w:ilvl="3" w:tplc="04190001" w:tentative="1">
      <w:start w:val="1"/>
      <w:numFmt w:val="bullet"/>
      <w:lvlText w:val=""/>
      <w:lvlJc w:val="left"/>
      <w:pPr>
        <w:tabs>
          <w:tab w:val="num" w:pos="4865"/>
        </w:tabs>
        <w:ind w:left="4865" w:hanging="360"/>
      </w:pPr>
      <w:rPr>
        <w:rFonts w:ascii="Symbol" w:hAnsi="Symbol" w:hint="default"/>
      </w:rPr>
    </w:lvl>
    <w:lvl w:ilvl="4" w:tplc="04190003" w:tentative="1">
      <w:start w:val="1"/>
      <w:numFmt w:val="bullet"/>
      <w:lvlText w:val="o"/>
      <w:lvlJc w:val="left"/>
      <w:pPr>
        <w:tabs>
          <w:tab w:val="num" w:pos="5585"/>
        </w:tabs>
        <w:ind w:left="5585" w:hanging="360"/>
      </w:pPr>
      <w:rPr>
        <w:rFonts w:ascii="Courier New" w:hAnsi="Courier New" w:hint="default"/>
      </w:rPr>
    </w:lvl>
    <w:lvl w:ilvl="5" w:tplc="04190005" w:tentative="1">
      <w:start w:val="1"/>
      <w:numFmt w:val="bullet"/>
      <w:lvlText w:val=""/>
      <w:lvlJc w:val="left"/>
      <w:pPr>
        <w:tabs>
          <w:tab w:val="num" w:pos="6305"/>
        </w:tabs>
        <w:ind w:left="6305" w:hanging="360"/>
      </w:pPr>
      <w:rPr>
        <w:rFonts w:ascii="Wingdings" w:hAnsi="Wingdings" w:hint="default"/>
      </w:rPr>
    </w:lvl>
    <w:lvl w:ilvl="6" w:tplc="04190001" w:tentative="1">
      <w:start w:val="1"/>
      <w:numFmt w:val="bullet"/>
      <w:lvlText w:val=""/>
      <w:lvlJc w:val="left"/>
      <w:pPr>
        <w:tabs>
          <w:tab w:val="num" w:pos="7025"/>
        </w:tabs>
        <w:ind w:left="7025" w:hanging="360"/>
      </w:pPr>
      <w:rPr>
        <w:rFonts w:ascii="Symbol" w:hAnsi="Symbol" w:hint="default"/>
      </w:rPr>
    </w:lvl>
    <w:lvl w:ilvl="7" w:tplc="04190003" w:tentative="1">
      <w:start w:val="1"/>
      <w:numFmt w:val="bullet"/>
      <w:lvlText w:val="o"/>
      <w:lvlJc w:val="left"/>
      <w:pPr>
        <w:tabs>
          <w:tab w:val="num" w:pos="7745"/>
        </w:tabs>
        <w:ind w:left="7745" w:hanging="360"/>
      </w:pPr>
      <w:rPr>
        <w:rFonts w:ascii="Courier New" w:hAnsi="Courier New" w:hint="default"/>
      </w:rPr>
    </w:lvl>
    <w:lvl w:ilvl="8" w:tplc="04190005" w:tentative="1">
      <w:start w:val="1"/>
      <w:numFmt w:val="bullet"/>
      <w:lvlText w:val=""/>
      <w:lvlJc w:val="left"/>
      <w:pPr>
        <w:tabs>
          <w:tab w:val="num" w:pos="8465"/>
        </w:tabs>
        <w:ind w:left="8465" w:hanging="360"/>
      </w:pPr>
      <w:rPr>
        <w:rFonts w:ascii="Wingdings" w:hAnsi="Wingdings" w:hint="default"/>
      </w:rPr>
    </w:lvl>
  </w:abstractNum>
  <w:abstractNum w:abstractNumId="54" w15:restartNumberingAfterBreak="0">
    <w:nsid w:val="4C6E5C45"/>
    <w:multiLevelType w:val="hybridMultilevel"/>
    <w:tmpl w:val="3F260104"/>
    <w:lvl w:ilvl="0" w:tplc="194843A2">
      <w:start w:val="1"/>
      <w:numFmt w:val="bullet"/>
      <w:lvlText w:val=""/>
      <w:lvlJc w:val="left"/>
      <w:pPr>
        <w:tabs>
          <w:tab w:val="num" w:pos="720"/>
        </w:tabs>
        <w:ind w:left="720" w:hanging="360"/>
      </w:pPr>
      <w:rPr>
        <w:rFonts w:ascii="Wingdings" w:hAnsi="Wingdings" w:hint="default"/>
      </w:rPr>
    </w:lvl>
    <w:lvl w:ilvl="1" w:tplc="FFFFFFFF">
      <w:start w:val="1"/>
      <w:numFmt w:val="bullet"/>
      <w:lvlText w:val=""/>
      <w:lvlJc w:val="left"/>
      <w:pPr>
        <w:tabs>
          <w:tab w:val="num" w:pos="454"/>
        </w:tabs>
        <w:ind w:left="454" w:hanging="454"/>
      </w:pPr>
      <w:rPr>
        <w:rFonts w:ascii="Wingdings" w:hAnsi="Wingdings" w:hint="default"/>
      </w:rPr>
    </w:lvl>
    <w:lvl w:ilvl="2" w:tplc="FFFFFFFF">
      <w:start w:val="1"/>
      <w:numFmt w:val="bullet"/>
      <w:pStyle w:val="-11"/>
      <w:lvlText w:val=""/>
      <w:lvlJc w:val="left"/>
      <w:pPr>
        <w:tabs>
          <w:tab w:val="num" w:pos="567"/>
        </w:tabs>
        <w:ind w:left="567" w:hanging="567"/>
      </w:pPr>
      <w:rPr>
        <w:rFonts w:ascii="Wingdings" w:hAnsi="Wingdings" w:hint="default"/>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5" w15:restartNumberingAfterBreak="0">
    <w:nsid w:val="4CDF3A08"/>
    <w:multiLevelType w:val="multilevel"/>
    <w:tmpl w:val="F5741002"/>
    <w:lvl w:ilvl="0">
      <w:start w:val="1"/>
      <w:numFmt w:val="bullet"/>
      <w:pStyle w:val="a9"/>
      <w:lvlText w:val=""/>
      <w:lvlJc w:val="left"/>
      <w:pPr>
        <w:tabs>
          <w:tab w:val="num" w:pos="1117"/>
        </w:tabs>
        <w:ind w:left="1117"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4D8120A1"/>
    <w:multiLevelType w:val="multilevel"/>
    <w:tmpl w:val="FD58E26E"/>
    <w:lvl w:ilvl="0">
      <w:start w:val="1"/>
      <w:numFmt w:val="decimal"/>
      <w:pStyle w:val="aa"/>
      <w:lvlText w:val="%1."/>
      <w:lvlJc w:val="left"/>
      <w:pPr>
        <w:tabs>
          <w:tab w:val="num" w:pos="720"/>
        </w:tabs>
        <w:ind w:left="720" w:hanging="363"/>
      </w:pPr>
      <w:rPr>
        <w:rFonts w:cs="Times New Roman" w:hint="default"/>
        <w:sz w:val="24"/>
        <w:szCs w:val="24"/>
      </w:rPr>
    </w:lvl>
    <w:lvl w:ilvl="1">
      <w:start w:val="1"/>
      <w:numFmt w:val="decimal"/>
      <w:lvlText w:val="%1.%2."/>
      <w:lvlJc w:val="left"/>
      <w:pPr>
        <w:tabs>
          <w:tab w:val="num" w:pos="357"/>
        </w:tabs>
        <w:ind w:left="300" w:firstLine="57"/>
      </w:pPr>
      <w:rPr>
        <w:rFonts w:cs="Times New Roman" w:hint="default"/>
        <w:b/>
        <w:i w:val="0"/>
        <w:sz w:val="24"/>
      </w:rPr>
    </w:lvl>
    <w:lvl w:ilvl="2">
      <w:start w:val="1"/>
      <w:numFmt w:val="decimal"/>
      <w:lvlText w:val="%1.%2.%3."/>
      <w:lvlJc w:val="left"/>
      <w:pPr>
        <w:tabs>
          <w:tab w:val="num" w:pos="1797"/>
        </w:tabs>
        <w:ind w:left="1581" w:hanging="504"/>
      </w:pPr>
      <w:rPr>
        <w:rFonts w:cs="Times New Roman" w:hint="default"/>
        <w:sz w:val="24"/>
        <w:szCs w:val="24"/>
      </w:rPr>
    </w:lvl>
    <w:lvl w:ilvl="3">
      <w:start w:val="1"/>
      <w:numFmt w:val="decimal"/>
      <w:lvlText w:val="%1.%2.%3.%4."/>
      <w:lvlJc w:val="left"/>
      <w:pPr>
        <w:tabs>
          <w:tab w:val="num" w:pos="2517"/>
        </w:tabs>
        <w:ind w:left="2483" w:hanging="1224"/>
      </w:pPr>
      <w:rPr>
        <w:rFonts w:cs="Times New Roman" w:hint="default"/>
        <w:sz w:val="24"/>
      </w:rPr>
    </w:lvl>
    <w:lvl w:ilvl="4">
      <w:start w:val="1"/>
      <w:numFmt w:val="decimal"/>
      <w:lvlText w:val="%1.%2.%3.%4.%5."/>
      <w:lvlJc w:val="left"/>
      <w:pPr>
        <w:tabs>
          <w:tab w:val="num" w:pos="2877"/>
        </w:tabs>
        <w:ind w:left="2589" w:hanging="792"/>
      </w:pPr>
      <w:rPr>
        <w:rFonts w:cs="Times New Roman" w:hint="default"/>
        <w:sz w:val="20"/>
      </w:rPr>
    </w:lvl>
    <w:lvl w:ilvl="5">
      <w:start w:val="1"/>
      <w:numFmt w:val="decimal"/>
      <w:lvlText w:val="%1.%2.%3.%4.%5.%6."/>
      <w:lvlJc w:val="left"/>
      <w:pPr>
        <w:tabs>
          <w:tab w:val="num" w:pos="3597"/>
        </w:tabs>
        <w:ind w:left="3093" w:hanging="936"/>
      </w:pPr>
      <w:rPr>
        <w:rFonts w:cs="Times New Roman" w:hint="default"/>
        <w:sz w:val="20"/>
      </w:rPr>
    </w:lvl>
    <w:lvl w:ilvl="6">
      <w:start w:val="1"/>
      <w:numFmt w:val="decimal"/>
      <w:lvlText w:val="%1.%2.%3.%4.%5.%6.%7."/>
      <w:lvlJc w:val="left"/>
      <w:pPr>
        <w:tabs>
          <w:tab w:val="num" w:pos="3957"/>
        </w:tabs>
        <w:ind w:left="3597" w:hanging="1080"/>
      </w:pPr>
      <w:rPr>
        <w:rFonts w:cs="Times New Roman" w:hint="default"/>
        <w:sz w:val="20"/>
      </w:rPr>
    </w:lvl>
    <w:lvl w:ilvl="7">
      <w:start w:val="1"/>
      <w:numFmt w:val="decimal"/>
      <w:lvlText w:val="%1.%2.%3.%4.%5.%6.%7.%8."/>
      <w:lvlJc w:val="left"/>
      <w:pPr>
        <w:tabs>
          <w:tab w:val="num" w:pos="4677"/>
        </w:tabs>
        <w:ind w:left="4101" w:hanging="1224"/>
      </w:pPr>
      <w:rPr>
        <w:rFonts w:cs="Times New Roman" w:hint="default"/>
        <w:sz w:val="20"/>
      </w:rPr>
    </w:lvl>
    <w:lvl w:ilvl="8">
      <w:start w:val="1"/>
      <w:numFmt w:val="decimal"/>
      <w:lvlText w:val="%1.%2.%3.%4.%5.%6.%7.%8.%9."/>
      <w:lvlJc w:val="left"/>
      <w:pPr>
        <w:tabs>
          <w:tab w:val="num" w:pos="5397"/>
        </w:tabs>
        <w:ind w:left="4677" w:hanging="1440"/>
      </w:pPr>
      <w:rPr>
        <w:rFonts w:cs="Times New Roman" w:hint="default"/>
        <w:sz w:val="20"/>
      </w:rPr>
    </w:lvl>
  </w:abstractNum>
  <w:abstractNum w:abstractNumId="57" w15:restartNumberingAfterBreak="0">
    <w:nsid w:val="50476C28"/>
    <w:multiLevelType w:val="hybridMultilevel"/>
    <w:tmpl w:val="C05AB28A"/>
    <w:lvl w:ilvl="0" w:tplc="F2B49C70">
      <w:start w:val="1"/>
      <w:numFmt w:val="bullet"/>
      <w:pStyle w:val="ab"/>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1334EAF"/>
    <w:multiLevelType w:val="multilevel"/>
    <w:tmpl w:val="B17A30D8"/>
    <w:lvl w:ilvl="0">
      <w:start w:val="1"/>
      <w:numFmt w:val="decimal"/>
      <w:lvlText w:val="%1."/>
      <w:lvlJc w:val="left"/>
      <w:pPr>
        <w:tabs>
          <w:tab w:val="num" w:pos="1133"/>
        </w:tabs>
        <w:ind w:left="1134" w:hanging="567"/>
      </w:pPr>
      <w:rPr>
        <w:rFonts w:cs="Times New Roman" w:hint="default"/>
      </w:rPr>
    </w:lvl>
    <w:lvl w:ilvl="1">
      <w:start w:val="1"/>
      <w:numFmt w:val="decimal"/>
      <w:pStyle w:val="2-"/>
      <w:lvlText w:val="%1.%2."/>
      <w:lvlJc w:val="left"/>
      <w:pPr>
        <w:tabs>
          <w:tab w:val="num" w:pos="900"/>
        </w:tabs>
        <w:ind w:left="900"/>
      </w:pPr>
      <w:rPr>
        <w:rFonts w:cs="Times New Roman" w:hint="default"/>
      </w:rPr>
    </w:lvl>
    <w:lvl w:ilvl="2">
      <w:start w:val="1"/>
      <w:numFmt w:val="decimal"/>
      <w:lvlText w:val="%1.%2.%3."/>
      <w:lvlJc w:val="left"/>
      <w:pPr>
        <w:tabs>
          <w:tab w:val="num" w:pos="1980"/>
        </w:tabs>
        <w:ind w:left="540"/>
      </w:pPr>
      <w:rPr>
        <w:rFonts w:cs="Times New Roman" w:hint="default"/>
      </w:rPr>
    </w:lvl>
    <w:lvl w:ilvl="3">
      <w:start w:val="1"/>
      <w:numFmt w:val="decimal"/>
      <w:lvlText w:val="%1.%2.%3.%4."/>
      <w:lvlJc w:val="left"/>
      <w:pPr>
        <w:tabs>
          <w:tab w:val="num" w:pos="3293"/>
        </w:tabs>
        <w:ind w:left="2861" w:hanging="648"/>
      </w:pPr>
      <w:rPr>
        <w:rFonts w:cs="Times New Roman" w:hint="default"/>
      </w:rPr>
    </w:lvl>
    <w:lvl w:ilvl="4">
      <w:start w:val="1"/>
      <w:numFmt w:val="decimal"/>
      <w:lvlText w:val="%1.%2.%3.%4.%5."/>
      <w:lvlJc w:val="left"/>
      <w:pPr>
        <w:tabs>
          <w:tab w:val="num" w:pos="3653"/>
        </w:tabs>
        <w:ind w:left="3365" w:hanging="792"/>
      </w:pPr>
      <w:rPr>
        <w:rFonts w:cs="Times New Roman" w:hint="default"/>
      </w:rPr>
    </w:lvl>
    <w:lvl w:ilvl="5">
      <w:start w:val="1"/>
      <w:numFmt w:val="decimal"/>
      <w:lvlText w:val="%1.%2.%3.%4.%5.%6."/>
      <w:lvlJc w:val="left"/>
      <w:pPr>
        <w:tabs>
          <w:tab w:val="num" w:pos="4373"/>
        </w:tabs>
        <w:ind w:left="3869" w:hanging="936"/>
      </w:pPr>
      <w:rPr>
        <w:rFonts w:cs="Times New Roman" w:hint="default"/>
      </w:rPr>
    </w:lvl>
    <w:lvl w:ilvl="6">
      <w:start w:val="1"/>
      <w:numFmt w:val="decimal"/>
      <w:lvlText w:val="%1.%2.%3.%4.%5.%6.%7."/>
      <w:lvlJc w:val="left"/>
      <w:pPr>
        <w:tabs>
          <w:tab w:val="num" w:pos="4733"/>
        </w:tabs>
        <w:ind w:left="4373" w:hanging="1080"/>
      </w:pPr>
      <w:rPr>
        <w:rFonts w:cs="Times New Roman" w:hint="default"/>
      </w:rPr>
    </w:lvl>
    <w:lvl w:ilvl="7">
      <w:start w:val="1"/>
      <w:numFmt w:val="decimal"/>
      <w:lvlText w:val="%1.%2.%3.%4.%5.%6.%7.%8."/>
      <w:lvlJc w:val="left"/>
      <w:pPr>
        <w:tabs>
          <w:tab w:val="num" w:pos="5453"/>
        </w:tabs>
        <w:ind w:left="4877" w:hanging="1224"/>
      </w:pPr>
      <w:rPr>
        <w:rFonts w:cs="Times New Roman" w:hint="default"/>
      </w:rPr>
    </w:lvl>
    <w:lvl w:ilvl="8">
      <w:start w:val="1"/>
      <w:numFmt w:val="decimal"/>
      <w:lvlText w:val="%1.%2.%3.%4.%5.%6.%7.%8.%9."/>
      <w:lvlJc w:val="left"/>
      <w:pPr>
        <w:tabs>
          <w:tab w:val="num" w:pos="6173"/>
        </w:tabs>
        <w:ind w:left="5453" w:hanging="1440"/>
      </w:pPr>
      <w:rPr>
        <w:rFonts w:cs="Times New Roman" w:hint="default"/>
      </w:rPr>
    </w:lvl>
  </w:abstractNum>
  <w:abstractNum w:abstractNumId="59" w15:restartNumberingAfterBreak="0">
    <w:nsid w:val="51882758"/>
    <w:multiLevelType w:val="multilevel"/>
    <w:tmpl w:val="0EDA09F6"/>
    <w:lvl w:ilvl="0">
      <w:start w:val="1"/>
      <w:numFmt w:val="decimal"/>
      <w:pStyle w:val="-13"/>
      <w:suff w:val="space"/>
      <w:lvlText w:val="%1"/>
      <w:lvlJc w:val="center"/>
      <w:pPr>
        <w:ind w:left="0" w:firstLine="0"/>
      </w:pPr>
      <w:rPr>
        <w:rFonts w:hint="default"/>
      </w:rPr>
    </w:lvl>
    <w:lvl w:ilvl="1">
      <w:start w:val="1"/>
      <w:numFmt w:val="decimal"/>
      <w:pStyle w:val="-22"/>
      <w:suff w:val="space"/>
      <w:lvlText w:val="%1.%2"/>
      <w:lvlJc w:val="left"/>
      <w:pPr>
        <w:ind w:left="1844" w:firstLine="709"/>
      </w:pPr>
      <w:rPr>
        <w:rFonts w:hint="default"/>
      </w:rPr>
    </w:lvl>
    <w:lvl w:ilvl="2">
      <w:start w:val="1"/>
      <w:numFmt w:val="decimal"/>
      <w:pStyle w:val="-30"/>
      <w:suff w:val="space"/>
      <w:lvlText w:val="%1.%2.%3"/>
      <w:lvlJc w:val="left"/>
      <w:pPr>
        <w:ind w:left="1135" w:firstLine="709"/>
      </w:pPr>
      <w:rPr>
        <w:rFonts w:hint="default"/>
      </w:rPr>
    </w:lvl>
    <w:lvl w:ilvl="3">
      <w:start w:val="1"/>
      <w:numFmt w:val="decimal"/>
      <w:pStyle w:val="-42"/>
      <w:suff w:val="space"/>
      <w:lvlText w:val="%1.%2.%3.%4"/>
      <w:lvlJc w:val="left"/>
      <w:pPr>
        <w:ind w:left="0" w:firstLine="709"/>
      </w:pPr>
      <w:rPr>
        <w:rFonts w:hint="default"/>
      </w:rPr>
    </w:lvl>
    <w:lvl w:ilvl="4">
      <w:start w:val="1"/>
      <w:numFmt w:val="decimal"/>
      <w:pStyle w:val="-51"/>
      <w:suff w:val="space"/>
      <w:lvlText w:val="%1.%2.%3.%4.%5"/>
      <w:lvlJc w:val="left"/>
      <w:pPr>
        <w:ind w:left="0" w:firstLine="709"/>
      </w:pPr>
      <w:rPr>
        <w:rFonts w:hint="default"/>
      </w:rPr>
    </w:lvl>
    <w:lvl w:ilvl="5">
      <w:start w:val="1"/>
      <w:numFmt w:val="decimal"/>
      <w:pStyle w:val="-60"/>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0" w15:restartNumberingAfterBreak="0">
    <w:nsid w:val="519B6615"/>
    <w:multiLevelType w:val="hybridMultilevel"/>
    <w:tmpl w:val="CF5ECDAC"/>
    <w:lvl w:ilvl="0" w:tplc="C954232A">
      <w:start w:val="1"/>
      <w:numFmt w:val="bullet"/>
      <w:pStyle w:val="-31"/>
      <w:lvlText w:val="▪"/>
      <w:lvlJc w:val="left"/>
      <w:pPr>
        <w:tabs>
          <w:tab w:val="num" w:pos="1985"/>
        </w:tabs>
        <w:ind w:left="2098" w:hanging="113"/>
      </w:pPr>
      <w:rPr>
        <w:rFonts w:ascii="Verdana" w:hAnsi="Verdana"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6E67098"/>
    <w:multiLevelType w:val="multilevel"/>
    <w:tmpl w:val="BC00D7B6"/>
    <w:styleLink w:val="ac"/>
    <w:lvl w:ilvl="0">
      <w:start w:val="1"/>
      <w:numFmt w:val="decimal"/>
      <w:suff w:val="space"/>
      <w:lvlText w:val="%1)"/>
      <w:lvlJc w:val="left"/>
      <w:pPr>
        <w:ind w:left="2988" w:hanging="360"/>
      </w:pPr>
      <w:rPr>
        <w:rFonts w:ascii="Times New Roman" w:hAnsi="Times New Roman" w:cs="Times New Roman" w:hint="default"/>
        <w:sz w:val="24"/>
      </w:rPr>
    </w:lvl>
    <w:lvl w:ilvl="1">
      <w:start w:val="1"/>
      <w:numFmt w:val="lowerLetter"/>
      <w:lvlText w:val="%2."/>
      <w:lvlJc w:val="left"/>
      <w:pPr>
        <w:tabs>
          <w:tab w:val="num" w:pos="3141"/>
        </w:tabs>
        <w:ind w:left="3141" w:hanging="360"/>
      </w:pPr>
      <w:rPr>
        <w:rFonts w:cs="Times New Roman" w:hint="default"/>
      </w:rPr>
    </w:lvl>
    <w:lvl w:ilvl="2">
      <w:start w:val="1"/>
      <w:numFmt w:val="lowerRoman"/>
      <w:lvlText w:val="%3."/>
      <w:lvlJc w:val="right"/>
      <w:pPr>
        <w:tabs>
          <w:tab w:val="num" w:pos="3861"/>
        </w:tabs>
        <w:ind w:left="3861" w:hanging="180"/>
      </w:pPr>
      <w:rPr>
        <w:rFonts w:cs="Times New Roman" w:hint="default"/>
      </w:rPr>
    </w:lvl>
    <w:lvl w:ilvl="3">
      <w:start w:val="1"/>
      <w:numFmt w:val="decimal"/>
      <w:lvlText w:val="%4."/>
      <w:lvlJc w:val="left"/>
      <w:pPr>
        <w:tabs>
          <w:tab w:val="num" w:pos="4581"/>
        </w:tabs>
        <w:ind w:left="4581" w:hanging="360"/>
      </w:pPr>
      <w:rPr>
        <w:rFonts w:cs="Times New Roman" w:hint="default"/>
      </w:rPr>
    </w:lvl>
    <w:lvl w:ilvl="4">
      <w:start w:val="1"/>
      <w:numFmt w:val="lowerLetter"/>
      <w:lvlText w:val="%5."/>
      <w:lvlJc w:val="left"/>
      <w:pPr>
        <w:tabs>
          <w:tab w:val="num" w:pos="5301"/>
        </w:tabs>
        <w:ind w:left="5301" w:hanging="360"/>
      </w:pPr>
      <w:rPr>
        <w:rFonts w:cs="Times New Roman" w:hint="default"/>
      </w:rPr>
    </w:lvl>
    <w:lvl w:ilvl="5">
      <w:start w:val="1"/>
      <w:numFmt w:val="lowerRoman"/>
      <w:lvlText w:val="%6."/>
      <w:lvlJc w:val="right"/>
      <w:pPr>
        <w:tabs>
          <w:tab w:val="num" w:pos="6021"/>
        </w:tabs>
        <w:ind w:left="6021" w:hanging="180"/>
      </w:pPr>
      <w:rPr>
        <w:rFonts w:cs="Times New Roman" w:hint="default"/>
      </w:rPr>
    </w:lvl>
    <w:lvl w:ilvl="6">
      <w:start w:val="1"/>
      <w:numFmt w:val="decimal"/>
      <w:lvlText w:val="%7."/>
      <w:lvlJc w:val="left"/>
      <w:pPr>
        <w:tabs>
          <w:tab w:val="num" w:pos="6741"/>
        </w:tabs>
        <w:ind w:left="6741" w:hanging="360"/>
      </w:pPr>
      <w:rPr>
        <w:rFonts w:cs="Times New Roman" w:hint="default"/>
      </w:rPr>
    </w:lvl>
    <w:lvl w:ilvl="7">
      <w:start w:val="1"/>
      <w:numFmt w:val="lowerLetter"/>
      <w:lvlText w:val="%8."/>
      <w:lvlJc w:val="left"/>
      <w:pPr>
        <w:tabs>
          <w:tab w:val="num" w:pos="7461"/>
        </w:tabs>
        <w:ind w:left="7461" w:hanging="360"/>
      </w:pPr>
      <w:rPr>
        <w:rFonts w:cs="Times New Roman" w:hint="default"/>
      </w:rPr>
    </w:lvl>
    <w:lvl w:ilvl="8">
      <w:start w:val="1"/>
      <w:numFmt w:val="lowerRoman"/>
      <w:lvlText w:val="%9."/>
      <w:lvlJc w:val="right"/>
      <w:pPr>
        <w:tabs>
          <w:tab w:val="num" w:pos="8181"/>
        </w:tabs>
        <w:ind w:left="8181" w:hanging="180"/>
      </w:pPr>
      <w:rPr>
        <w:rFonts w:cs="Times New Roman" w:hint="default"/>
      </w:rPr>
    </w:lvl>
  </w:abstractNum>
  <w:abstractNum w:abstractNumId="62" w15:restartNumberingAfterBreak="0">
    <w:nsid w:val="57580F4E"/>
    <w:multiLevelType w:val="hybridMultilevel"/>
    <w:tmpl w:val="58A41404"/>
    <w:lvl w:ilvl="0" w:tplc="4F30416A">
      <w:start w:val="1"/>
      <w:numFmt w:val="bullet"/>
      <w:pStyle w:val="18"/>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8631C00"/>
    <w:multiLevelType w:val="hybridMultilevel"/>
    <w:tmpl w:val="7EE23396"/>
    <w:lvl w:ilvl="0" w:tplc="5D4C8B28">
      <w:start w:val="1"/>
      <w:numFmt w:val="bullet"/>
      <w:pStyle w:val="ad"/>
      <w:lvlText w:val="–"/>
      <w:lvlJc w:val="left"/>
      <w:pPr>
        <w:ind w:left="720" w:hanging="360"/>
      </w:pPr>
      <w:rPr>
        <w:rFonts w:ascii="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5A20363E"/>
    <w:multiLevelType w:val="hybridMultilevel"/>
    <w:tmpl w:val="381AB1C0"/>
    <w:lvl w:ilvl="0" w:tplc="85A0EA64">
      <w:start w:val="1"/>
      <w:numFmt w:val="decimal"/>
      <w:pStyle w:val="-7"/>
      <w:suff w:val="space"/>
      <w:lvlText w:val="%1)"/>
      <w:lvlJc w:val="left"/>
      <w:pPr>
        <w:ind w:left="993" w:firstLine="0"/>
      </w:pPr>
      <w:rPr>
        <w:rFonts w:ascii="Times New Roman" w:hAnsi="Times New Roman" w:cs="Arial" w:hint="default"/>
      </w:rPr>
    </w:lvl>
    <w:lvl w:ilvl="1" w:tplc="04190019">
      <w:start w:val="1"/>
      <w:numFmt w:val="lowerLetter"/>
      <w:lvlText w:val="%2."/>
      <w:lvlJc w:val="left"/>
      <w:pPr>
        <w:ind w:left="2574" w:hanging="360"/>
      </w:pPr>
    </w:lvl>
    <w:lvl w:ilvl="2" w:tplc="0419001B">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5A302FF0"/>
    <w:multiLevelType w:val="hybridMultilevel"/>
    <w:tmpl w:val="7DC2FB2E"/>
    <w:lvl w:ilvl="0" w:tplc="FFFFFFFF">
      <w:start w:val="1"/>
      <w:numFmt w:val="bullet"/>
      <w:pStyle w:val="-215963"/>
      <w:lvlText w:val=""/>
      <w:lvlJc w:val="left"/>
      <w:pPr>
        <w:tabs>
          <w:tab w:val="num" w:pos="1470"/>
        </w:tabs>
        <w:ind w:left="1470" w:hanging="57"/>
      </w:pPr>
      <w:rPr>
        <w:rFonts w:ascii="Symbol" w:hAnsi="Symbol" w:hint="default"/>
      </w:rPr>
    </w:lvl>
    <w:lvl w:ilvl="1" w:tplc="FFFFFFFF" w:tentative="1">
      <w:start w:val="1"/>
      <w:numFmt w:val="bullet"/>
      <w:lvlText w:val="o"/>
      <w:lvlJc w:val="left"/>
      <w:pPr>
        <w:tabs>
          <w:tab w:val="num" w:pos="2343"/>
        </w:tabs>
        <w:ind w:left="2343" w:hanging="360"/>
      </w:pPr>
      <w:rPr>
        <w:rFonts w:ascii="Courier New" w:hAnsi="Courier New" w:cs="Courier New" w:hint="default"/>
      </w:rPr>
    </w:lvl>
    <w:lvl w:ilvl="2" w:tplc="FFFFFFFF" w:tentative="1">
      <w:start w:val="1"/>
      <w:numFmt w:val="bullet"/>
      <w:lvlText w:val=""/>
      <w:lvlJc w:val="left"/>
      <w:pPr>
        <w:tabs>
          <w:tab w:val="num" w:pos="3063"/>
        </w:tabs>
        <w:ind w:left="3063" w:hanging="360"/>
      </w:pPr>
      <w:rPr>
        <w:rFonts w:ascii="Wingdings" w:hAnsi="Wingdings" w:hint="default"/>
      </w:rPr>
    </w:lvl>
    <w:lvl w:ilvl="3" w:tplc="FFFFFFFF" w:tentative="1">
      <w:start w:val="1"/>
      <w:numFmt w:val="bullet"/>
      <w:lvlText w:val=""/>
      <w:lvlJc w:val="left"/>
      <w:pPr>
        <w:tabs>
          <w:tab w:val="num" w:pos="3783"/>
        </w:tabs>
        <w:ind w:left="3783" w:hanging="360"/>
      </w:pPr>
      <w:rPr>
        <w:rFonts w:ascii="Symbol" w:hAnsi="Symbol" w:hint="default"/>
      </w:rPr>
    </w:lvl>
    <w:lvl w:ilvl="4" w:tplc="FFFFFFFF" w:tentative="1">
      <w:start w:val="1"/>
      <w:numFmt w:val="bullet"/>
      <w:lvlText w:val="o"/>
      <w:lvlJc w:val="left"/>
      <w:pPr>
        <w:tabs>
          <w:tab w:val="num" w:pos="4503"/>
        </w:tabs>
        <w:ind w:left="4503" w:hanging="360"/>
      </w:pPr>
      <w:rPr>
        <w:rFonts w:ascii="Courier New" w:hAnsi="Courier New" w:cs="Courier New" w:hint="default"/>
      </w:rPr>
    </w:lvl>
    <w:lvl w:ilvl="5" w:tplc="FFFFFFFF" w:tentative="1">
      <w:start w:val="1"/>
      <w:numFmt w:val="bullet"/>
      <w:lvlText w:val=""/>
      <w:lvlJc w:val="left"/>
      <w:pPr>
        <w:tabs>
          <w:tab w:val="num" w:pos="5223"/>
        </w:tabs>
        <w:ind w:left="5223" w:hanging="360"/>
      </w:pPr>
      <w:rPr>
        <w:rFonts w:ascii="Wingdings" w:hAnsi="Wingdings" w:hint="default"/>
      </w:rPr>
    </w:lvl>
    <w:lvl w:ilvl="6" w:tplc="FFFFFFFF" w:tentative="1">
      <w:start w:val="1"/>
      <w:numFmt w:val="bullet"/>
      <w:lvlText w:val=""/>
      <w:lvlJc w:val="left"/>
      <w:pPr>
        <w:tabs>
          <w:tab w:val="num" w:pos="5943"/>
        </w:tabs>
        <w:ind w:left="5943" w:hanging="360"/>
      </w:pPr>
      <w:rPr>
        <w:rFonts w:ascii="Symbol" w:hAnsi="Symbol" w:hint="default"/>
      </w:rPr>
    </w:lvl>
    <w:lvl w:ilvl="7" w:tplc="FFFFFFFF" w:tentative="1">
      <w:start w:val="1"/>
      <w:numFmt w:val="bullet"/>
      <w:lvlText w:val="o"/>
      <w:lvlJc w:val="left"/>
      <w:pPr>
        <w:tabs>
          <w:tab w:val="num" w:pos="6663"/>
        </w:tabs>
        <w:ind w:left="6663" w:hanging="360"/>
      </w:pPr>
      <w:rPr>
        <w:rFonts w:ascii="Courier New" w:hAnsi="Courier New" w:cs="Courier New" w:hint="default"/>
      </w:rPr>
    </w:lvl>
    <w:lvl w:ilvl="8" w:tplc="FFFFFFFF" w:tentative="1">
      <w:start w:val="1"/>
      <w:numFmt w:val="bullet"/>
      <w:lvlText w:val=""/>
      <w:lvlJc w:val="left"/>
      <w:pPr>
        <w:tabs>
          <w:tab w:val="num" w:pos="7383"/>
        </w:tabs>
        <w:ind w:left="7383" w:hanging="360"/>
      </w:pPr>
      <w:rPr>
        <w:rFonts w:ascii="Wingdings" w:hAnsi="Wingdings" w:hint="default"/>
      </w:rPr>
    </w:lvl>
  </w:abstractNum>
  <w:abstractNum w:abstractNumId="66" w15:restartNumberingAfterBreak="0">
    <w:nsid w:val="5BD368C9"/>
    <w:multiLevelType w:val="hybridMultilevel"/>
    <w:tmpl w:val="834EDF72"/>
    <w:lvl w:ilvl="0" w:tplc="FFFFFFFF">
      <w:numFmt w:val="bullet"/>
      <w:pStyle w:val="List4"/>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CF44105"/>
    <w:multiLevelType w:val="hybridMultilevel"/>
    <w:tmpl w:val="40A4442A"/>
    <w:lvl w:ilvl="0" w:tplc="4F561288">
      <w:start w:val="1"/>
      <w:numFmt w:val="bullet"/>
      <w:pStyle w:val="51"/>
      <w:lvlText w:val="­"/>
      <w:lvlJc w:val="left"/>
      <w:pPr>
        <w:tabs>
          <w:tab w:val="num" w:pos="1440"/>
        </w:tabs>
        <w:ind w:left="1440" w:hanging="360"/>
      </w:pPr>
      <w:rPr>
        <w:rFonts w:hAnsi="Courier New" w:hint="default"/>
      </w:rPr>
    </w:lvl>
    <w:lvl w:ilvl="1" w:tplc="3E1884FC" w:tentative="1">
      <w:start w:val="1"/>
      <w:numFmt w:val="bullet"/>
      <w:lvlText w:val="o"/>
      <w:lvlJc w:val="left"/>
      <w:pPr>
        <w:tabs>
          <w:tab w:val="num" w:pos="1440"/>
        </w:tabs>
        <w:ind w:left="1440" w:hanging="360"/>
      </w:pPr>
      <w:rPr>
        <w:rFonts w:ascii="Courier New" w:hAnsi="Courier New" w:hint="default"/>
      </w:rPr>
    </w:lvl>
    <w:lvl w:ilvl="2" w:tplc="263ACE66" w:tentative="1">
      <w:start w:val="1"/>
      <w:numFmt w:val="bullet"/>
      <w:lvlText w:val=""/>
      <w:lvlJc w:val="left"/>
      <w:pPr>
        <w:tabs>
          <w:tab w:val="num" w:pos="2160"/>
        </w:tabs>
        <w:ind w:left="2160" w:hanging="360"/>
      </w:pPr>
      <w:rPr>
        <w:rFonts w:ascii="Wingdings" w:hAnsi="Wingdings" w:hint="default"/>
      </w:rPr>
    </w:lvl>
    <w:lvl w:ilvl="3" w:tplc="DC5691F6" w:tentative="1">
      <w:start w:val="1"/>
      <w:numFmt w:val="bullet"/>
      <w:lvlText w:val=""/>
      <w:lvlJc w:val="left"/>
      <w:pPr>
        <w:tabs>
          <w:tab w:val="num" w:pos="2880"/>
        </w:tabs>
        <w:ind w:left="2880" w:hanging="360"/>
      </w:pPr>
      <w:rPr>
        <w:rFonts w:ascii="Symbol" w:hAnsi="Symbol" w:hint="default"/>
      </w:rPr>
    </w:lvl>
    <w:lvl w:ilvl="4" w:tplc="F47262E8" w:tentative="1">
      <w:start w:val="1"/>
      <w:numFmt w:val="bullet"/>
      <w:lvlText w:val="o"/>
      <w:lvlJc w:val="left"/>
      <w:pPr>
        <w:tabs>
          <w:tab w:val="num" w:pos="3600"/>
        </w:tabs>
        <w:ind w:left="3600" w:hanging="360"/>
      </w:pPr>
      <w:rPr>
        <w:rFonts w:ascii="Courier New" w:hAnsi="Courier New" w:hint="default"/>
      </w:rPr>
    </w:lvl>
    <w:lvl w:ilvl="5" w:tplc="CBA078E0" w:tentative="1">
      <w:start w:val="1"/>
      <w:numFmt w:val="bullet"/>
      <w:lvlText w:val=""/>
      <w:lvlJc w:val="left"/>
      <w:pPr>
        <w:tabs>
          <w:tab w:val="num" w:pos="4320"/>
        </w:tabs>
        <w:ind w:left="4320" w:hanging="360"/>
      </w:pPr>
      <w:rPr>
        <w:rFonts w:ascii="Wingdings" w:hAnsi="Wingdings" w:hint="default"/>
      </w:rPr>
    </w:lvl>
    <w:lvl w:ilvl="6" w:tplc="861AF44E" w:tentative="1">
      <w:start w:val="1"/>
      <w:numFmt w:val="bullet"/>
      <w:lvlText w:val=""/>
      <w:lvlJc w:val="left"/>
      <w:pPr>
        <w:tabs>
          <w:tab w:val="num" w:pos="5040"/>
        </w:tabs>
        <w:ind w:left="5040" w:hanging="360"/>
      </w:pPr>
      <w:rPr>
        <w:rFonts w:ascii="Symbol" w:hAnsi="Symbol" w:hint="default"/>
      </w:rPr>
    </w:lvl>
    <w:lvl w:ilvl="7" w:tplc="03A897F0" w:tentative="1">
      <w:start w:val="1"/>
      <w:numFmt w:val="bullet"/>
      <w:lvlText w:val="o"/>
      <w:lvlJc w:val="left"/>
      <w:pPr>
        <w:tabs>
          <w:tab w:val="num" w:pos="5760"/>
        </w:tabs>
        <w:ind w:left="5760" w:hanging="360"/>
      </w:pPr>
      <w:rPr>
        <w:rFonts w:ascii="Courier New" w:hAnsi="Courier New" w:hint="default"/>
      </w:rPr>
    </w:lvl>
    <w:lvl w:ilvl="8" w:tplc="73A292A8"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E6635B1"/>
    <w:multiLevelType w:val="multilevel"/>
    <w:tmpl w:val="BEFEBED0"/>
    <w:lvl w:ilvl="0">
      <w:start w:val="1"/>
      <w:numFmt w:val="upperLetter"/>
      <w:lvlText w:val="Приложение %1."/>
      <w:lvlJc w:val="left"/>
      <w:pPr>
        <w:tabs>
          <w:tab w:val="num" w:pos="2520"/>
        </w:tabs>
      </w:pPr>
      <w:rPr>
        <w:rFonts w:ascii="Arial" w:hAnsi="Arial" w:cs="Times New Roman" w:hint="default"/>
        <w:b/>
        <w:i w:val="0"/>
        <w:sz w:val="32"/>
      </w:rPr>
    </w:lvl>
    <w:lvl w:ilvl="1">
      <w:start w:val="1"/>
      <w:numFmt w:val="decimal"/>
      <w:pStyle w:val="ae"/>
      <w:lvlText w:val=" %1.%2"/>
      <w:lvlJc w:val="left"/>
      <w:pPr>
        <w:tabs>
          <w:tab w:val="num" w:pos="720"/>
        </w:tabs>
      </w:pPr>
      <w:rPr>
        <w:rFonts w:cs="Times New Roman"/>
      </w:rPr>
    </w:lvl>
    <w:lvl w:ilvl="2">
      <w:start w:val="1"/>
      <w:numFmt w:val="decimal"/>
      <w:lvlText w:val="%1.%2.%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9" w15:restartNumberingAfterBreak="0">
    <w:nsid w:val="605911CF"/>
    <w:multiLevelType w:val="hybridMultilevel"/>
    <w:tmpl w:val="3B00F188"/>
    <w:lvl w:ilvl="0" w:tplc="FFFFFFFF">
      <w:start w:val="1"/>
      <w:numFmt w:val="bullet"/>
      <w:pStyle w:val="19"/>
      <w:lvlText w:val=""/>
      <w:lvlJc w:val="left"/>
      <w:pPr>
        <w:tabs>
          <w:tab w:val="num" w:pos="1211"/>
        </w:tabs>
        <w:ind w:left="1211" w:hanging="360"/>
      </w:pPr>
      <w:rPr>
        <w:rFonts w:ascii="Symbol" w:hAnsi="Symbol" w:hint="default"/>
        <w:color w:val="auto"/>
        <w:sz w:val="24"/>
      </w:rPr>
    </w:lvl>
    <w:lvl w:ilvl="1" w:tplc="FFFFFFFF">
      <w:start w:val="1"/>
      <w:numFmt w:val="bullet"/>
      <w:lvlText w:val="o"/>
      <w:lvlJc w:val="left"/>
      <w:pPr>
        <w:tabs>
          <w:tab w:val="num" w:pos="2574"/>
        </w:tabs>
        <w:ind w:left="2574" w:hanging="360"/>
      </w:pPr>
      <w:rPr>
        <w:rFonts w:ascii="Courier New" w:hAnsi="Courier New" w:hint="default"/>
      </w:rPr>
    </w:lvl>
    <w:lvl w:ilvl="2" w:tplc="FFFFFFFF">
      <w:start w:val="1"/>
      <w:numFmt w:val="bullet"/>
      <w:lvlText w:val=""/>
      <w:lvlJc w:val="left"/>
      <w:pPr>
        <w:tabs>
          <w:tab w:val="num" w:pos="3294"/>
        </w:tabs>
        <w:ind w:left="3294" w:hanging="360"/>
      </w:pPr>
      <w:rPr>
        <w:rFonts w:ascii="Wingdings" w:hAnsi="Wingdings" w:hint="default"/>
      </w:rPr>
    </w:lvl>
    <w:lvl w:ilvl="3" w:tplc="FFFFFFFF">
      <w:start w:val="1"/>
      <w:numFmt w:val="bullet"/>
      <w:lvlText w:val=""/>
      <w:lvlJc w:val="left"/>
      <w:pPr>
        <w:tabs>
          <w:tab w:val="num" w:pos="4014"/>
        </w:tabs>
        <w:ind w:left="4014" w:hanging="360"/>
      </w:pPr>
      <w:rPr>
        <w:rFonts w:ascii="Symbol" w:hAnsi="Symbol" w:hint="default"/>
      </w:rPr>
    </w:lvl>
    <w:lvl w:ilvl="4" w:tplc="FFFFFFFF">
      <w:start w:val="1"/>
      <w:numFmt w:val="bullet"/>
      <w:lvlText w:val="o"/>
      <w:lvlJc w:val="left"/>
      <w:pPr>
        <w:tabs>
          <w:tab w:val="num" w:pos="4734"/>
        </w:tabs>
        <w:ind w:left="4734" w:hanging="360"/>
      </w:pPr>
      <w:rPr>
        <w:rFonts w:ascii="Courier New" w:hAnsi="Courier New" w:hint="default"/>
      </w:rPr>
    </w:lvl>
    <w:lvl w:ilvl="5" w:tplc="FFFFFFFF">
      <w:start w:val="1"/>
      <w:numFmt w:val="bullet"/>
      <w:lvlText w:val=""/>
      <w:lvlJc w:val="left"/>
      <w:pPr>
        <w:tabs>
          <w:tab w:val="num" w:pos="5454"/>
        </w:tabs>
        <w:ind w:left="5454" w:hanging="360"/>
      </w:pPr>
      <w:rPr>
        <w:rFonts w:ascii="Wingdings" w:hAnsi="Wingdings" w:hint="default"/>
      </w:rPr>
    </w:lvl>
    <w:lvl w:ilvl="6" w:tplc="FFFFFFFF">
      <w:start w:val="1"/>
      <w:numFmt w:val="bullet"/>
      <w:lvlText w:val=""/>
      <w:lvlJc w:val="left"/>
      <w:pPr>
        <w:tabs>
          <w:tab w:val="num" w:pos="6174"/>
        </w:tabs>
        <w:ind w:left="6174" w:hanging="360"/>
      </w:pPr>
      <w:rPr>
        <w:rFonts w:ascii="Symbol" w:hAnsi="Symbol" w:hint="default"/>
      </w:rPr>
    </w:lvl>
    <w:lvl w:ilvl="7" w:tplc="FFFFFFFF">
      <w:start w:val="1"/>
      <w:numFmt w:val="bullet"/>
      <w:lvlText w:val="o"/>
      <w:lvlJc w:val="left"/>
      <w:pPr>
        <w:tabs>
          <w:tab w:val="num" w:pos="6894"/>
        </w:tabs>
        <w:ind w:left="6894" w:hanging="360"/>
      </w:pPr>
      <w:rPr>
        <w:rFonts w:ascii="Courier New" w:hAnsi="Courier New" w:hint="default"/>
      </w:rPr>
    </w:lvl>
    <w:lvl w:ilvl="8" w:tplc="FFFFFFFF">
      <w:start w:val="1"/>
      <w:numFmt w:val="bullet"/>
      <w:lvlText w:val=""/>
      <w:lvlJc w:val="left"/>
      <w:pPr>
        <w:tabs>
          <w:tab w:val="num" w:pos="7614"/>
        </w:tabs>
        <w:ind w:left="7614" w:hanging="360"/>
      </w:pPr>
      <w:rPr>
        <w:rFonts w:ascii="Wingdings" w:hAnsi="Wingdings" w:hint="default"/>
      </w:rPr>
    </w:lvl>
  </w:abstractNum>
  <w:abstractNum w:abstractNumId="70" w15:restartNumberingAfterBreak="0">
    <w:nsid w:val="61331E2A"/>
    <w:multiLevelType w:val="singleLevel"/>
    <w:tmpl w:val="252E9D96"/>
    <w:lvl w:ilvl="0">
      <w:start w:val="1"/>
      <w:numFmt w:val="decimal"/>
      <w:pStyle w:val="af"/>
      <w:lvlText w:val="%1."/>
      <w:lvlJc w:val="left"/>
      <w:pPr>
        <w:tabs>
          <w:tab w:val="num" w:pos="360"/>
        </w:tabs>
        <w:ind w:left="360" w:hanging="360"/>
      </w:pPr>
    </w:lvl>
  </w:abstractNum>
  <w:abstractNum w:abstractNumId="71" w15:restartNumberingAfterBreak="0">
    <w:nsid w:val="63021BF1"/>
    <w:multiLevelType w:val="multilevel"/>
    <w:tmpl w:val="0F44066A"/>
    <w:styleLink w:val="60"/>
    <w:lvl w:ilvl="0">
      <w:start w:val="1"/>
      <w:numFmt w:val="decimal"/>
      <w:lvlText w:val="%1."/>
      <w:lvlJc w:val="left"/>
      <w:pPr>
        <w:tabs>
          <w:tab w:val="num" w:pos="0"/>
        </w:tabs>
        <w:ind w:left="425" w:hanging="425"/>
      </w:pPr>
      <w:rPr>
        <w:rFonts w:cs="Times New Roman" w:hint="default"/>
      </w:rPr>
    </w:lvl>
    <w:lvl w:ilvl="1">
      <w:start w:val="1"/>
      <w:numFmt w:val="decimal"/>
      <w:lvlText w:val="%1.%2."/>
      <w:lvlJc w:val="left"/>
      <w:pPr>
        <w:tabs>
          <w:tab w:val="num" w:pos="0"/>
        </w:tabs>
        <w:ind w:left="284" w:hanging="284"/>
      </w:pPr>
      <w:rPr>
        <w:rFonts w:cs="Times New Roman" w:hint="default"/>
      </w:rPr>
    </w:lvl>
    <w:lvl w:ilvl="2">
      <w:start w:val="1"/>
      <w:numFmt w:val="decimal"/>
      <w:lvlText w:val="%1.%2.%3."/>
      <w:lvlJc w:val="left"/>
      <w:pPr>
        <w:tabs>
          <w:tab w:val="num" w:pos="0"/>
        </w:tabs>
        <w:ind w:left="357" w:hanging="357"/>
      </w:pPr>
      <w:rPr>
        <w:rFonts w:cs="Times New Roman" w:hint="default"/>
      </w:rPr>
    </w:lvl>
    <w:lvl w:ilvl="3">
      <w:start w:val="1"/>
      <w:numFmt w:val="decimal"/>
      <w:lvlText w:val="%1.%2.%3.%4."/>
      <w:lvlJc w:val="left"/>
      <w:pPr>
        <w:tabs>
          <w:tab w:val="num" w:pos="0"/>
        </w:tabs>
        <w:ind w:left="357" w:hanging="357"/>
      </w:pPr>
      <w:rPr>
        <w:rFonts w:cs="Times New Roman" w:hint="default"/>
      </w:rPr>
    </w:lvl>
    <w:lvl w:ilvl="4">
      <w:start w:val="1"/>
      <w:numFmt w:val="decimal"/>
      <w:lvlText w:val="%1.%2.%3.%4.%5."/>
      <w:lvlJc w:val="left"/>
      <w:pPr>
        <w:tabs>
          <w:tab w:val="num" w:pos="0"/>
        </w:tabs>
        <w:ind w:left="357" w:hanging="357"/>
      </w:pPr>
      <w:rPr>
        <w:rFonts w:cs="Times New Roman" w:hint="default"/>
      </w:rPr>
    </w:lvl>
    <w:lvl w:ilvl="5">
      <w:start w:val="1"/>
      <w:numFmt w:val="decimal"/>
      <w:lvlText w:val="%1.%2.%3.%4.%5.%6."/>
      <w:lvlJc w:val="left"/>
      <w:pPr>
        <w:tabs>
          <w:tab w:val="num" w:pos="0"/>
        </w:tabs>
        <w:ind w:left="357" w:hanging="357"/>
      </w:pPr>
      <w:rPr>
        <w:rFonts w:cs="Times New Roman" w:hint="default"/>
      </w:rPr>
    </w:lvl>
    <w:lvl w:ilvl="6">
      <w:start w:val="1"/>
      <w:numFmt w:val="decimal"/>
      <w:lvlText w:val="%1.%2.%3.%4.%5.%6.%7."/>
      <w:lvlJc w:val="left"/>
      <w:pPr>
        <w:tabs>
          <w:tab w:val="num" w:pos="0"/>
        </w:tabs>
        <w:ind w:left="357" w:hanging="357"/>
      </w:pPr>
      <w:rPr>
        <w:rFonts w:cs="Times New Roman" w:hint="default"/>
      </w:rPr>
    </w:lvl>
    <w:lvl w:ilvl="7">
      <w:start w:val="1"/>
      <w:numFmt w:val="decimal"/>
      <w:lvlText w:val="%1.%2.%3.%4.%5.%6.%7.%8."/>
      <w:lvlJc w:val="left"/>
      <w:pPr>
        <w:tabs>
          <w:tab w:val="num" w:pos="0"/>
        </w:tabs>
        <w:ind w:left="357" w:hanging="357"/>
      </w:pPr>
      <w:rPr>
        <w:rFonts w:cs="Times New Roman" w:hint="default"/>
      </w:rPr>
    </w:lvl>
    <w:lvl w:ilvl="8">
      <w:start w:val="1"/>
      <w:numFmt w:val="decimal"/>
      <w:lvlText w:val="%1.%2.%3.%4.%5.%6.%7.%8.%9."/>
      <w:lvlJc w:val="left"/>
      <w:pPr>
        <w:tabs>
          <w:tab w:val="num" w:pos="0"/>
        </w:tabs>
        <w:ind w:left="357" w:hanging="357"/>
      </w:pPr>
      <w:rPr>
        <w:rFonts w:cs="Times New Roman" w:hint="default"/>
      </w:rPr>
    </w:lvl>
  </w:abstractNum>
  <w:abstractNum w:abstractNumId="72" w15:restartNumberingAfterBreak="0">
    <w:nsid w:val="63EB6E5E"/>
    <w:multiLevelType w:val="hybridMultilevel"/>
    <w:tmpl w:val="230E4C64"/>
    <w:lvl w:ilvl="0" w:tplc="FFFFFFFF">
      <w:start w:val="1"/>
      <w:numFmt w:val="bullet"/>
      <w:lvlText w:val=""/>
      <w:lvlJc w:val="left"/>
      <w:pPr>
        <w:tabs>
          <w:tab w:val="num" w:pos="1531"/>
        </w:tabs>
        <w:ind w:left="1531" w:hanging="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pStyle w:val="25"/>
      <w:lvlText w:val=""/>
      <w:lvlJc w:val="left"/>
      <w:pPr>
        <w:tabs>
          <w:tab w:val="num" w:pos="1531"/>
        </w:tabs>
        <w:ind w:left="1531" w:hanging="567"/>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47B1B7E"/>
    <w:multiLevelType w:val="hybridMultilevel"/>
    <w:tmpl w:val="51DE0756"/>
    <w:lvl w:ilvl="0" w:tplc="ABFA47F8">
      <w:start w:val="1"/>
      <w:numFmt w:val="decimal"/>
      <w:pStyle w:val="af0"/>
      <w:suff w:val="space"/>
      <w:lvlText w:val="%1)"/>
      <w:lvlJc w:val="left"/>
      <w:pPr>
        <w:ind w:left="1" w:firstLine="709"/>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74" w15:restartNumberingAfterBreak="0">
    <w:nsid w:val="65024457"/>
    <w:multiLevelType w:val="multilevel"/>
    <w:tmpl w:val="612C33F6"/>
    <w:lvl w:ilvl="0">
      <w:start w:val="1"/>
      <w:numFmt w:val="decimal"/>
      <w:pStyle w:val="B1"/>
      <w:suff w:val="space"/>
      <w:lvlText w:val="B.%1"/>
      <w:lvlJc w:val="left"/>
      <w:pPr>
        <w:ind w:left="709" w:firstLine="0"/>
      </w:pPr>
      <w:rPr>
        <w:rFonts w:hint="default"/>
      </w:rPr>
    </w:lvl>
    <w:lvl w:ilvl="1">
      <w:start w:val="1"/>
      <w:numFmt w:val="decimal"/>
      <w:pStyle w:val="26"/>
      <w:suff w:val="space"/>
      <w:lvlText w:val="В.%1.%2"/>
      <w:lvlJc w:val="left"/>
      <w:pPr>
        <w:ind w:left="709" w:firstLine="0"/>
      </w:pPr>
      <w:rPr>
        <w:rFonts w:cs="Times New Roman" w:hint="default"/>
      </w:rPr>
    </w:lvl>
    <w:lvl w:ilvl="2">
      <w:start w:val="1"/>
      <w:numFmt w:val="decimal"/>
      <w:lvlRestart w:val="1"/>
      <w:suff w:val="space"/>
      <w:lvlText w:val="А.%1.%2.%3"/>
      <w:lvlJc w:val="left"/>
      <w:pPr>
        <w:ind w:left="709" w:firstLine="0"/>
      </w:pPr>
      <w:rPr>
        <w:rFonts w:cs="Times New Roman" w:hint="default"/>
      </w:rPr>
    </w:lvl>
    <w:lvl w:ilvl="3">
      <w:start w:val="1"/>
      <w:numFmt w:val="decimal"/>
      <w:lvlRestart w:val="1"/>
      <w:suff w:val="space"/>
      <w:lvlText w:val="А.%1.%2.%3.%4"/>
      <w:lvlJc w:val="left"/>
      <w:pPr>
        <w:ind w:left="709" w:firstLine="0"/>
      </w:pPr>
      <w:rPr>
        <w:rFonts w:cs="Times New Roman" w:hint="default"/>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75" w15:restartNumberingAfterBreak="0">
    <w:nsid w:val="67A20FD4"/>
    <w:multiLevelType w:val="hybridMultilevel"/>
    <w:tmpl w:val="69EC1A82"/>
    <w:lvl w:ilvl="0" w:tplc="29DC6718">
      <w:start w:val="1"/>
      <w:numFmt w:val="bullet"/>
      <w:pStyle w:val="61"/>
      <w:lvlText w:val=""/>
      <w:lvlJc w:val="left"/>
      <w:pPr>
        <w:tabs>
          <w:tab w:val="num" w:pos="2041"/>
        </w:tabs>
        <w:ind w:left="1701" w:hanging="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7F86490"/>
    <w:multiLevelType w:val="hybridMultilevel"/>
    <w:tmpl w:val="5B2C10F0"/>
    <w:lvl w:ilvl="0" w:tplc="4D1A3232">
      <w:start w:val="1"/>
      <w:numFmt w:val="bullet"/>
      <w:pStyle w:val="-8"/>
      <w:lvlText w:val=""/>
      <w:lvlJc w:val="left"/>
      <w:pPr>
        <w:tabs>
          <w:tab w:val="num" w:pos="3090"/>
        </w:tabs>
        <w:ind w:left="2807" w:firstLine="29"/>
      </w:pPr>
      <w:rPr>
        <w:rFonts w:ascii="Wingdings" w:hAnsi="Wingdings" w:hint="default"/>
        <w:color w:val="auto"/>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9F53201"/>
    <w:multiLevelType w:val="multilevel"/>
    <w:tmpl w:val="8F647CC0"/>
    <w:styleLink w:val="NumberedList"/>
    <w:lvl w:ilvl="0">
      <w:start w:val="1"/>
      <w:numFmt w:val="decimal"/>
      <w:lvlText w:val="%1."/>
      <w:lvlJc w:val="left"/>
      <w:pPr>
        <w:tabs>
          <w:tab w:val="num" w:pos="907"/>
        </w:tabs>
        <w:ind w:left="907" w:hanging="340"/>
      </w:pPr>
      <w:rPr>
        <w:rFonts w:ascii="Segoe" w:eastAsia="Times New Roman" w:hAnsi="Segoe" w:cs="Segoe" w:hint="default"/>
        <w:sz w:val="20"/>
        <w:szCs w:val="20"/>
      </w:rPr>
    </w:lvl>
    <w:lvl w:ilvl="1">
      <w:start w:val="1"/>
      <w:numFmt w:val="lowerLetter"/>
      <w:lvlText w:val="%2."/>
      <w:lvlJc w:val="left"/>
      <w:pPr>
        <w:tabs>
          <w:tab w:val="num" w:pos="1247"/>
        </w:tabs>
        <w:ind w:left="1247" w:hanging="340"/>
      </w:pPr>
      <w:rPr>
        <w:rFonts w:cs="Times New Roman" w:hint="default"/>
        <w:sz w:val="20"/>
        <w:szCs w:val="20"/>
      </w:rPr>
    </w:lvl>
    <w:lvl w:ilvl="2">
      <w:start w:val="1"/>
      <w:numFmt w:val="lowerRoman"/>
      <w:lvlText w:val="%3."/>
      <w:lvlJc w:val="left"/>
      <w:pPr>
        <w:tabs>
          <w:tab w:val="num" w:pos="1588"/>
        </w:tabs>
        <w:ind w:left="1588" w:hanging="341"/>
      </w:pPr>
      <w:rPr>
        <w:rFonts w:cs="Times New Roman" w:hint="default"/>
        <w:sz w:val="20"/>
        <w:szCs w:val="20"/>
      </w:rPr>
    </w:lvl>
    <w:lvl w:ilvl="3">
      <w:start w:val="1"/>
      <w:numFmt w:val="decimal"/>
      <w:lvlText w:val="(%4)"/>
      <w:lvlJc w:val="left"/>
      <w:pPr>
        <w:tabs>
          <w:tab w:val="num" w:pos="10752"/>
        </w:tabs>
        <w:ind w:left="10752" w:hanging="360"/>
      </w:pPr>
      <w:rPr>
        <w:rFonts w:cs="Times New Roman" w:hint="default"/>
      </w:rPr>
    </w:lvl>
    <w:lvl w:ilvl="4">
      <w:start w:val="1"/>
      <w:numFmt w:val="lowerLetter"/>
      <w:lvlText w:val="(%5)"/>
      <w:lvlJc w:val="left"/>
      <w:pPr>
        <w:tabs>
          <w:tab w:val="num" w:pos="11112"/>
        </w:tabs>
        <w:ind w:left="11112" w:hanging="360"/>
      </w:pPr>
      <w:rPr>
        <w:rFonts w:cs="Times New Roman" w:hint="default"/>
      </w:rPr>
    </w:lvl>
    <w:lvl w:ilvl="5">
      <w:start w:val="1"/>
      <w:numFmt w:val="lowerRoman"/>
      <w:lvlText w:val="(%6)"/>
      <w:lvlJc w:val="left"/>
      <w:pPr>
        <w:tabs>
          <w:tab w:val="num" w:pos="11472"/>
        </w:tabs>
        <w:ind w:left="11472" w:hanging="360"/>
      </w:pPr>
      <w:rPr>
        <w:rFonts w:cs="Times New Roman" w:hint="default"/>
      </w:rPr>
    </w:lvl>
    <w:lvl w:ilvl="6">
      <w:start w:val="1"/>
      <w:numFmt w:val="decimal"/>
      <w:lvlText w:val="%7."/>
      <w:lvlJc w:val="left"/>
      <w:pPr>
        <w:tabs>
          <w:tab w:val="num" w:pos="11832"/>
        </w:tabs>
        <w:ind w:left="11832" w:hanging="360"/>
      </w:pPr>
      <w:rPr>
        <w:rFonts w:cs="Times New Roman" w:hint="default"/>
      </w:rPr>
    </w:lvl>
    <w:lvl w:ilvl="7">
      <w:start w:val="1"/>
      <w:numFmt w:val="lowerLetter"/>
      <w:lvlText w:val="%8."/>
      <w:lvlJc w:val="left"/>
      <w:pPr>
        <w:tabs>
          <w:tab w:val="num" w:pos="12192"/>
        </w:tabs>
        <w:ind w:left="12192" w:hanging="360"/>
      </w:pPr>
      <w:rPr>
        <w:rFonts w:cs="Times New Roman" w:hint="default"/>
      </w:rPr>
    </w:lvl>
    <w:lvl w:ilvl="8">
      <w:start w:val="1"/>
      <w:numFmt w:val="lowerRoman"/>
      <w:lvlText w:val="%9."/>
      <w:lvlJc w:val="left"/>
      <w:pPr>
        <w:tabs>
          <w:tab w:val="num" w:pos="12552"/>
        </w:tabs>
        <w:ind w:left="12552" w:hanging="360"/>
      </w:pPr>
      <w:rPr>
        <w:rFonts w:cs="Times New Roman" w:hint="default"/>
      </w:rPr>
    </w:lvl>
  </w:abstractNum>
  <w:abstractNum w:abstractNumId="78" w15:restartNumberingAfterBreak="0">
    <w:nsid w:val="6ACB3A9C"/>
    <w:multiLevelType w:val="multilevel"/>
    <w:tmpl w:val="58D0B390"/>
    <w:styleLink w:val="70"/>
    <w:lvl w:ilvl="0">
      <w:start w:val="1"/>
      <w:numFmt w:val="decimal"/>
      <w:pStyle w:val="212"/>
      <w:lvlText w:val="%1."/>
      <w:lvlJc w:val="left"/>
      <w:pPr>
        <w:tabs>
          <w:tab w:val="num" w:pos="680"/>
        </w:tabs>
        <w:ind w:left="357" w:hanging="357"/>
      </w:pPr>
      <w:rPr>
        <w:rFonts w:cs="Times New Roman" w:hint="default"/>
      </w:rPr>
    </w:lvl>
    <w:lvl w:ilvl="1">
      <w:start w:val="1"/>
      <w:numFmt w:val="decimal"/>
      <w:lvlText w:val="%1.%2."/>
      <w:lvlJc w:val="left"/>
      <w:pPr>
        <w:tabs>
          <w:tab w:val="num" w:pos="992"/>
        </w:tabs>
        <w:ind w:left="284" w:firstLine="425"/>
      </w:pPr>
      <w:rPr>
        <w:rFonts w:cs="Times New Roman" w:hint="default"/>
      </w:rPr>
    </w:lvl>
    <w:lvl w:ilvl="2">
      <w:start w:val="1"/>
      <w:numFmt w:val="decimal"/>
      <w:lvlText w:val="%1.%2.%3."/>
      <w:lvlJc w:val="left"/>
      <w:pPr>
        <w:tabs>
          <w:tab w:val="num" w:pos="709"/>
        </w:tabs>
        <w:ind w:left="357" w:firstLine="352"/>
      </w:pPr>
      <w:rPr>
        <w:rFonts w:cs="Times New Roman" w:hint="default"/>
      </w:rPr>
    </w:lvl>
    <w:lvl w:ilvl="3">
      <w:start w:val="1"/>
      <w:numFmt w:val="decimal"/>
      <w:lvlText w:val="%1.%2.%3.%4."/>
      <w:lvlJc w:val="left"/>
      <w:pPr>
        <w:tabs>
          <w:tab w:val="num" w:pos="709"/>
        </w:tabs>
        <w:ind w:left="357" w:firstLine="352"/>
      </w:pPr>
      <w:rPr>
        <w:rFonts w:cs="Times New Roman" w:hint="default"/>
      </w:rPr>
    </w:lvl>
    <w:lvl w:ilvl="4">
      <w:start w:val="1"/>
      <w:numFmt w:val="decimal"/>
      <w:lvlText w:val="%1.%2.%3.%4.%5."/>
      <w:lvlJc w:val="left"/>
      <w:pPr>
        <w:tabs>
          <w:tab w:val="num" w:pos="851"/>
        </w:tabs>
        <w:ind w:left="357" w:firstLine="352"/>
      </w:pPr>
      <w:rPr>
        <w:rFonts w:cs="Times New Roman" w:hint="default"/>
      </w:rPr>
    </w:lvl>
    <w:lvl w:ilvl="5">
      <w:start w:val="1"/>
      <w:numFmt w:val="decimal"/>
      <w:lvlText w:val="%1.%2.%3.%4.%5.%6."/>
      <w:lvlJc w:val="left"/>
      <w:pPr>
        <w:tabs>
          <w:tab w:val="num" w:pos="0"/>
        </w:tabs>
        <w:ind w:left="357" w:hanging="357"/>
      </w:pPr>
      <w:rPr>
        <w:rFonts w:cs="Times New Roman" w:hint="default"/>
      </w:rPr>
    </w:lvl>
    <w:lvl w:ilvl="6">
      <w:start w:val="1"/>
      <w:numFmt w:val="decimal"/>
      <w:lvlText w:val="%1.%2.%3.%4.%5.%6.%7."/>
      <w:lvlJc w:val="left"/>
      <w:pPr>
        <w:tabs>
          <w:tab w:val="num" w:pos="0"/>
        </w:tabs>
        <w:ind w:left="357" w:hanging="357"/>
      </w:pPr>
      <w:rPr>
        <w:rFonts w:cs="Times New Roman" w:hint="default"/>
      </w:rPr>
    </w:lvl>
    <w:lvl w:ilvl="7">
      <w:start w:val="1"/>
      <w:numFmt w:val="decimal"/>
      <w:lvlText w:val="%1.%2.%3.%4.%5.%6.%7.%8."/>
      <w:lvlJc w:val="left"/>
      <w:pPr>
        <w:tabs>
          <w:tab w:val="num" w:pos="0"/>
        </w:tabs>
        <w:ind w:left="357" w:hanging="357"/>
      </w:pPr>
      <w:rPr>
        <w:rFonts w:cs="Times New Roman" w:hint="default"/>
      </w:rPr>
    </w:lvl>
    <w:lvl w:ilvl="8">
      <w:start w:val="1"/>
      <w:numFmt w:val="decimal"/>
      <w:lvlText w:val="%1.%2.%3.%4.%5.%6.%7.%8.%9."/>
      <w:lvlJc w:val="left"/>
      <w:pPr>
        <w:tabs>
          <w:tab w:val="num" w:pos="0"/>
        </w:tabs>
        <w:ind w:left="357" w:hanging="357"/>
      </w:pPr>
      <w:rPr>
        <w:rFonts w:cs="Times New Roman" w:hint="default"/>
      </w:rPr>
    </w:lvl>
  </w:abstractNum>
  <w:abstractNum w:abstractNumId="79" w15:restartNumberingAfterBreak="0">
    <w:nsid w:val="6ADF4664"/>
    <w:multiLevelType w:val="multilevel"/>
    <w:tmpl w:val="C76E7ED0"/>
    <w:lvl w:ilvl="0">
      <w:start w:val="1"/>
      <w:numFmt w:val="decimal"/>
      <w:pStyle w:val="1a"/>
      <w:suff w:val="space"/>
      <w:lvlText w:val="А.%1"/>
      <w:lvlJc w:val="left"/>
      <w:pPr>
        <w:ind w:left="709" w:firstLine="0"/>
      </w:pPr>
      <w:rPr>
        <w:rFonts w:hint="default"/>
      </w:rPr>
    </w:lvl>
    <w:lvl w:ilvl="1">
      <w:start w:val="1"/>
      <w:numFmt w:val="decimal"/>
      <w:pStyle w:val="27"/>
      <w:suff w:val="space"/>
      <w:lvlText w:val="А.%1.%2"/>
      <w:lvlJc w:val="left"/>
      <w:pPr>
        <w:ind w:left="709" w:firstLine="0"/>
      </w:pPr>
      <w:rPr>
        <w:rFonts w:cs="Times New Roman" w:hint="default"/>
      </w:rPr>
    </w:lvl>
    <w:lvl w:ilvl="2">
      <w:start w:val="1"/>
      <w:numFmt w:val="decimal"/>
      <w:lvlRestart w:val="1"/>
      <w:pStyle w:val="33"/>
      <w:suff w:val="space"/>
      <w:lvlText w:val="А.%1.%2.%3"/>
      <w:lvlJc w:val="left"/>
      <w:pPr>
        <w:ind w:left="709" w:firstLine="0"/>
      </w:pPr>
      <w:rPr>
        <w:rFonts w:cs="Times New Roman" w:hint="default"/>
      </w:rPr>
    </w:lvl>
    <w:lvl w:ilvl="3">
      <w:start w:val="1"/>
      <w:numFmt w:val="decimal"/>
      <w:lvlRestart w:val="1"/>
      <w:pStyle w:val="45"/>
      <w:suff w:val="space"/>
      <w:lvlText w:val="А.%1.%2.%3.%4"/>
      <w:lvlJc w:val="left"/>
      <w:pPr>
        <w:ind w:left="709" w:firstLine="0"/>
      </w:pPr>
      <w:rPr>
        <w:rFonts w:cs="Times New Roman" w:hint="default"/>
      </w:rPr>
    </w:lvl>
    <w:lvl w:ilvl="4">
      <w:start w:val="1"/>
      <w:numFmt w:val="decimal"/>
      <w:lvlText w:val="%1.%2.%3.%4.%5."/>
      <w:lvlJc w:val="left"/>
      <w:pPr>
        <w:tabs>
          <w:tab w:val="num" w:pos="0"/>
        </w:tabs>
        <w:ind w:left="0" w:firstLine="0"/>
      </w:pPr>
      <w:rPr>
        <w:rFonts w:cs="Times New Roman" w:hint="default"/>
      </w:rPr>
    </w:lvl>
    <w:lvl w:ilvl="5">
      <w:start w:val="1"/>
      <w:numFmt w:val="decimal"/>
      <w:lvlText w:val="%1.%2.%3.%4.%5.%6."/>
      <w:lvlJc w:val="left"/>
      <w:pPr>
        <w:tabs>
          <w:tab w:val="num" w:pos="0"/>
        </w:tabs>
        <w:ind w:left="0" w:firstLine="0"/>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80" w15:restartNumberingAfterBreak="0">
    <w:nsid w:val="6DB22422"/>
    <w:multiLevelType w:val="multilevel"/>
    <w:tmpl w:val="0C09001D"/>
    <w:styleLink w:val="Checklist"/>
    <w:lvl w:ilvl="0">
      <w:start w:val="1"/>
      <w:numFmt w:val="bullet"/>
      <w:lvlText w:val=""/>
      <w:lvlJc w:val="left"/>
      <w:pPr>
        <w:tabs>
          <w:tab w:val="num" w:pos="360"/>
        </w:tabs>
        <w:ind w:left="360" w:hanging="360"/>
      </w:pPr>
      <w:rPr>
        <w:rFonts w:ascii="Wingdings" w:hAnsi="Wingdings" w:hint="default"/>
        <w:color w:val="808080"/>
        <w:sz w:val="28"/>
      </w:rPr>
    </w:lvl>
    <w:lvl w:ilvl="1">
      <w:start w:val="1"/>
      <w:numFmt w:val="bullet"/>
      <w:lvlText w:val=""/>
      <w:lvlJc w:val="left"/>
      <w:pPr>
        <w:tabs>
          <w:tab w:val="num" w:pos="720"/>
        </w:tabs>
        <w:ind w:left="720" w:hanging="360"/>
      </w:pPr>
      <w:rPr>
        <w:rFonts w:ascii="Wingdings" w:hAnsi="Wingdings" w:hint="default"/>
        <w:color w:val="808080"/>
        <w:sz w:val="28"/>
      </w:rPr>
    </w:lvl>
    <w:lvl w:ilvl="2">
      <w:start w:val="1"/>
      <w:numFmt w:val="bullet"/>
      <w:lvlText w:val=""/>
      <w:lvlJc w:val="left"/>
      <w:pPr>
        <w:tabs>
          <w:tab w:val="num" w:pos="1080"/>
        </w:tabs>
        <w:ind w:left="1080" w:hanging="360"/>
      </w:pPr>
      <w:rPr>
        <w:rFonts w:ascii="Wingdings" w:hAnsi="Wingdings" w:hint="default"/>
        <w:color w:val="808080"/>
        <w:sz w:val="28"/>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1" w15:restartNumberingAfterBreak="0">
    <w:nsid w:val="6F723F7D"/>
    <w:multiLevelType w:val="multilevel"/>
    <w:tmpl w:val="F6E2FDA4"/>
    <w:lvl w:ilvl="0">
      <w:start w:val="1"/>
      <w:numFmt w:val="upperLetter"/>
      <w:pStyle w:val="1b"/>
      <w:lvlText w:val="%1"/>
      <w:lvlJc w:val="left"/>
      <w:pPr>
        <w:tabs>
          <w:tab w:val="num" w:pos="927"/>
        </w:tabs>
        <w:ind w:left="567"/>
      </w:pPr>
      <w:rPr>
        <w:rFonts w:cs="Times New Roman" w:hint="default"/>
      </w:rPr>
    </w:lvl>
    <w:lvl w:ilvl="1">
      <w:start w:val="1"/>
      <w:numFmt w:val="decimal"/>
      <w:pStyle w:val="112"/>
      <w:suff w:val="space"/>
      <w:lvlText w:val="%1.%2   "/>
      <w:lvlJc w:val="left"/>
      <w:pPr>
        <w:ind w:left="396" w:firstLine="29"/>
      </w:pPr>
      <w:rPr>
        <w:rFonts w:cs="Times New Roman" w:hint="default"/>
      </w:rPr>
    </w:lvl>
    <w:lvl w:ilvl="2">
      <w:start w:val="1"/>
      <w:numFmt w:val="decimal"/>
      <w:pStyle w:val="120"/>
      <w:suff w:val="space"/>
      <w:lvlText w:val="%1.%2.%3   "/>
      <w:lvlJc w:val="left"/>
      <w:pPr>
        <w:ind w:left="1116" w:hanging="432"/>
      </w:pPr>
      <w:rPr>
        <w:rFonts w:cs="Times New Roman" w:hint="default"/>
        <w:bCs w:val="0"/>
        <w:i w:val="0"/>
        <w:iCs w:val="0"/>
        <w:smallCaps w:val="0"/>
        <w:strike w:val="0"/>
        <w:dstrike w:val="0"/>
        <w:vanish w:val="0"/>
        <w:spacing w:val="0"/>
        <w:kern w:val="0"/>
        <w:position w:val="0"/>
        <w:u w:val="none"/>
        <w:vertAlign w:val="baseline"/>
      </w:rPr>
    </w:lvl>
    <w:lvl w:ilvl="3">
      <w:start w:val="1"/>
      <w:numFmt w:val="lowerRoman"/>
      <w:lvlText w:val="(%4)"/>
      <w:lvlJc w:val="right"/>
      <w:pPr>
        <w:tabs>
          <w:tab w:val="num" w:pos="1260"/>
        </w:tabs>
        <w:ind w:left="1260" w:hanging="144"/>
      </w:pPr>
      <w:rPr>
        <w:rFonts w:cs="Times New Roman" w:hint="default"/>
      </w:rPr>
    </w:lvl>
    <w:lvl w:ilvl="4">
      <w:start w:val="1"/>
      <w:numFmt w:val="decimal"/>
      <w:lvlText w:val="%5)"/>
      <w:lvlJc w:val="left"/>
      <w:pPr>
        <w:tabs>
          <w:tab w:val="num" w:pos="1404"/>
        </w:tabs>
        <w:ind w:left="1404" w:hanging="432"/>
      </w:pPr>
      <w:rPr>
        <w:rFonts w:cs="Times New Roman" w:hint="default"/>
      </w:rPr>
    </w:lvl>
    <w:lvl w:ilvl="5">
      <w:start w:val="1"/>
      <w:numFmt w:val="lowerLetter"/>
      <w:lvlText w:val="%6)"/>
      <w:lvlJc w:val="left"/>
      <w:pPr>
        <w:tabs>
          <w:tab w:val="num" w:pos="1548"/>
        </w:tabs>
        <w:ind w:left="1548" w:hanging="432"/>
      </w:pPr>
      <w:rPr>
        <w:rFonts w:cs="Times New Roman" w:hint="default"/>
      </w:rPr>
    </w:lvl>
    <w:lvl w:ilvl="6">
      <w:start w:val="1"/>
      <w:numFmt w:val="lowerRoman"/>
      <w:lvlText w:val="%7)"/>
      <w:lvlJc w:val="right"/>
      <w:pPr>
        <w:tabs>
          <w:tab w:val="num" w:pos="1692"/>
        </w:tabs>
        <w:ind w:left="1692" w:hanging="288"/>
      </w:pPr>
      <w:rPr>
        <w:rFonts w:cs="Times New Roman" w:hint="default"/>
      </w:rPr>
    </w:lvl>
    <w:lvl w:ilvl="7">
      <w:start w:val="1"/>
      <w:numFmt w:val="lowerLetter"/>
      <w:lvlText w:val="%8."/>
      <w:lvlJc w:val="left"/>
      <w:pPr>
        <w:tabs>
          <w:tab w:val="num" w:pos="1836"/>
        </w:tabs>
        <w:ind w:left="1836" w:hanging="432"/>
      </w:pPr>
      <w:rPr>
        <w:rFonts w:cs="Times New Roman" w:hint="default"/>
      </w:rPr>
    </w:lvl>
    <w:lvl w:ilvl="8">
      <w:start w:val="1"/>
      <w:numFmt w:val="lowerRoman"/>
      <w:lvlText w:val="%9."/>
      <w:lvlJc w:val="right"/>
      <w:pPr>
        <w:tabs>
          <w:tab w:val="num" w:pos="1980"/>
        </w:tabs>
        <w:ind w:left="1980" w:hanging="144"/>
      </w:pPr>
      <w:rPr>
        <w:rFonts w:cs="Times New Roman" w:hint="default"/>
      </w:rPr>
    </w:lvl>
  </w:abstractNum>
  <w:abstractNum w:abstractNumId="82" w15:restartNumberingAfterBreak="0">
    <w:nsid w:val="71117785"/>
    <w:multiLevelType w:val="hybridMultilevel"/>
    <w:tmpl w:val="D09438FC"/>
    <w:lvl w:ilvl="0" w:tplc="FFFFFFFF">
      <w:start w:val="1"/>
      <w:numFmt w:val="bullet"/>
      <w:pStyle w:val="34"/>
      <w:lvlText w:val=""/>
      <w:lvlJc w:val="left"/>
      <w:pPr>
        <w:tabs>
          <w:tab w:val="num" w:pos="2949"/>
        </w:tabs>
        <w:ind w:left="2892" w:hanging="22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2D23DFE"/>
    <w:multiLevelType w:val="multilevel"/>
    <w:tmpl w:val="682E28D2"/>
    <w:lvl w:ilvl="0">
      <w:start w:val="2"/>
      <w:numFmt w:val="decimal"/>
      <w:pStyle w:val="121"/>
      <w:suff w:val="space"/>
      <w:lvlText w:val="%1."/>
      <w:lvlJc w:val="left"/>
      <w:pPr>
        <w:ind w:left="0" w:firstLine="709"/>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start w:val="1"/>
      <w:numFmt w:val="decimal"/>
      <w:pStyle w:val="220"/>
      <w:suff w:val="space"/>
      <w:lvlText w:val="%1.%2."/>
      <w:lvlJc w:val="left"/>
      <w:pPr>
        <w:ind w:left="0" w:firstLine="709"/>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pStyle w:val="320"/>
      <w:suff w:val="space"/>
      <w:lvlText w:val="%1.%2.%3."/>
      <w:lvlJc w:val="left"/>
      <w:pPr>
        <w:ind w:left="0" w:firstLine="709"/>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3">
      <w:start w:val="1"/>
      <w:numFmt w:val="decimal"/>
      <w:lvlText w:val="%1.%2.%3.%4."/>
      <w:lvlJc w:val="left"/>
      <w:pPr>
        <w:tabs>
          <w:tab w:val="num" w:pos="2832"/>
        </w:tabs>
        <w:ind w:left="0" w:firstLine="0"/>
      </w:pPr>
      <w:rPr>
        <w:rFonts w:hint="default"/>
      </w:rPr>
    </w:lvl>
    <w:lvl w:ilvl="4">
      <w:start w:val="1"/>
      <w:numFmt w:val="decimal"/>
      <w:lvlText w:val="%1.%2.%3.%4.%5."/>
      <w:lvlJc w:val="left"/>
      <w:pPr>
        <w:tabs>
          <w:tab w:val="num" w:pos="3552"/>
        </w:tabs>
        <w:ind w:left="2184" w:hanging="795"/>
      </w:pPr>
      <w:rPr>
        <w:rFonts w:hint="default"/>
      </w:rPr>
    </w:lvl>
    <w:lvl w:ilvl="5">
      <w:start w:val="1"/>
      <w:numFmt w:val="decimal"/>
      <w:lvlText w:val="%1.%2.%3.%4.%5.%6."/>
      <w:lvlJc w:val="left"/>
      <w:pPr>
        <w:tabs>
          <w:tab w:val="num" w:pos="4272"/>
        </w:tabs>
        <w:ind w:left="2688" w:hanging="936"/>
      </w:pPr>
      <w:rPr>
        <w:rFonts w:hint="default"/>
      </w:rPr>
    </w:lvl>
    <w:lvl w:ilvl="6">
      <w:start w:val="1"/>
      <w:numFmt w:val="decimal"/>
      <w:lvlText w:val="%1.%2.%3.%4.%5.%6.%7."/>
      <w:lvlJc w:val="left"/>
      <w:pPr>
        <w:tabs>
          <w:tab w:val="num" w:pos="4992"/>
        </w:tabs>
        <w:ind w:left="3192" w:hanging="1080"/>
      </w:pPr>
      <w:rPr>
        <w:rFonts w:hint="default"/>
      </w:rPr>
    </w:lvl>
    <w:lvl w:ilvl="7">
      <w:start w:val="1"/>
      <w:numFmt w:val="decimal"/>
      <w:lvlText w:val="%1.%2.%3.%4.%5.%6.%7.%8."/>
      <w:lvlJc w:val="left"/>
      <w:pPr>
        <w:tabs>
          <w:tab w:val="num" w:pos="6072"/>
        </w:tabs>
        <w:ind w:left="3696" w:hanging="1224"/>
      </w:pPr>
      <w:rPr>
        <w:rFonts w:hint="default"/>
      </w:rPr>
    </w:lvl>
    <w:lvl w:ilvl="8">
      <w:start w:val="1"/>
      <w:numFmt w:val="decimal"/>
      <w:lvlText w:val="%1.%2.%3.%4.%5.%6.%7.%8.%9."/>
      <w:lvlJc w:val="left"/>
      <w:pPr>
        <w:tabs>
          <w:tab w:val="num" w:pos="6792"/>
        </w:tabs>
        <w:ind w:left="4272" w:hanging="1440"/>
      </w:pPr>
      <w:rPr>
        <w:rFonts w:hint="default"/>
      </w:rPr>
    </w:lvl>
  </w:abstractNum>
  <w:abstractNum w:abstractNumId="84" w15:restartNumberingAfterBreak="0">
    <w:nsid w:val="736D7896"/>
    <w:multiLevelType w:val="hybridMultilevel"/>
    <w:tmpl w:val="D1507FC4"/>
    <w:lvl w:ilvl="0" w:tplc="FFFFFFFF">
      <w:start w:val="1"/>
      <w:numFmt w:val="bullet"/>
      <w:pStyle w:val="0"/>
      <w:lvlText w:val=""/>
      <w:lvlJc w:val="left"/>
      <w:pPr>
        <w:tabs>
          <w:tab w:val="num" w:pos="360"/>
        </w:tabs>
        <w:ind w:left="0" w:firstLine="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6101965"/>
    <w:multiLevelType w:val="multilevel"/>
    <w:tmpl w:val="E9DAFB3A"/>
    <w:lvl w:ilvl="0">
      <w:start w:val="1"/>
      <w:numFmt w:val="lowerLetter"/>
      <w:pStyle w:val="1c"/>
      <w:lvlText w:val="%1."/>
      <w:lvlJc w:val="left"/>
      <w:pPr>
        <w:tabs>
          <w:tab w:val="num" w:pos="1494"/>
        </w:tabs>
        <w:ind w:left="1418" w:hanging="284"/>
      </w:pPr>
      <w:rPr>
        <w:rFonts w:cs="Times New Roman" w:hint="default"/>
      </w:rPr>
    </w:lvl>
    <w:lvl w:ilvl="1">
      <w:start w:val="1"/>
      <w:numFmt w:val="decimal"/>
      <w:pStyle w:val="28"/>
      <w:lvlText w:val="%1.%2."/>
      <w:lvlJc w:val="left"/>
      <w:pPr>
        <w:tabs>
          <w:tab w:val="num" w:pos="2421"/>
        </w:tabs>
        <w:ind w:left="1985" w:hanging="284"/>
      </w:pPr>
      <w:rPr>
        <w:rFonts w:cs="Times New Roman" w:hint="default"/>
      </w:rPr>
    </w:lvl>
    <w:lvl w:ilvl="2">
      <w:start w:val="1"/>
      <w:numFmt w:val="decimal"/>
      <w:lvlText w:val="%1.%2.%3."/>
      <w:lvlJc w:val="left"/>
      <w:pPr>
        <w:tabs>
          <w:tab w:val="num" w:pos="2705"/>
        </w:tabs>
        <w:ind w:left="2268" w:hanging="283"/>
      </w:pPr>
      <w:rPr>
        <w:rFonts w:cs="Times New Roman" w:hint="default"/>
        <w:b/>
        <w:i w:val="0"/>
      </w:rPr>
    </w:lvl>
    <w:lvl w:ilvl="3">
      <w:start w:val="1"/>
      <w:numFmt w:val="decimal"/>
      <w:lvlText w:val="%1.%2.%3.%4."/>
      <w:lvlJc w:val="left"/>
      <w:pPr>
        <w:tabs>
          <w:tab w:val="num" w:pos="3294"/>
        </w:tabs>
        <w:ind w:left="2862" w:hanging="648"/>
      </w:pPr>
      <w:rPr>
        <w:rFonts w:cs="Times New Roman" w:hint="default"/>
      </w:rPr>
    </w:lvl>
    <w:lvl w:ilvl="4">
      <w:start w:val="1"/>
      <w:numFmt w:val="decimal"/>
      <w:lvlText w:val="%1.%2.%3.%4.%5."/>
      <w:lvlJc w:val="left"/>
      <w:pPr>
        <w:tabs>
          <w:tab w:val="num" w:pos="3654"/>
        </w:tabs>
        <w:ind w:left="3366" w:hanging="792"/>
      </w:pPr>
      <w:rPr>
        <w:rFonts w:cs="Times New Roman" w:hint="default"/>
      </w:rPr>
    </w:lvl>
    <w:lvl w:ilvl="5">
      <w:start w:val="1"/>
      <w:numFmt w:val="decimal"/>
      <w:lvlText w:val="%1.%2.%3.%4.%5.%6."/>
      <w:lvlJc w:val="left"/>
      <w:pPr>
        <w:tabs>
          <w:tab w:val="num" w:pos="4374"/>
        </w:tabs>
        <w:ind w:left="3870" w:hanging="936"/>
      </w:pPr>
      <w:rPr>
        <w:rFonts w:cs="Times New Roman" w:hint="default"/>
      </w:rPr>
    </w:lvl>
    <w:lvl w:ilvl="6">
      <w:start w:val="1"/>
      <w:numFmt w:val="decimal"/>
      <w:lvlText w:val="%1.%2.%3.%4.%5.%6.%7."/>
      <w:lvlJc w:val="left"/>
      <w:pPr>
        <w:tabs>
          <w:tab w:val="num" w:pos="4734"/>
        </w:tabs>
        <w:ind w:left="4374" w:hanging="1080"/>
      </w:pPr>
      <w:rPr>
        <w:rFonts w:cs="Times New Roman" w:hint="default"/>
      </w:rPr>
    </w:lvl>
    <w:lvl w:ilvl="7">
      <w:start w:val="1"/>
      <w:numFmt w:val="decimal"/>
      <w:lvlText w:val="%1.%2.%3.%4.%5.%6.%7.%8."/>
      <w:lvlJc w:val="left"/>
      <w:pPr>
        <w:tabs>
          <w:tab w:val="num" w:pos="5454"/>
        </w:tabs>
        <w:ind w:left="4878" w:hanging="1224"/>
      </w:pPr>
      <w:rPr>
        <w:rFonts w:cs="Times New Roman" w:hint="default"/>
      </w:rPr>
    </w:lvl>
    <w:lvl w:ilvl="8">
      <w:start w:val="1"/>
      <w:numFmt w:val="decimal"/>
      <w:lvlText w:val="%1.%2.%3.%4.%5.%6.%7.%8.%9."/>
      <w:lvlJc w:val="left"/>
      <w:pPr>
        <w:tabs>
          <w:tab w:val="num" w:pos="6174"/>
        </w:tabs>
        <w:ind w:left="5454" w:hanging="1440"/>
      </w:pPr>
      <w:rPr>
        <w:rFonts w:cs="Times New Roman" w:hint="default"/>
      </w:rPr>
    </w:lvl>
  </w:abstractNum>
  <w:abstractNum w:abstractNumId="86" w15:restartNumberingAfterBreak="0">
    <w:nsid w:val="78687D59"/>
    <w:multiLevelType w:val="hybridMultilevel"/>
    <w:tmpl w:val="B9F0E564"/>
    <w:lvl w:ilvl="0" w:tplc="F342ED12">
      <w:start w:val="1"/>
      <w:numFmt w:val="bullet"/>
      <w:pStyle w:val="af1"/>
      <w:lvlText w:val=""/>
      <w:lvlPicBulletId w:val="0"/>
      <w:lvlJc w:val="left"/>
      <w:pPr>
        <w:tabs>
          <w:tab w:val="num" w:pos="567"/>
        </w:tabs>
        <w:ind w:left="567" w:hanging="567"/>
      </w:pPr>
      <w:rPr>
        <w:rFonts w:ascii="Symbol" w:hAnsi="Symbol" w:hint="default"/>
        <w:color w:val="auto"/>
      </w:rPr>
    </w:lvl>
    <w:lvl w:ilvl="1" w:tplc="04190019">
      <w:start w:val="1"/>
      <w:numFmt w:val="bullet"/>
      <w:lvlText w:val=""/>
      <w:lvlJc w:val="left"/>
      <w:pPr>
        <w:tabs>
          <w:tab w:val="num" w:pos="1440"/>
        </w:tabs>
        <w:ind w:left="1440" w:hanging="360"/>
      </w:pPr>
      <w:rPr>
        <w:rFonts w:ascii="Wingdings" w:hAnsi="Wingdings" w:cs="Times New Roman" w:hint="default"/>
        <w:color w:val="auto"/>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9313089"/>
    <w:multiLevelType w:val="hybridMultilevel"/>
    <w:tmpl w:val="036230FC"/>
    <w:lvl w:ilvl="0" w:tplc="93360696">
      <w:start w:val="1"/>
      <w:numFmt w:val="russianLower"/>
      <w:pStyle w:val="af2"/>
      <w:lvlText w:val="%1)"/>
      <w:lvlJc w:val="left"/>
      <w:pPr>
        <w:ind w:left="776" w:hanging="360"/>
      </w:pPr>
      <w:rPr>
        <w:rFonts w:hint="default"/>
      </w:r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88" w15:restartNumberingAfterBreak="0">
    <w:nsid w:val="79602CDD"/>
    <w:multiLevelType w:val="hybridMultilevel"/>
    <w:tmpl w:val="C88C40A2"/>
    <w:lvl w:ilvl="0" w:tplc="1C649894">
      <w:start w:val="1"/>
      <w:numFmt w:val="bullet"/>
      <w:pStyle w:val="-14"/>
      <w:lvlText w:val=""/>
      <w:lvlJc w:val="left"/>
      <w:pPr>
        <w:tabs>
          <w:tab w:val="num" w:pos="1778"/>
        </w:tabs>
        <w:ind w:left="1778" w:hanging="360"/>
      </w:pPr>
      <w:rPr>
        <w:rFonts w:ascii="Wingdings" w:hAnsi="Wingdings" w:hint="default"/>
      </w:rPr>
    </w:lvl>
    <w:lvl w:ilvl="1" w:tplc="FD564F14" w:tentative="1">
      <w:start w:val="1"/>
      <w:numFmt w:val="bullet"/>
      <w:lvlText w:val="o"/>
      <w:lvlJc w:val="left"/>
      <w:pPr>
        <w:tabs>
          <w:tab w:val="num" w:pos="4275"/>
        </w:tabs>
        <w:ind w:left="4275" w:hanging="360"/>
      </w:pPr>
      <w:rPr>
        <w:rFonts w:ascii="Courier New" w:hAnsi="Courier New" w:cs="Courier New" w:hint="default"/>
      </w:rPr>
    </w:lvl>
    <w:lvl w:ilvl="2" w:tplc="257EB028" w:tentative="1">
      <w:start w:val="1"/>
      <w:numFmt w:val="bullet"/>
      <w:lvlText w:val=""/>
      <w:lvlJc w:val="left"/>
      <w:pPr>
        <w:tabs>
          <w:tab w:val="num" w:pos="4995"/>
        </w:tabs>
        <w:ind w:left="4995" w:hanging="360"/>
      </w:pPr>
      <w:rPr>
        <w:rFonts w:ascii="Wingdings" w:hAnsi="Wingdings" w:hint="default"/>
      </w:rPr>
    </w:lvl>
    <w:lvl w:ilvl="3" w:tplc="748ED270" w:tentative="1">
      <w:start w:val="1"/>
      <w:numFmt w:val="bullet"/>
      <w:lvlText w:val=""/>
      <w:lvlJc w:val="left"/>
      <w:pPr>
        <w:tabs>
          <w:tab w:val="num" w:pos="5715"/>
        </w:tabs>
        <w:ind w:left="5715" w:hanging="360"/>
      </w:pPr>
      <w:rPr>
        <w:rFonts w:ascii="Symbol" w:hAnsi="Symbol" w:hint="default"/>
      </w:rPr>
    </w:lvl>
    <w:lvl w:ilvl="4" w:tplc="88C68A4A" w:tentative="1">
      <w:start w:val="1"/>
      <w:numFmt w:val="bullet"/>
      <w:lvlText w:val="o"/>
      <w:lvlJc w:val="left"/>
      <w:pPr>
        <w:tabs>
          <w:tab w:val="num" w:pos="6435"/>
        </w:tabs>
        <w:ind w:left="6435" w:hanging="360"/>
      </w:pPr>
      <w:rPr>
        <w:rFonts w:ascii="Courier New" w:hAnsi="Courier New" w:cs="Courier New" w:hint="default"/>
      </w:rPr>
    </w:lvl>
    <w:lvl w:ilvl="5" w:tplc="D012FE4C" w:tentative="1">
      <w:start w:val="1"/>
      <w:numFmt w:val="bullet"/>
      <w:lvlText w:val=""/>
      <w:lvlJc w:val="left"/>
      <w:pPr>
        <w:tabs>
          <w:tab w:val="num" w:pos="7155"/>
        </w:tabs>
        <w:ind w:left="7155" w:hanging="360"/>
      </w:pPr>
      <w:rPr>
        <w:rFonts w:ascii="Wingdings" w:hAnsi="Wingdings" w:hint="default"/>
      </w:rPr>
    </w:lvl>
    <w:lvl w:ilvl="6" w:tplc="4C0E48FC" w:tentative="1">
      <w:start w:val="1"/>
      <w:numFmt w:val="bullet"/>
      <w:lvlText w:val=""/>
      <w:lvlJc w:val="left"/>
      <w:pPr>
        <w:tabs>
          <w:tab w:val="num" w:pos="7875"/>
        </w:tabs>
        <w:ind w:left="7875" w:hanging="360"/>
      </w:pPr>
      <w:rPr>
        <w:rFonts w:ascii="Symbol" w:hAnsi="Symbol" w:hint="default"/>
      </w:rPr>
    </w:lvl>
    <w:lvl w:ilvl="7" w:tplc="66B22B0E" w:tentative="1">
      <w:start w:val="1"/>
      <w:numFmt w:val="bullet"/>
      <w:lvlText w:val="o"/>
      <w:lvlJc w:val="left"/>
      <w:pPr>
        <w:tabs>
          <w:tab w:val="num" w:pos="8595"/>
        </w:tabs>
        <w:ind w:left="8595" w:hanging="360"/>
      </w:pPr>
      <w:rPr>
        <w:rFonts w:ascii="Courier New" w:hAnsi="Courier New" w:cs="Courier New" w:hint="default"/>
      </w:rPr>
    </w:lvl>
    <w:lvl w:ilvl="8" w:tplc="1AAEF1D8" w:tentative="1">
      <w:start w:val="1"/>
      <w:numFmt w:val="bullet"/>
      <w:lvlText w:val=""/>
      <w:lvlJc w:val="left"/>
      <w:pPr>
        <w:tabs>
          <w:tab w:val="num" w:pos="9315"/>
        </w:tabs>
        <w:ind w:left="9315" w:hanging="360"/>
      </w:pPr>
      <w:rPr>
        <w:rFonts w:ascii="Wingdings" w:hAnsi="Wingdings" w:hint="default"/>
      </w:rPr>
    </w:lvl>
  </w:abstractNum>
  <w:num w:numId="1">
    <w:abstractNumId w:val="61"/>
  </w:num>
  <w:num w:numId="2">
    <w:abstractNumId w:val="38"/>
  </w:num>
  <w:num w:numId="3">
    <w:abstractNumId w:val="88"/>
  </w:num>
  <w:num w:numId="4">
    <w:abstractNumId w:val="53"/>
  </w:num>
  <w:num w:numId="5">
    <w:abstractNumId w:val="82"/>
  </w:num>
  <w:num w:numId="6">
    <w:abstractNumId w:val="75"/>
  </w:num>
  <w:num w:numId="7">
    <w:abstractNumId w:val="27"/>
  </w:num>
  <w:num w:numId="8">
    <w:abstractNumId w:val="40"/>
  </w:num>
  <w:num w:numId="9">
    <w:abstractNumId w:val="17"/>
  </w:num>
  <w:num w:numId="10">
    <w:abstractNumId w:val="55"/>
  </w:num>
  <w:num w:numId="11">
    <w:abstractNumId w:val="81"/>
  </w:num>
  <w:num w:numId="12">
    <w:abstractNumId w:val="18"/>
  </w:num>
  <w:num w:numId="13">
    <w:abstractNumId w:val="34"/>
  </w:num>
  <w:num w:numId="14">
    <w:abstractNumId w:val="58"/>
  </w:num>
  <w:num w:numId="15">
    <w:abstractNumId w:val="67"/>
  </w:num>
  <w:num w:numId="16">
    <w:abstractNumId w:val="0"/>
  </w:num>
  <w:num w:numId="17">
    <w:abstractNumId w:val="28"/>
  </w:num>
  <w:num w:numId="18">
    <w:abstractNumId w:val="52"/>
  </w:num>
  <w:num w:numId="19">
    <w:abstractNumId w:val="80"/>
  </w:num>
  <w:num w:numId="20">
    <w:abstractNumId w:val="49"/>
  </w:num>
  <w:num w:numId="21">
    <w:abstractNumId w:val="77"/>
  </w:num>
  <w:num w:numId="22">
    <w:abstractNumId w:val="85"/>
  </w:num>
  <w:num w:numId="23">
    <w:abstractNumId w:val="68"/>
  </w:num>
  <w:num w:numId="24">
    <w:abstractNumId w:val="11"/>
  </w:num>
  <w:num w:numId="25">
    <w:abstractNumId w:val="16"/>
  </w:num>
  <w:num w:numId="26">
    <w:abstractNumId w:val="7"/>
  </w:num>
  <w:num w:numId="27">
    <w:abstractNumId w:val="45"/>
  </w:num>
  <w:num w:numId="28">
    <w:abstractNumId w:val="24"/>
  </w:num>
  <w:num w:numId="29">
    <w:abstractNumId w:val="50"/>
  </w:num>
  <w:num w:numId="30">
    <w:abstractNumId w:val="13"/>
  </w:num>
  <w:num w:numId="3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6"/>
  </w:num>
  <w:num w:numId="33">
    <w:abstractNumId w:val="51"/>
  </w:num>
  <w:num w:numId="34">
    <w:abstractNumId w:val="60"/>
  </w:num>
  <w:num w:numId="35">
    <w:abstractNumId w:val="76"/>
  </w:num>
  <w:num w:numId="36">
    <w:abstractNumId w:val="66"/>
  </w:num>
  <w:num w:numId="37">
    <w:abstractNumId w:val="12"/>
  </w:num>
  <w:num w:numId="38">
    <w:abstractNumId w:val="15"/>
  </w:num>
  <w:num w:numId="39">
    <w:abstractNumId w:val="43"/>
  </w:num>
  <w:num w:numId="40">
    <w:abstractNumId w:val="39"/>
  </w:num>
  <w:num w:numId="41">
    <w:abstractNumId w:val="72"/>
  </w:num>
  <w:num w:numId="42">
    <w:abstractNumId w:val="30"/>
  </w:num>
  <w:num w:numId="43">
    <w:abstractNumId w:val="10"/>
  </w:num>
  <w:num w:numId="44">
    <w:abstractNumId w:val="71"/>
  </w:num>
  <w:num w:numId="45">
    <w:abstractNumId w:val="78"/>
  </w:num>
  <w:num w:numId="46">
    <w:abstractNumId w:val="41"/>
  </w:num>
  <w:num w:numId="47">
    <w:abstractNumId w:val="59"/>
  </w:num>
  <w:num w:numId="48">
    <w:abstractNumId w:val="4"/>
  </w:num>
  <w:num w:numId="49">
    <w:abstractNumId w:val="1"/>
  </w:num>
  <w:num w:numId="50">
    <w:abstractNumId w:val="21"/>
    <w:lvlOverride w:ilvl="0">
      <w:startOverride w:val="1"/>
    </w:lvlOverride>
  </w:num>
  <w:num w:numId="51">
    <w:abstractNumId w:val="46"/>
  </w:num>
  <w:num w:numId="52">
    <w:abstractNumId w:val="42"/>
  </w:num>
  <w:num w:numId="53">
    <w:abstractNumId w:val="70"/>
  </w:num>
  <w:num w:numId="54">
    <w:abstractNumId w:val="9"/>
  </w:num>
  <w:num w:numId="55">
    <w:abstractNumId w:val="31"/>
  </w:num>
  <w:num w:numId="56">
    <w:abstractNumId w:val="5"/>
  </w:num>
  <w:num w:numId="57">
    <w:abstractNumId w:val="20"/>
  </w:num>
  <w:num w:numId="58">
    <w:abstractNumId w:val="83"/>
  </w:num>
  <w:num w:numId="59">
    <w:abstractNumId w:val="22"/>
  </w:num>
  <w:num w:numId="60">
    <w:abstractNumId w:val="47"/>
  </w:num>
  <w:num w:numId="61">
    <w:abstractNumId w:val="35"/>
    <w:lvlOverride w:ilvl="0">
      <w:startOverride w:val="1"/>
    </w:lvlOverride>
  </w:num>
  <w:num w:numId="62">
    <w:abstractNumId w:val="74"/>
  </w:num>
  <w:num w:numId="63">
    <w:abstractNumId w:val="79"/>
  </w:num>
  <w:num w:numId="64">
    <w:abstractNumId w:val="8"/>
  </w:num>
  <w:num w:numId="65">
    <w:abstractNumId w:val="64"/>
  </w:num>
  <w:num w:numId="66">
    <w:abstractNumId w:val="5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5"/>
  </w:num>
  <w:num w:numId="68">
    <w:abstractNumId w:val="65"/>
  </w:num>
  <w:num w:numId="69">
    <w:abstractNumId w:val="57"/>
  </w:num>
  <w:num w:numId="70">
    <w:abstractNumId w:val="37"/>
  </w:num>
  <w:num w:numId="71">
    <w:abstractNumId w:val="48"/>
  </w:num>
  <w:num w:numId="72">
    <w:abstractNumId w:val="56"/>
  </w:num>
  <w:num w:numId="73">
    <w:abstractNumId w:val="69"/>
  </w:num>
  <w:num w:numId="74">
    <w:abstractNumId w:val="33"/>
  </w:num>
  <w:num w:numId="75">
    <w:abstractNumId w:val="23"/>
  </w:num>
  <w:num w:numId="76">
    <w:abstractNumId w:val="87"/>
  </w:num>
  <w:num w:numId="77">
    <w:abstractNumId w:val="32"/>
  </w:num>
  <w:num w:numId="78">
    <w:abstractNumId w:val="84"/>
  </w:num>
  <w:num w:numId="79">
    <w:abstractNumId w:val="6"/>
  </w:num>
  <w:num w:numId="80">
    <w:abstractNumId w:val="63"/>
  </w:num>
  <w:num w:numId="81">
    <w:abstractNumId w:val="14"/>
  </w:num>
  <w:num w:numId="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6"/>
  </w:num>
  <w:num w:numId="84">
    <w:abstractNumId w:val="3"/>
  </w:num>
  <w:num w:numId="85">
    <w:abstractNumId w:val="36"/>
  </w:num>
  <w:num w:numId="86">
    <w:abstractNumId w:val="19"/>
  </w:num>
  <w:num w:numId="87">
    <w:abstractNumId w:val="73"/>
  </w:num>
  <w:num w:numId="88">
    <w:abstractNumId w:val="29"/>
  </w:num>
  <w:num w:numId="89">
    <w:abstractNumId w:val="62"/>
  </w:num>
  <w:num w:numId="90">
    <w:abstractNumId w:val="29"/>
    <w:lvlOverride w:ilvl="0">
      <w:startOverride w:val="1"/>
    </w:lvlOverride>
  </w:num>
  <w:num w:numId="91">
    <w:abstractNumId w:val="29"/>
    <w:lvlOverride w:ilvl="0">
      <w:startOverride w:val="1"/>
    </w:lvlOverride>
  </w:num>
  <w:num w:numId="92">
    <w:abstractNumId w:val="29"/>
    <w:lvlOverride w:ilvl="0">
      <w:startOverride w:val="1"/>
    </w:lvlOverride>
  </w:num>
  <w:num w:numId="93">
    <w:abstractNumId w:val="29"/>
    <w:lvlOverride w:ilvl="0">
      <w:startOverride w:val="1"/>
    </w:lvlOverride>
  </w:num>
  <w:num w:numId="94">
    <w:abstractNumId w:val="29"/>
    <w:lvlOverride w:ilvl="0">
      <w:startOverride w:val="1"/>
    </w:lvlOverride>
  </w:num>
  <w:num w:numId="95">
    <w:abstractNumId w:val="29"/>
    <w:lvlOverride w:ilvl="0">
      <w:startOverride w:val="1"/>
    </w:lvlOverride>
  </w:num>
  <w:num w:numId="96">
    <w:abstractNumId w:val="29"/>
    <w:lvlOverride w:ilvl="0">
      <w:startOverride w:val="1"/>
    </w:lvlOverride>
  </w:num>
  <w:num w:numId="97">
    <w:abstractNumId w:val="29"/>
    <w:lvlOverride w:ilvl="0">
      <w:startOverride w:val="1"/>
    </w:lvlOverride>
  </w:num>
  <w:num w:numId="98">
    <w:abstractNumId w:val="29"/>
    <w:lvlOverride w:ilvl="0">
      <w:startOverride w:val="1"/>
    </w:lvlOverride>
  </w:num>
  <w:num w:numId="99">
    <w:abstractNumId w:val="29"/>
    <w:lvlOverride w:ilvl="0">
      <w:startOverride w:val="1"/>
    </w:lvlOverride>
  </w:num>
  <w:num w:numId="100">
    <w:abstractNumId w:val="29"/>
    <w:lvlOverride w:ilvl="0">
      <w:startOverride w:val="1"/>
    </w:lvlOverride>
  </w:num>
  <w:num w:numId="101">
    <w:abstractNumId w:val="29"/>
    <w:lvlOverride w:ilvl="0">
      <w:startOverride w:val="1"/>
    </w:lvlOverride>
  </w:num>
  <w:num w:numId="102">
    <w:abstractNumId w:val="29"/>
    <w:lvlOverride w:ilvl="0">
      <w:startOverride w:val="1"/>
    </w:lvlOverride>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ru-RU" w:vendorID="64" w:dllVersion="131078" w:nlCheck="1" w:checkStyle="0"/>
  <w:activeWritingStyle w:appName="MSWord" w:lang="en-US" w:vendorID="64" w:dllVersion="131078" w:nlCheck="1" w:checkStyle="1"/>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387"/>
    <w:rsid w:val="0000043A"/>
    <w:rsid w:val="00000C2D"/>
    <w:rsid w:val="00000DCD"/>
    <w:rsid w:val="0000102F"/>
    <w:rsid w:val="00001327"/>
    <w:rsid w:val="00001F93"/>
    <w:rsid w:val="00002143"/>
    <w:rsid w:val="0000235A"/>
    <w:rsid w:val="00002565"/>
    <w:rsid w:val="00002AE9"/>
    <w:rsid w:val="00003324"/>
    <w:rsid w:val="00003444"/>
    <w:rsid w:val="000035D8"/>
    <w:rsid w:val="00003A76"/>
    <w:rsid w:val="000041AE"/>
    <w:rsid w:val="000041EF"/>
    <w:rsid w:val="00004B2E"/>
    <w:rsid w:val="00004C19"/>
    <w:rsid w:val="00005990"/>
    <w:rsid w:val="00006217"/>
    <w:rsid w:val="0000623D"/>
    <w:rsid w:val="0000641F"/>
    <w:rsid w:val="00006AE0"/>
    <w:rsid w:val="000071BE"/>
    <w:rsid w:val="00007E45"/>
    <w:rsid w:val="00010110"/>
    <w:rsid w:val="0001055F"/>
    <w:rsid w:val="00010986"/>
    <w:rsid w:val="00011160"/>
    <w:rsid w:val="000112AE"/>
    <w:rsid w:val="000116C7"/>
    <w:rsid w:val="00011BAC"/>
    <w:rsid w:val="00011E6B"/>
    <w:rsid w:val="00012396"/>
    <w:rsid w:val="00012948"/>
    <w:rsid w:val="00012988"/>
    <w:rsid w:val="00012ECE"/>
    <w:rsid w:val="00013EF8"/>
    <w:rsid w:val="000145F0"/>
    <w:rsid w:val="000150AE"/>
    <w:rsid w:val="00015109"/>
    <w:rsid w:val="000151A4"/>
    <w:rsid w:val="000159FD"/>
    <w:rsid w:val="00015F03"/>
    <w:rsid w:val="00016053"/>
    <w:rsid w:val="00016131"/>
    <w:rsid w:val="00016221"/>
    <w:rsid w:val="000162FB"/>
    <w:rsid w:val="000172F3"/>
    <w:rsid w:val="00017977"/>
    <w:rsid w:val="00017FD2"/>
    <w:rsid w:val="00020716"/>
    <w:rsid w:val="00020FD9"/>
    <w:rsid w:val="00021160"/>
    <w:rsid w:val="000213A9"/>
    <w:rsid w:val="00021677"/>
    <w:rsid w:val="00021DC0"/>
    <w:rsid w:val="00021FB8"/>
    <w:rsid w:val="000221D0"/>
    <w:rsid w:val="000222CD"/>
    <w:rsid w:val="00022634"/>
    <w:rsid w:val="000227AB"/>
    <w:rsid w:val="00022915"/>
    <w:rsid w:val="00022AAE"/>
    <w:rsid w:val="00022DD9"/>
    <w:rsid w:val="00023B99"/>
    <w:rsid w:val="00023F2F"/>
    <w:rsid w:val="00024072"/>
    <w:rsid w:val="00024175"/>
    <w:rsid w:val="00024397"/>
    <w:rsid w:val="00024504"/>
    <w:rsid w:val="00024596"/>
    <w:rsid w:val="00024F68"/>
    <w:rsid w:val="00025757"/>
    <w:rsid w:val="00025E7E"/>
    <w:rsid w:val="000265B8"/>
    <w:rsid w:val="000270AA"/>
    <w:rsid w:val="00027E74"/>
    <w:rsid w:val="00030279"/>
    <w:rsid w:val="000302E3"/>
    <w:rsid w:val="00030478"/>
    <w:rsid w:val="00030541"/>
    <w:rsid w:val="000306F1"/>
    <w:rsid w:val="000308A8"/>
    <w:rsid w:val="00030E26"/>
    <w:rsid w:val="00031073"/>
    <w:rsid w:val="000315D1"/>
    <w:rsid w:val="00032BAB"/>
    <w:rsid w:val="00032FDB"/>
    <w:rsid w:val="000332CC"/>
    <w:rsid w:val="00033429"/>
    <w:rsid w:val="00033D9B"/>
    <w:rsid w:val="000342A2"/>
    <w:rsid w:val="00034FE2"/>
    <w:rsid w:val="00035736"/>
    <w:rsid w:val="00035810"/>
    <w:rsid w:val="00035A0E"/>
    <w:rsid w:val="00036402"/>
    <w:rsid w:val="000364E2"/>
    <w:rsid w:val="00036661"/>
    <w:rsid w:val="0003699B"/>
    <w:rsid w:val="00036B5A"/>
    <w:rsid w:val="00036CED"/>
    <w:rsid w:val="00040493"/>
    <w:rsid w:val="000405F5"/>
    <w:rsid w:val="0004097B"/>
    <w:rsid w:val="00040A34"/>
    <w:rsid w:val="0004106F"/>
    <w:rsid w:val="000418DC"/>
    <w:rsid w:val="00041E5C"/>
    <w:rsid w:val="000434CB"/>
    <w:rsid w:val="000435B6"/>
    <w:rsid w:val="000441FB"/>
    <w:rsid w:val="000446A3"/>
    <w:rsid w:val="00044C87"/>
    <w:rsid w:val="00045CCF"/>
    <w:rsid w:val="00046A2F"/>
    <w:rsid w:val="000476E2"/>
    <w:rsid w:val="00047885"/>
    <w:rsid w:val="00047908"/>
    <w:rsid w:val="00047F7F"/>
    <w:rsid w:val="000506BF"/>
    <w:rsid w:val="00050809"/>
    <w:rsid w:val="0005086E"/>
    <w:rsid w:val="00051DB3"/>
    <w:rsid w:val="00052537"/>
    <w:rsid w:val="00053894"/>
    <w:rsid w:val="00053BD4"/>
    <w:rsid w:val="0005446F"/>
    <w:rsid w:val="00054796"/>
    <w:rsid w:val="000557C9"/>
    <w:rsid w:val="00055891"/>
    <w:rsid w:val="00055BDC"/>
    <w:rsid w:val="0005614C"/>
    <w:rsid w:val="0005677F"/>
    <w:rsid w:val="00056B14"/>
    <w:rsid w:val="00056E4B"/>
    <w:rsid w:val="000608B3"/>
    <w:rsid w:val="00060BCB"/>
    <w:rsid w:val="00060C45"/>
    <w:rsid w:val="0006123C"/>
    <w:rsid w:val="0006162A"/>
    <w:rsid w:val="00061A68"/>
    <w:rsid w:val="00063E55"/>
    <w:rsid w:val="000641C7"/>
    <w:rsid w:val="00064974"/>
    <w:rsid w:val="00064A9D"/>
    <w:rsid w:val="00064DB3"/>
    <w:rsid w:val="00065D65"/>
    <w:rsid w:val="00066891"/>
    <w:rsid w:val="000669E6"/>
    <w:rsid w:val="00066C5D"/>
    <w:rsid w:val="00067721"/>
    <w:rsid w:val="00070404"/>
    <w:rsid w:val="00070C41"/>
    <w:rsid w:val="00071AFD"/>
    <w:rsid w:val="00071BB8"/>
    <w:rsid w:val="00072276"/>
    <w:rsid w:val="0007264D"/>
    <w:rsid w:val="00072AB7"/>
    <w:rsid w:val="00072D7E"/>
    <w:rsid w:val="00072E0F"/>
    <w:rsid w:val="00073159"/>
    <w:rsid w:val="00073753"/>
    <w:rsid w:val="00073869"/>
    <w:rsid w:val="00073E0D"/>
    <w:rsid w:val="00073FE9"/>
    <w:rsid w:val="00074359"/>
    <w:rsid w:val="00074753"/>
    <w:rsid w:val="00074F05"/>
    <w:rsid w:val="00075312"/>
    <w:rsid w:val="00076054"/>
    <w:rsid w:val="000762CB"/>
    <w:rsid w:val="00077454"/>
    <w:rsid w:val="00077612"/>
    <w:rsid w:val="00077B3C"/>
    <w:rsid w:val="00077E81"/>
    <w:rsid w:val="00080176"/>
    <w:rsid w:val="000814E9"/>
    <w:rsid w:val="0008155F"/>
    <w:rsid w:val="000821DB"/>
    <w:rsid w:val="0008286E"/>
    <w:rsid w:val="000834F9"/>
    <w:rsid w:val="000836C9"/>
    <w:rsid w:val="00083B44"/>
    <w:rsid w:val="00083B98"/>
    <w:rsid w:val="00083C7E"/>
    <w:rsid w:val="000841FA"/>
    <w:rsid w:val="00085A8D"/>
    <w:rsid w:val="00085C49"/>
    <w:rsid w:val="00085D48"/>
    <w:rsid w:val="00086172"/>
    <w:rsid w:val="000861A2"/>
    <w:rsid w:val="00086A05"/>
    <w:rsid w:val="00086D2B"/>
    <w:rsid w:val="0009029B"/>
    <w:rsid w:val="000907F5"/>
    <w:rsid w:val="00091243"/>
    <w:rsid w:val="00091877"/>
    <w:rsid w:val="00093267"/>
    <w:rsid w:val="0009451F"/>
    <w:rsid w:val="00094626"/>
    <w:rsid w:val="00094B47"/>
    <w:rsid w:val="00095BEF"/>
    <w:rsid w:val="00095C95"/>
    <w:rsid w:val="00095CC5"/>
    <w:rsid w:val="00095F15"/>
    <w:rsid w:val="0009687D"/>
    <w:rsid w:val="000970E4"/>
    <w:rsid w:val="00097363"/>
    <w:rsid w:val="000A0287"/>
    <w:rsid w:val="000A093D"/>
    <w:rsid w:val="000A0BC8"/>
    <w:rsid w:val="000A1980"/>
    <w:rsid w:val="000A1B0B"/>
    <w:rsid w:val="000A1D88"/>
    <w:rsid w:val="000A1FAC"/>
    <w:rsid w:val="000A1FC6"/>
    <w:rsid w:val="000A241B"/>
    <w:rsid w:val="000A24A7"/>
    <w:rsid w:val="000A3679"/>
    <w:rsid w:val="000A3A26"/>
    <w:rsid w:val="000A474D"/>
    <w:rsid w:val="000A4C18"/>
    <w:rsid w:val="000A555C"/>
    <w:rsid w:val="000A5911"/>
    <w:rsid w:val="000A5BAC"/>
    <w:rsid w:val="000A6715"/>
    <w:rsid w:val="000A6A4B"/>
    <w:rsid w:val="000A71C0"/>
    <w:rsid w:val="000B063E"/>
    <w:rsid w:val="000B0BC7"/>
    <w:rsid w:val="000B1040"/>
    <w:rsid w:val="000B124D"/>
    <w:rsid w:val="000B185A"/>
    <w:rsid w:val="000B18C5"/>
    <w:rsid w:val="000B2032"/>
    <w:rsid w:val="000B2207"/>
    <w:rsid w:val="000B27CF"/>
    <w:rsid w:val="000B2C42"/>
    <w:rsid w:val="000B2D9E"/>
    <w:rsid w:val="000B2E0A"/>
    <w:rsid w:val="000B3E36"/>
    <w:rsid w:val="000B3F6A"/>
    <w:rsid w:val="000B4043"/>
    <w:rsid w:val="000B4C1C"/>
    <w:rsid w:val="000B576D"/>
    <w:rsid w:val="000B6268"/>
    <w:rsid w:val="000B7490"/>
    <w:rsid w:val="000B7891"/>
    <w:rsid w:val="000C03CB"/>
    <w:rsid w:val="000C0570"/>
    <w:rsid w:val="000C0DFD"/>
    <w:rsid w:val="000C0F94"/>
    <w:rsid w:val="000C130C"/>
    <w:rsid w:val="000C1CA8"/>
    <w:rsid w:val="000C23EF"/>
    <w:rsid w:val="000C2482"/>
    <w:rsid w:val="000C29C6"/>
    <w:rsid w:val="000C2AD5"/>
    <w:rsid w:val="000C3209"/>
    <w:rsid w:val="000C46BD"/>
    <w:rsid w:val="000C48C1"/>
    <w:rsid w:val="000C5C2B"/>
    <w:rsid w:val="000C6113"/>
    <w:rsid w:val="000C6418"/>
    <w:rsid w:val="000C6987"/>
    <w:rsid w:val="000D0631"/>
    <w:rsid w:val="000D0820"/>
    <w:rsid w:val="000D13C9"/>
    <w:rsid w:val="000D147B"/>
    <w:rsid w:val="000D1604"/>
    <w:rsid w:val="000D24BE"/>
    <w:rsid w:val="000D2DF8"/>
    <w:rsid w:val="000D3201"/>
    <w:rsid w:val="000D43CD"/>
    <w:rsid w:val="000D4407"/>
    <w:rsid w:val="000D4470"/>
    <w:rsid w:val="000D505A"/>
    <w:rsid w:val="000D69D3"/>
    <w:rsid w:val="000D6BC3"/>
    <w:rsid w:val="000D7A05"/>
    <w:rsid w:val="000D7A69"/>
    <w:rsid w:val="000E087A"/>
    <w:rsid w:val="000E0CD2"/>
    <w:rsid w:val="000E1212"/>
    <w:rsid w:val="000E1B3B"/>
    <w:rsid w:val="000E1D09"/>
    <w:rsid w:val="000E27B3"/>
    <w:rsid w:val="000E2A3E"/>
    <w:rsid w:val="000E3129"/>
    <w:rsid w:val="000E3668"/>
    <w:rsid w:val="000E37B6"/>
    <w:rsid w:val="000E4981"/>
    <w:rsid w:val="000E4A4B"/>
    <w:rsid w:val="000E4DD6"/>
    <w:rsid w:val="000E4F4B"/>
    <w:rsid w:val="000E5579"/>
    <w:rsid w:val="000E5D6E"/>
    <w:rsid w:val="000E5F3E"/>
    <w:rsid w:val="000E7BC9"/>
    <w:rsid w:val="000F11C3"/>
    <w:rsid w:val="000F1418"/>
    <w:rsid w:val="000F1E2F"/>
    <w:rsid w:val="000F2031"/>
    <w:rsid w:val="000F4852"/>
    <w:rsid w:val="000F4B84"/>
    <w:rsid w:val="000F5389"/>
    <w:rsid w:val="000F614F"/>
    <w:rsid w:val="000F6AC1"/>
    <w:rsid w:val="000F6C98"/>
    <w:rsid w:val="000F7811"/>
    <w:rsid w:val="000F78B5"/>
    <w:rsid w:val="0010150A"/>
    <w:rsid w:val="001018D8"/>
    <w:rsid w:val="00101C8D"/>
    <w:rsid w:val="00102213"/>
    <w:rsid w:val="0010241F"/>
    <w:rsid w:val="00102A84"/>
    <w:rsid w:val="00102AB5"/>
    <w:rsid w:val="00102D1D"/>
    <w:rsid w:val="00103298"/>
    <w:rsid w:val="00103606"/>
    <w:rsid w:val="00103E14"/>
    <w:rsid w:val="001041B7"/>
    <w:rsid w:val="00104497"/>
    <w:rsid w:val="00104591"/>
    <w:rsid w:val="00104CE1"/>
    <w:rsid w:val="001053B5"/>
    <w:rsid w:val="001057F8"/>
    <w:rsid w:val="00105F0F"/>
    <w:rsid w:val="00106DBD"/>
    <w:rsid w:val="00107508"/>
    <w:rsid w:val="001075C8"/>
    <w:rsid w:val="001075E7"/>
    <w:rsid w:val="001104C4"/>
    <w:rsid w:val="0011106D"/>
    <w:rsid w:val="0011143A"/>
    <w:rsid w:val="00111B79"/>
    <w:rsid w:val="00111E7C"/>
    <w:rsid w:val="00112041"/>
    <w:rsid w:val="00112291"/>
    <w:rsid w:val="0011233D"/>
    <w:rsid w:val="001125DA"/>
    <w:rsid w:val="00112DA2"/>
    <w:rsid w:val="00112F7D"/>
    <w:rsid w:val="00113211"/>
    <w:rsid w:val="00113252"/>
    <w:rsid w:val="00113499"/>
    <w:rsid w:val="00113536"/>
    <w:rsid w:val="00113537"/>
    <w:rsid w:val="00113862"/>
    <w:rsid w:val="00113CE8"/>
    <w:rsid w:val="00114DE0"/>
    <w:rsid w:val="00115ABA"/>
    <w:rsid w:val="001164E3"/>
    <w:rsid w:val="00116779"/>
    <w:rsid w:val="00116928"/>
    <w:rsid w:val="0011732A"/>
    <w:rsid w:val="001177D6"/>
    <w:rsid w:val="00117A8A"/>
    <w:rsid w:val="00120957"/>
    <w:rsid w:val="00120B8D"/>
    <w:rsid w:val="001217D9"/>
    <w:rsid w:val="00121D17"/>
    <w:rsid w:val="00122E94"/>
    <w:rsid w:val="00123112"/>
    <w:rsid w:val="001235F6"/>
    <w:rsid w:val="001239A5"/>
    <w:rsid w:val="00123DAF"/>
    <w:rsid w:val="0012427C"/>
    <w:rsid w:val="001243EF"/>
    <w:rsid w:val="00124519"/>
    <w:rsid w:val="00124A4A"/>
    <w:rsid w:val="00124D44"/>
    <w:rsid w:val="0012516E"/>
    <w:rsid w:val="0012545E"/>
    <w:rsid w:val="001260B0"/>
    <w:rsid w:val="0012666F"/>
    <w:rsid w:val="001267E4"/>
    <w:rsid w:val="00126F6C"/>
    <w:rsid w:val="00127021"/>
    <w:rsid w:val="00127423"/>
    <w:rsid w:val="001278B4"/>
    <w:rsid w:val="00127971"/>
    <w:rsid w:val="0013035A"/>
    <w:rsid w:val="00130A20"/>
    <w:rsid w:val="00130B34"/>
    <w:rsid w:val="00130F30"/>
    <w:rsid w:val="001311D0"/>
    <w:rsid w:val="00132527"/>
    <w:rsid w:val="00132C10"/>
    <w:rsid w:val="001331EC"/>
    <w:rsid w:val="0013331B"/>
    <w:rsid w:val="0013371F"/>
    <w:rsid w:val="001338CE"/>
    <w:rsid w:val="00134082"/>
    <w:rsid w:val="00134218"/>
    <w:rsid w:val="00134AA6"/>
    <w:rsid w:val="00134CE3"/>
    <w:rsid w:val="00135561"/>
    <w:rsid w:val="001356B3"/>
    <w:rsid w:val="00135B41"/>
    <w:rsid w:val="00135CB3"/>
    <w:rsid w:val="001363BF"/>
    <w:rsid w:val="0013762F"/>
    <w:rsid w:val="00137837"/>
    <w:rsid w:val="00137934"/>
    <w:rsid w:val="00137DFE"/>
    <w:rsid w:val="00137E0C"/>
    <w:rsid w:val="0014018A"/>
    <w:rsid w:val="00140989"/>
    <w:rsid w:val="00141571"/>
    <w:rsid w:val="00141AE0"/>
    <w:rsid w:val="00141D3B"/>
    <w:rsid w:val="00143821"/>
    <w:rsid w:val="00143973"/>
    <w:rsid w:val="00143BE8"/>
    <w:rsid w:val="0014489E"/>
    <w:rsid w:val="001448CB"/>
    <w:rsid w:val="00144D6D"/>
    <w:rsid w:val="00145B06"/>
    <w:rsid w:val="00145D49"/>
    <w:rsid w:val="00146938"/>
    <w:rsid w:val="00146DD0"/>
    <w:rsid w:val="001471C7"/>
    <w:rsid w:val="00147796"/>
    <w:rsid w:val="00147BF3"/>
    <w:rsid w:val="001507E2"/>
    <w:rsid w:val="00150C65"/>
    <w:rsid w:val="00150DF2"/>
    <w:rsid w:val="00150E0D"/>
    <w:rsid w:val="00150F34"/>
    <w:rsid w:val="001515CA"/>
    <w:rsid w:val="001517E6"/>
    <w:rsid w:val="00151981"/>
    <w:rsid w:val="00152640"/>
    <w:rsid w:val="00153AAE"/>
    <w:rsid w:val="0015413C"/>
    <w:rsid w:val="00154497"/>
    <w:rsid w:val="00154CA7"/>
    <w:rsid w:val="001550C2"/>
    <w:rsid w:val="0015518E"/>
    <w:rsid w:val="0015610D"/>
    <w:rsid w:val="0015647B"/>
    <w:rsid w:val="00157764"/>
    <w:rsid w:val="00157F1C"/>
    <w:rsid w:val="0016007A"/>
    <w:rsid w:val="0016045C"/>
    <w:rsid w:val="001606DB"/>
    <w:rsid w:val="00161648"/>
    <w:rsid w:val="00161C96"/>
    <w:rsid w:val="00161FAD"/>
    <w:rsid w:val="00162198"/>
    <w:rsid w:val="00162359"/>
    <w:rsid w:val="001626B8"/>
    <w:rsid w:val="001628CA"/>
    <w:rsid w:val="001634AC"/>
    <w:rsid w:val="001639E4"/>
    <w:rsid w:val="00163CCC"/>
    <w:rsid w:val="001643E1"/>
    <w:rsid w:val="00164431"/>
    <w:rsid w:val="00164F3E"/>
    <w:rsid w:val="001653F0"/>
    <w:rsid w:val="0016564F"/>
    <w:rsid w:val="001656BF"/>
    <w:rsid w:val="001660F2"/>
    <w:rsid w:val="00166559"/>
    <w:rsid w:val="001666B1"/>
    <w:rsid w:val="0016694E"/>
    <w:rsid w:val="001672CA"/>
    <w:rsid w:val="001673A9"/>
    <w:rsid w:val="0016784F"/>
    <w:rsid w:val="00170D53"/>
    <w:rsid w:val="00171593"/>
    <w:rsid w:val="0017176E"/>
    <w:rsid w:val="0017180B"/>
    <w:rsid w:val="00172359"/>
    <w:rsid w:val="001724D2"/>
    <w:rsid w:val="00173310"/>
    <w:rsid w:val="00173460"/>
    <w:rsid w:val="00173EDF"/>
    <w:rsid w:val="00173FD7"/>
    <w:rsid w:val="001742DE"/>
    <w:rsid w:val="00175D5F"/>
    <w:rsid w:val="00175F52"/>
    <w:rsid w:val="001761D0"/>
    <w:rsid w:val="00176A16"/>
    <w:rsid w:val="00176C4F"/>
    <w:rsid w:val="00177338"/>
    <w:rsid w:val="0017763A"/>
    <w:rsid w:val="0018067E"/>
    <w:rsid w:val="00180823"/>
    <w:rsid w:val="001809CA"/>
    <w:rsid w:val="00180B52"/>
    <w:rsid w:val="00181132"/>
    <w:rsid w:val="001811D2"/>
    <w:rsid w:val="001817E0"/>
    <w:rsid w:val="0018215B"/>
    <w:rsid w:val="00182378"/>
    <w:rsid w:val="0018294C"/>
    <w:rsid w:val="00182957"/>
    <w:rsid w:val="001831B0"/>
    <w:rsid w:val="00183ACB"/>
    <w:rsid w:val="00183B8B"/>
    <w:rsid w:val="00184FC5"/>
    <w:rsid w:val="00185213"/>
    <w:rsid w:val="001852C0"/>
    <w:rsid w:val="0018690B"/>
    <w:rsid w:val="0018735F"/>
    <w:rsid w:val="001878FA"/>
    <w:rsid w:val="00187D0F"/>
    <w:rsid w:val="001901BD"/>
    <w:rsid w:val="00190886"/>
    <w:rsid w:val="00190AE4"/>
    <w:rsid w:val="00191054"/>
    <w:rsid w:val="00191223"/>
    <w:rsid w:val="00191430"/>
    <w:rsid w:val="00191E9A"/>
    <w:rsid w:val="00193634"/>
    <w:rsid w:val="00194548"/>
    <w:rsid w:val="00195266"/>
    <w:rsid w:val="001956F1"/>
    <w:rsid w:val="00195BC2"/>
    <w:rsid w:val="00195BFA"/>
    <w:rsid w:val="001975A0"/>
    <w:rsid w:val="001976A0"/>
    <w:rsid w:val="00197912"/>
    <w:rsid w:val="0019798F"/>
    <w:rsid w:val="001A0605"/>
    <w:rsid w:val="001A1110"/>
    <w:rsid w:val="001A12A1"/>
    <w:rsid w:val="001A15F3"/>
    <w:rsid w:val="001A1ADA"/>
    <w:rsid w:val="001A1D19"/>
    <w:rsid w:val="001A1E8C"/>
    <w:rsid w:val="001A20D5"/>
    <w:rsid w:val="001A2724"/>
    <w:rsid w:val="001A2E78"/>
    <w:rsid w:val="001A3205"/>
    <w:rsid w:val="001A3F4D"/>
    <w:rsid w:val="001A3F64"/>
    <w:rsid w:val="001A4447"/>
    <w:rsid w:val="001A4AE8"/>
    <w:rsid w:val="001A4EA1"/>
    <w:rsid w:val="001A544D"/>
    <w:rsid w:val="001A5614"/>
    <w:rsid w:val="001A5DD9"/>
    <w:rsid w:val="001A6301"/>
    <w:rsid w:val="001A64BD"/>
    <w:rsid w:val="001A675D"/>
    <w:rsid w:val="001A699F"/>
    <w:rsid w:val="001A6C8B"/>
    <w:rsid w:val="001A7B6A"/>
    <w:rsid w:val="001B0E76"/>
    <w:rsid w:val="001B13B7"/>
    <w:rsid w:val="001B1676"/>
    <w:rsid w:val="001B1BFF"/>
    <w:rsid w:val="001B1E50"/>
    <w:rsid w:val="001B226F"/>
    <w:rsid w:val="001B3148"/>
    <w:rsid w:val="001B3944"/>
    <w:rsid w:val="001B3A4D"/>
    <w:rsid w:val="001B3C2B"/>
    <w:rsid w:val="001B44B8"/>
    <w:rsid w:val="001B48EF"/>
    <w:rsid w:val="001B4A3D"/>
    <w:rsid w:val="001B4B08"/>
    <w:rsid w:val="001B54E8"/>
    <w:rsid w:val="001B556E"/>
    <w:rsid w:val="001B563E"/>
    <w:rsid w:val="001B569D"/>
    <w:rsid w:val="001B56D3"/>
    <w:rsid w:val="001B5743"/>
    <w:rsid w:val="001B5AA4"/>
    <w:rsid w:val="001B5DA7"/>
    <w:rsid w:val="001B5DB2"/>
    <w:rsid w:val="001B5FA5"/>
    <w:rsid w:val="001B6B55"/>
    <w:rsid w:val="001B6EF2"/>
    <w:rsid w:val="001B7DCB"/>
    <w:rsid w:val="001B7F61"/>
    <w:rsid w:val="001C0C9C"/>
    <w:rsid w:val="001C163B"/>
    <w:rsid w:val="001C18BA"/>
    <w:rsid w:val="001C2E54"/>
    <w:rsid w:val="001C3387"/>
    <w:rsid w:val="001C34AF"/>
    <w:rsid w:val="001C3A0D"/>
    <w:rsid w:val="001C3A1B"/>
    <w:rsid w:val="001C3F8C"/>
    <w:rsid w:val="001C40DE"/>
    <w:rsid w:val="001C42F5"/>
    <w:rsid w:val="001C4466"/>
    <w:rsid w:val="001C470D"/>
    <w:rsid w:val="001C49FD"/>
    <w:rsid w:val="001C5D02"/>
    <w:rsid w:val="001C693A"/>
    <w:rsid w:val="001C6C40"/>
    <w:rsid w:val="001C7241"/>
    <w:rsid w:val="001C7447"/>
    <w:rsid w:val="001C7EFF"/>
    <w:rsid w:val="001C7F70"/>
    <w:rsid w:val="001D07B4"/>
    <w:rsid w:val="001D16CB"/>
    <w:rsid w:val="001D1A1D"/>
    <w:rsid w:val="001D1A8A"/>
    <w:rsid w:val="001D2F13"/>
    <w:rsid w:val="001D2FFD"/>
    <w:rsid w:val="001D308F"/>
    <w:rsid w:val="001D360C"/>
    <w:rsid w:val="001D373B"/>
    <w:rsid w:val="001D3E7A"/>
    <w:rsid w:val="001D446B"/>
    <w:rsid w:val="001D48AE"/>
    <w:rsid w:val="001D53B8"/>
    <w:rsid w:val="001D5ADF"/>
    <w:rsid w:val="001D62C2"/>
    <w:rsid w:val="001D6D96"/>
    <w:rsid w:val="001D71DC"/>
    <w:rsid w:val="001D73DF"/>
    <w:rsid w:val="001D755D"/>
    <w:rsid w:val="001D76EB"/>
    <w:rsid w:val="001D7C0D"/>
    <w:rsid w:val="001E1240"/>
    <w:rsid w:val="001E1B41"/>
    <w:rsid w:val="001E1E12"/>
    <w:rsid w:val="001E2021"/>
    <w:rsid w:val="001E2396"/>
    <w:rsid w:val="001E244C"/>
    <w:rsid w:val="001E2B50"/>
    <w:rsid w:val="001E2CC0"/>
    <w:rsid w:val="001E2D69"/>
    <w:rsid w:val="001E2FD6"/>
    <w:rsid w:val="001E30C7"/>
    <w:rsid w:val="001E313F"/>
    <w:rsid w:val="001E690B"/>
    <w:rsid w:val="001E6B2F"/>
    <w:rsid w:val="001E71C9"/>
    <w:rsid w:val="001E78BF"/>
    <w:rsid w:val="001E7D41"/>
    <w:rsid w:val="001F09FC"/>
    <w:rsid w:val="001F1708"/>
    <w:rsid w:val="001F1A2A"/>
    <w:rsid w:val="001F28D6"/>
    <w:rsid w:val="001F3072"/>
    <w:rsid w:val="001F321F"/>
    <w:rsid w:val="001F3281"/>
    <w:rsid w:val="001F3F50"/>
    <w:rsid w:val="001F4965"/>
    <w:rsid w:val="001F5E9D"/>
    <w:rsid w:val="001F6685"/>
    <w:rsid w:val="001F6802"/>
    <w:rsid w:val="001F6BE5"/>
    <w:rsid w:val="001F79B4"/>
    <w:rsid w:val="001F79C0"/>
    <w:rsid w:val="002001A0"/>
    <w:rsid w:val="0020069C"/>
    <w:rsid w:val="00200F88"/>
    <w:rsid w:val="0020101D"/>
    <w:rsid w:val="002017DF"/>
    <w:rsid w:val="00202BEA"/>
    <w:rsid w:val="00203E8D"/>
    <w:rsid w:val="00204F36"/>
    <w:rsid w:val="00205469"/>
    <w:rsid w:val="00205DF5"/>
    <w:rsid w:val="00206147"/>
    <w:rsid w:val="00206368"/>
    <w:rsid w:val="00206A3F"/>
    <w:rsid w:val="00206AC0"/>
    <w:rsid w:val="00207687"/>
    <w:rsid w:val="0020769F"/>
    <w:rsid w:val="00207E43"/>
    <w:rsid w:val="00210A14"/>
    <w:rsid w:val="00210FE5"/>
    <w:rsid w:val="00211306"/>
    <w:rsid w:val="0021141D"/>
    <w:rsid w:val="00212187"/>
    <w:rsid w:val="0021345C"/>
    <w:rsid w:val="0021371D"/>
    <w:rsid w:val="00213AAA"/>
    <w:rsid w:val="00213C9D"/>
    <w:rsid w:val="002148BE"/>
    <w:rsid w:val="00214A7D"/>
    <w:rsid w:val="00214C2F"/>
    <w:rsid w:val="0021501B"/>
    <w:rsid w:val="002155CF"/>
    <w:rsid w:val="00215B1C"/>
    <w:rsid w:val="002176AA"/>
    <w:rsid w:val="002208B7"/>
    <w:rsid w:val="00220E91"/>
    <w:rsid w:val="00220F18"/>
    <w:rsid w:val="0022103C"/>
    <w:rsid w:val="00221AE5"/>
    <w:rsid w:val="00221C36"/>
    <w:rsid w:val="002220E3"/>
    <w:rsid w:val="0022261A"/>
    <w:rsid w:val="00224039"/>
    <w:rsid w:val="00226B0C"/>
    <w:rsid w:val="002275AB"/>
    <w:rsid w:val="002279C1"/>
    <w:rsid w:val="00231E52"/>
    <w:rsid w:val="002321BF"/>
    <w:rsid w:val="002321D4"/>
    <w:rsid w:val="00232597"/>
    <w:rsid w:val="002331E0"/>
    <w:rsid w:val="0023393C"/>
    <w:rsid w:val="002350AA"/>
    <w:rsid w:val="00236BE4"/>
    <w:rsid w:val="00236BF6"/>
    <w:rsid w:val="00237155"/>
    <w:rsid w:val="002373C5"/>
    <w:rsid w:val="00237745"/>
    <w:rsid w:val="00237AFF"/>
    <w:rsid w:val="00237B74"/>
    <w:rsid w:val="00237D51"/>
    <w:rsid w:val="0024009D"/>
    <w:rsid w:val="00240314"/>
    <w:rsid w:val="00240918"/>
    <w:rsid w:val="0024112A"/>
    <w:rsid w:val="0024134E"/>
    <w:rsid w:val="0024158D"/>
    <w:rsid w:val="00241970"/>
    <w:rsid w:val="00241E09"/>
    <w:rsid w:val="00241FDC"/>
    <w:rsid w:val="002425FD"/>
    <w:rsid w:val="00242688"/>
    <w:rsid w:val="00242745"/>
    <w:rsid w:val="00243B2D"/>
    <w:rsid w:val="00243B59"/>
    <w:rsid w:val="00244081"/>
    <w:rsid w:val="00244412"/>
    <w:rsid w:val="00244426"/>
    <w:rsid w:val="00244A29"/>
    <w:rsid w:val="00245C93"/>
    <w:rsid w:val="002469BA"/>
    <w:rsid w:val="00246C61"/>
    <w:rsid w:val="00246DBB"/>
    <w:rsid w:val="00247B81"/>
    <w:rsid w:val="002504B0"/>
    <w:rsid w:val="00250976"/>
    <w:rsid w:val="002517F8"/>
    <w:rsid w:val="00251E93"/>
    <w:rsid w:val="00252157"/>
    <w:rsid w:val="00252410"/>
    <w:rsid w:val="00252876"/>
    <w:rsid w:val="00252F70"/>
    <w:rsid w:val="00253011"/>
    <w:rsid w:val="0025431D"/>
    <w:rsid w:val="00254B8A"/>
    <w:rsid w:val="00254BF1"/>
    <w:rsid w:val="00254FF5"/>
    <w:rsid w:val="0025520C"/>
    <w:rsid w:val="0025531C"/>
    <w:rsid w:val="002555BC"/>
    <w:rsid w:val="00255E88"/>
    <w:rsid w:val="00255E89"/>
    <w:rsid w:val="00256718"/>
    <w:rsid w:val="00256859"/>
    <w:rsid w:val="00256A81"/>
    <w:rsid w:val="00257654"/>
    <w:rsid w:val="002578E3"/>
    <w:rsid w:val="002604D4"/>
    <w:rsid w:val="002609C3"/>
    <w:rsid w:val="002614CD"/>
    <w:rsid w:val="0026257E"/>
    <w:rsid w:val="00262806"/>
    <w:rsid w:val="00262935"/>
    <w:rsid w:val="002629B2"/>
    <w:rsid w:val="002631AD"/>
    <w:rsid w:val="002639F5"/>
    <w:rsid w:val="00263C2E"/>
    <w:rsid w:val="00263D9A"/>
    <w:rsid w:val="00264168"/>
    <w:rsid w:val="002642D7"/>
    <w:rsid w:val="002647A6"/>
    <w:rsid w:val="002656F9"/>
    <w:rsid w:val="00265C0B"/>
    <w:rsid w:val="00265F50"/>
    <w:rsid w:val="00266DB0"/>
    <w:rsid w:val="00266DB6"/>
    <w:rsid w:val="00266F94"/>
    <w:rsid w:val="0026765A"/>
    <w:rsid w:val="002703E7"/>
    <w:rsid w:val="00270AA5"/>
    <w:rsid w:val="00270B93"/>
    <w:rsid w:val="00270D6E"/>
    <w:rsid w:val="00271556"/>
    <w:rsid w:val="0027185F"/>
    <w:rsid w:val="00272224"/>
    <w:rsid w:val="002724B0"/>
    <w:rsid w:val="00272911"/>
    <w:rsid w:val="00272ABA"/>
    <w:rsid w:val="00272BC3"/>
    <w:rsid w:val="00273D21"/>
    <w:rsid w:val="002747BA"/>
    <w:rsid w:val="00274A0C"/>
    <w:rsid w:val="00274F7C"/>
    <w:rsid w:val="00275123"/>
    <w:rsid w:val="0027526F"/>
    <w:rsid w:val="00275300"/>
    <w:rsid w:val="00275597"/>
    <w:rsid w:val="00275988"/>
    <w:rsid w:val="00275BC3"/>
    <w:rsid w:val="00276CAF"/>
    <w:rsid w:val="00276D2F"/>
    <w:rsid w:val="00276DE3"/>
    <w:rsid w:val="00277772"/>
    <w:rsid w:val="00277E4C"/>
    <w:rsid w:val="002809B6"/>
    <w:rsid w:val="002822C6"/>
    <w:rsid w:val="0028244F"/>
    <w:rsid w:val="002827C2"/>
    <w:rsid w:val="00283589"/>
    <w:rsid w:val="00283923"/>
    <w:rsid w:val="0028423A"/>
    <w:rsid w:val="002842FC"/>
    <w:rsid w:val="00284695"/>
    <w:rsid w:val="00284B3E"/>
    <w:rsid w:val="00284CBA"/>
    <w:rsid w:val="002852BA"/>
    <w:rsid w:val="00285531"/>
    <w:rsid w:val="00286049"/>
    <w:rsid w:val="002860C6"/>
    <w:rsid w:val="00286844"/>
    <w:rsid w:val="0028799E"/>
    <w:rsid w:val="00290882"/>
    <w:rsid w:val="00291046"/>
    <w:rsid w:val="002916CC"/>
    <w:rsid w:val="00292536"/>
    <w:rsid w:val="00292AEC"/>
    <w:rsid w:val="00293974"/>
    <w:rsid w:val="00293B2F"/>
    <w:rsid w:val="002940C7"/>
    <w:rsid w:val="00294BD4"/>
    <w:rsid w:val="00294ECF"/>
    <w:rsid w:val="00295516"/>
    <w:rsid w:val="002956C0"/>
    <w:rsid w:val="002956D6"/>
    <w:rsid w:val="0029660A"/>
    <w:rsid w:val="002968A5"/>
    <w:rsid w:val="00296C0D"/>
    <w:rsid w:val="0029702E"/>
    <w:rsid w:val="00297487"/>
    <w:rsid w:val="00297B49"/>
    <w:rsid w:val="00297C6F"/>
    <w:rsid w:val="002A1082"/>
    <w:rsid w:val="002A20DB"/>
    <w:rsid w:val="002A2313"/>
    <w:rsid w:val="002A3041"/>
    <w:rsid w:val="002A3C5E"/>
    <w:rsid w:val="002A460D"/>
    <w:rsid w:val="002A4B21"/>
    <w:rsid w:val="002A5DFD"/>
    <w:rsid w:val="002A5E49"/>
    <w:rsid w:val="002A6B99"/>
    <w:rsid w:val="002A6E17"/>
    <w:rsid w:val="002A7067"/>
    <w:rsid w:val="002A73FC"/>
    <w:rsid w:val="002A7752"/>
    <w:rsid w:val="002B09B5"/>
    <w:rsid w:val="002B09DA"/>
    <w:rsid w:val="002B1C2F"/>
    <w:rsid w:val="002B2198"/>
    <w:rsid w:val="002B2406"/>
    <w:rsid w:val="002B25A7"/>
    <w:rsid w:val="002B29CF"/>
    <w:rsid w:val="002B29DD"/>
    <w:rsid w:val="002B2A40"/>
    <w:rsid w:val="002B2CD9"/>
    <w:rsid w:val="002B329C"/>
    <w:rsid w:val="002B463F"/>
    <w:rsid w:val="002B4917"/>
    <w:rsid w:val="002B5A1B"/>
    <w:rsid w:val="002B60E2"/>
    <w:rsid w:val="002B6597"/>
    <w:rsid w:val="002B76E1"/>
    <w:rsid w:val="002B79C2"/>
    <w:rsid w:val="002B7B60"/>
    <w:rsid w:val="002B7C15"/>
    <w:rsid w:val="002C002B"/>
    <w:rsid w:val="002C0286"/>
    <w:rsid w:val="002C0685"/>
    <w:rsid w:val="002C1444"/>
    <w:rsid w:val="002C1AC2"/>
    <w:rsid w:val="002C1C29"/>
    <w:rsid w:val="002C23FE"/>
    <w:rsid w:val="002C2511"/>
    <w:rsid w:val="002C2555"/>
    <w:rsid w:val="002C2EA5"/>
    <w:rsid w:val="002C2FDB"/>
    <w:rsid w:val="002C33CD"/>
    <w:rsid w:val="002C3447"/>
    <w:rsid w:val="002C3D38"/>
    <w:rsid w:val="002C4F98"/>
    <w:rsid w:val="002C6176"/>
    <w:rsid w:val="002C6B0A"/>
    <w:rsid w:val="002C77C7"/>
    <w:rsid w:val="002C7D44"/>
    <w:rsid w:val="002C7F5B"/>
    <w:rsid w:val="002D03FE"/>
    <w:rsid w:val="002D0625"/>
    <w:rsid w:val="002D06C2"/>
    <w:rsid w:val="002D0D7A"/>
    <w:rsid w:val="002D0D93"/>
    <w:rsid w:val="002D12DE"/>
    <w:rsid w:val="002D1DC3"/>
    <w:rsid w:val="002D1DD0"/>
    <w:rsid w:val="002D1FBA"/>
    <w:rsid w:val="002D2342"/>
    <w:rsid w:val="002D29ED"/>
    <w:rsid w:val="002D32A8"/>
    <w:rsid w:val="002D35AD"/>
    <w:rsid w:val="002D3BCA"/>
    <w:rsid w:val="002D3D4D"/>
    <w:rsid w:val="002D4F38"/>
    <w:rsid w:val="002D50A3"/>
    <w:rsid w:val="002D54FB"/>
    <w:rsid w:val="002D5A29"/>
    <w:rsid w:val="002D6345"/>
    <w:rsid w:val="002D6427"/>
    <w:rsid w:val="002D6A82"/>
    <w:rsid w:val="002D71CA"/>
    <w:rsid w:val="002D7418"/>
    <w:rsid w:val="002D7545"/>
    <w:rsid w:val="002E0CFE"/>
    <w:rsid w:val="002E13C8"/>
    <w:rsid w:val="002E17AD"/>
    <w:rsid w:val="002E1C8F"/>
    <w:rsid w:val="002E21C7"/>
    <w:rsid w:val="002E2602"/>
    <w:rsid w:val="002E33D8"/>
    <w:rsid w:val="002E37DF"/>
    <w:rsid w:val="002E3DB0"/>
    <w:rsid w:val="002E43A5"/>
    <w:rsid w:val="002E43CF"/>
    <w:rsid w:val="002E44D1"/>
    <w:rsid w:val="002E4C4A"/>
    <w:rsid w:val="002E5595"/>
    <w:rsid w:val="002E5A2F"/>
    <w:rsid w:val="002E618E"/>
    <w:rsid w:val="002E61C5"/>
    <w:rsid w:val="002E6219"/>
    <w:rsid w:val="002E6802"/>
    <w:rsid w:val="002E6D50"/>
    <w:rsid w:val="002E7815"/>
    <w:rsid w:val="002F0234"/>
    <w:rsid w:val="002F09D5"/>
    <w:rsid w:val="002F1779"/>
    <w:rsid w:val="002F1DD2"/>
    <w:rsid w:val="002F2A73"/>
    <w:rsid w:val="002F2DC0"/>
    <w:rsid w:val="002F341C"/>
    <w:rsid w:val="002F401B"/>
    <w:rsid w:val="002F55CD"/>
    <w:rsid w:val="002F6086"/>
    <w:rsid w:val="002F69D2"/>
    <w:rsid w:val="002F73B3"/>
    <w:rsid w:val="003004E7"/>
    <w:rsid w:val="0030192C"/>
    <w:rsid w:val="00302314"/>
    <w:rsid w:val="003024B9"/>
    <w:rsid w:val="0030274A"/>
    <w:rsid w:val="00302CB4"/>
    <w:rsid w:val="00302FD4"/>
    <w:rsid w:val="00303005"/>
    <w:rsid w:val="00303578"/>
    <w:rsid w:val="00303A9C"/>
    <w:rsid w:val="00303B91"/>
    <w:rsid w:val="00303F5E"/>
    <w:rsid w:val="00304645"/>
    <w:rsid w:val="00304E87"/>
    <w:rsid w:val="003063EC"/>
    <w:rsid w:val="00306708"/>
    <w:rsid w:val="00306E0F"/>
    <w:rsid w:val="00307B67"/>
    <w:rsid w:val="00310C93"/>
    <w:rsid w:val="003110C8"/>
    <w:rsid w:val="0031185D"/>
    <w:rsid w:val="0031189A"/>
    <w:rsid w:val="00311A64"/>
    <w:rsid w:val="0031273C"/>
    <w:rsid w:val="00312923"/>
    <w:rsid w:val="00313E22"/>
    <w:rsid w:val="00313EA2"/>
    <w:rsid w:val="00314B9D"/>
    <w:rsid w:val="00314CAC"/>
    <w:rsid w:val="00314D62"/>
    <w:rsid w:val="0031520D"/>
    <w:rsid w:val="00315336"/>
    <w:rsid w:val="00315570"/>
    <w:rsid w:val="00315742"/>
    <w:rsid w:val="00316890"/>
    <w:rsid w:val="003168CC"/>
    <w:rsid w:val="00316936"/>
    <w:rsid w:val="00316CEE"/>
    <w:rsid w:val="00316DC0"/>
    <w:rsid w:val="00316F59"/>
    <w:rsid w:val="0031706B"/>
    <w:rsid w:val="003177FC"/>
    <w:rsid w:val="00317D88"/>
    <w:rsid w:val="00317D9B"/>
    <w:rsid w:val="0032045C"/>
    <w:rsid w:val="00320950"/>
    <w:rsid w:val="00321395"/>
    <w:rsid w:val="003214C3"/>
    <w:rsid w:val="00321AA2"/>
    <w:rsid w:val="00321D4C"/>
    <w:rsid w:val="00321F00"/>
    <w:rsid w:val="0032242B"/>
    <w:rsid w:val="0032294E"/>
    <w:rsid w:val="00322F66"/>
    <w:rsid w:val="003236DF"/>
    <w:rsid w:val="00323FA0"/>
    <w:rsid w:val="00324156"/>
    <w:rsid w:val="003241A8"/>
    <w:rsid w:val="00324466"/>
    <w:rsid w:val="00325D74"/>
    <w:rsid w:val="00325FC3"/>
    <w:rsid w:val="00326216"/>
    <w:rsid w:val="003268FC"/>
    <w:rsid w:val="00326934"/>
    <w:rsid w:val="00326AFA"/>
    <w:rsid w:val="00326C5F"/>
    <w:rsid w:val="00326CC9"/>
    <w:rsid w:val="00326E14"/>
    <w:rsid w:val="00327D29"/>
    <w:rsid w:val="0033090F"/>
    <w:rsid w:val="00331B18"/>
    <w:rsid w:val="00332195"/>
    <w:rsid w:val="00332579"/>
    <w:rsid w:val="003325C0"/>
    <w:rsid w:val="00332717"/>
    <w:rsid w:val="0033287E"/>
    <w:rsid w:val="003328ED"/>
    <w:rsid w:val="00333F1C"/>
    <w:rsid w:val="0033545D"/>
    <w:rsid w:val="00336E3F"/>
    <w:rsid w:val="003374E1"/>
    <w:rsid w:val="003379B4"/>
    <w:rsid w:val="0034044F"/>
    <w:rsid w:val="0034161A"/>
    <w:rsid w:val="00341AA4"/>
    <w:rsid w:val="00341ADC"/>
    <w:rsid w:val="003421DB"/>
    <w:rsid w:val="00342794"/>
    <w:rsid w:val="00342A9C"/>
    <w:rsid w:val="00342CA8"/>
    <w:rsid w:val="00342DCD"/>
    <w:rsid w:val="00342F80"/>
    <w:rsid w:val="0034351A"/>
    <w:rsid w:val="003442B9"/>
    <w:rsid w:val="0034452A"/>
    <w:rsid w:val="003448B0"/>
    <w:rsid w:val="003451D0"/>
    <w:rsid w:val="00345DBC"/>
    <w:rsid w:val="00345DDB"/>
    <w:rsid w:val="00345F3F"/>
    <w:rsid w:val="00346567"/>
    <w:rsid w:val="00347249"/>
    <w:rsid w:val="00347C0F"/>
    <w:rsid w:val="00347FC2"/>
    <w:rsid w:val="0035049A"/>
    <w:rsid w:val="00350B2B"/>
    <w:rsid w:val="0035288C"/>
    <w:rsid w:val="00352AAE"/>
    <w:rsid w:val="00353864"/>
    <w:rsid w:val="0035396A"/>
    <w:rsid w:val="00353B74"/>
    <w:rsid w:val="00353C95"/>
    <w:rsid w:val="00354BAF"/>
    <w:rsid w:val="00355312"/>
    <w:rsid w:val="00355870"/>
    <w:rsid w:val="0035607F"/>
    <w:rsid w:val="00356C5A"/>
    <w:rsid w:val="00356DAA"/>
    <w:rsid w:val="00357D74"/>
    <w:rsid w:val="003604B4"/>
    <w:rsid w:val="003607B6"/>
    <w:rsid w:val="00360893"/>
    <w:rsid w:val="003617CE"/>
    <w:rsid w:val="00361F2D"/>
    <w:rsid w:val="0036202F"/>
    <w:rsid w:val="0036218D"/>
    <w:rsid w:val="00362606"/>
    <w:rsid w:val="00362AFA"/>
    <w:rsid w:val="00362B4A"/>
    <w:rsid w:val="00362CBC"/>
    <w:rsid w:val="00362DD4"/>
    <w:rsid w:val="00363D53"/>
    <w:rsid w:val="00364124"/>
    <w:rsid w:val="0036454A"/>
    <w:rsid w:val="003649A4"/>
    <w:rsid w:val="00364A69"/>
    <w:rsid w:val="00364BAA"/>
    <w:rsid w:val="00365B24"/>
    <w:rsid w:val="00365C1D"/>
    <w:rsid w:val="00365FC3"/>
    <w:rsid w:val="00366089"/>
    <w:rsid w:val="00366863"/>
    <w:rsid w:val="00366C48"/>
    <w:rsid w:val="00367453"/>
    <w:rsid w:val="00367903"/>
    <w:rsid w:val="003704A3"/>
    <w:rsid w:val="003705BF"/>
    <w:rsid w:val="00371A01"/>
    <w:rsid w:val="0037368F"/>
    <w:rsid w:val="003736B2"/>
    <w:rsid w:val="00373BD4"/>
    <w:rsid w:val="00374077"/>
    <w:rsid w:val="00374BB3"/>
    <w:rsid w:val="0037535B"/>
    <w:rsid w:val="00376A5E"/>
    <w:rsid w:val="00376B6F"/>
    <w:rsid w:val="003770C4"/>
    <w:rsid w:val="003771FD"/>
    <w:rsid w:val="0037731A"/>
    <w:rsid w:val="003805B8"/>
    <w:rsid w:val="00381040"/>
    <w:rsid w:val="00382814"/>
    <w:rsid w:val="00382F7F"/>
    <w:rsid w:val="00383285"/>
    <w:rsid w:val="00383785"/>
    <w:rsid w:val="00383FF5"/>
    <w:rsid w:val="00384465"/>
    <w:rsid w:val="00384FF2"/>
    <w:rsid w:val="003854FA"/>
    <w:rsid w:val="00385511"/>
    <w:rsid w:val="003861CA"/>
    <w:rsid w:val="00386436"/>
    <w:rsid w:val="00386920"/>
    <w:rsid w:val="00387E81"/>
    <w:rsid w:val="00391198"/>
    <w:rsid w:val="00391B51"/>
    <w:rsid w:val="00392A1C"/>
    <w:rsid w:val="00392B3E"/>
    <w:rsid w:val="00392DEF"/>
    <w:rsid w:val="003937A7"/>
    <w:rsid w:val="003937AD"/>
    <w:rsid w:val="00393B23"/>
    <w:rsid w:val="00393DB7"/>
    <w:rsid w:val="00394BFE"/>
    <w:rsid w:val="00395288"/>
    <w:rsid w:val="0039632E"/>
    <w:rsid w:val="003970B9"/>
    <w:rsid w:val="003973D1"/>
    <w:rsid w:val="00397594"/>
    <w:rsid w:val="0039777C"/>
    <w:rsid w:val="00397B73"/>
    <w:rsid w:val="003A0882"/>
    <w:rsid w:val="003A0ED1"/>
    <w:rsid w:val="003A1098"/>
    <w:rsid w:val="003A15BD"/>
    <w:rsid w:val="003A2218"/>
    <w:rsid w:val="003A2E7B"/>
    <w:rsid w:val="003A40BE"/>
    <w:rsid w:val="003A52C0"/>
    <w:rsid w:val="003A623F"/>
    <w:rsid w:val="003A68E9"/>
    <w:rsid w:val="003A6C9F"/>
    <w:rsid w:val="003A6F8E"/>
    <w:rsid w:val="003B0210"/>
    <w:rsid w:val="003B05DB"/>
    <w:rsid w:val="003B2F5C"/>
    <w:rsid w:val="003B31F1"/>
    <w:rsid w:val="003B349B"/>
    <w:rsid w:val="003B3584"/>
    <w:rsid w:val="003B3D1A"/>
    <w:rsid w:val="003B3E5A"/>
    <w:rsid w:val="003B3F25"/>
    <w:rsid w:val="003B4D5E"/>
    <w:rsid w:val="003B514C"/>
    <w:rsid w:val="003B5633"/>
    <w:rsid w:val="003B568E"/>
    <w:rsid w:val="003B5CB8"/>
    <w:rsid w:val="003B63CB"/>
    <w:rsid w:val="003B6D2A"/>
    <w:rsid w:val="003B6DE4"/>
    <w:rsid w:val="003C05FE"/>
    <w:rsid w:val="003C064B"/>
    <w:rsid w:val="003C08DD"/>
    <w:rsid w:val="003C2493"/>
    <w:rsid w:val="003C28A5"/>
    <w:rsid w:val="003C29EF"/>
    <w:rsid w:val="003C3128"/>
    <w:rsid w:val="003C381C"/>
    <w:rsid w:val="003C445D"/>
    <w:rsid w:val="003C4934"/>
    <w:rsid w:val="003C4BF4"/>
    <w:rsid w:val="003C5126"/>
    <w:rsid w:val="003C54A8"/>
    <w:rsid w:val="003C5AC8"/>
    <w:rsid w:val="003C6573"/>
    <w:rsid w:val="003C66C1"/>
    <w:rsid w:val="003C6843"/>
    <w:rsid w:val="003C6DE3"/>
    <w:rsid w:val="003D0F7A"/>
    <w:rsid w:val="003D2DE9"/>
    <w:rsid w:val="003D360B"/>
    <w:rsid w:val="003D3618"/>
    <w:rsid w:val="003D3AC5"/>
    <w:rsid w:val="003D44ED"/>
    <w:rsid w:val="003D47AB"/>
    <w:rsid w:val="003D6CB8"/>
    <w:rsid w:val="003D78E9"/>
    <w:rsid w:val="003D7CBD"/>
    <w:rsid w:val="003E0056"/>
    <w:rsid w:val="003E039E"/>
    <w:rsid w:val="003E12AC"/>
    <w:rsid w:val="003E2198"/>
    <w:rsid w:val="003E21BD"/>
    <w:rsid w:val="003E26B9"/>
    <w:rsid w:val="003E29C3"/>
    <w:rsid w:val="003E2A5B"/>
    <w:rsid w:val="003E3325"/>
    <w:rsid w:val="003E3A72"/>
    <w:rsid w:val="003E4426"/>
    <w:rsid w:val="003E46AA"/>
    <w:rsid w:val="003E4B8D"/>
    <w:rsid w:val="003E5024"/>
    <w:rsid w:val="003E5787"/>
    <w:rsid w:val="003E590D"/>
    <w:rsid w:val="003E5CEA"/>
    <w:rsid w:val="003E68EF"/>
    <w:rsid w:val="003E7731"/>
    <w:rsid w:val="003E7804"/>
    <w:rsid w:val="003E7B80"/>
    <w:rsid w:val="003E7BD2"/>
    <w:rsid w:val="003F0575"/>
    <w:rsid w:val="003F083A"/>
    <w:rsid w:val="003F0918"/>
    <w:rsid w:val="003F11DC"/>
    <w:rsid w:val="003F147B"/>
    <w:rsid w:val="003F1A74"/>
    <w:rsid w:val="003F1B34"/>
    <w:rsid w:val="003F1B60"/>
    <w:rsid w:val="003F1BC2"/>
    <w:rsid w:val="003F1EFA"/>
    <w:rsid w:val="003F285D"/>
    <w:rsid w:val="003F348A"/>
    <w:rsid w:val="003F3EB4"/>
    <w:rsid w:val="003F444E"/>
    <w:rsid w:val="003F4565"/>
    <w:rsid w:val="003F56F3"/>
    <w:rsid w:val="003F57D7"/>
    <w:rsid w:val="003F5B75"/>
    <w:rsid w:val="003F60F7"/>
    <w:rsid w:val="003F667B"/>
    <w:rsid w:val="003F6E0B"/>
    <w:rsid w:val="003F76AA"/>
    <w:rsid w:val="003F77B4"/>
    <w:rsid w:val="004007A5"/>
    <w:rsid w:val="004007AA"/>
    <w:rsid w:val="0040180E"/>
    <w:rsid w:val="00401DB8"/>
    <w:rsid w:val="004028B0"/>
    <w:rsid w:val="00402FEC"/>
    <w:rsid w:val="00403365"/>
    <w:rsid w:val="00403CEE"/>
    <w:rsid w:val="00404AE7"/>
    <w:rsid w:val="00404ECD"/>
    <w:rsid w:val="00405314"/>
    <w:rsid w:val="004057EB"/>
    <w:rsid w:val="0040695C"/>
    <w:rsid w:val="00407005"/>
    <w:rsid w:val="0040764B"/>
    <w:rsid w:val="00407ECE"/>
    <w:rsid w:val="00410061"/>
    <w:rsid w:val="00410118"/>
    <w:rsid w:val="004101DA"/>
    <w:rsid w:val="00410EB0"/>
    <w:rsid w:val="00412280"/>
    <w:rsid w:val="00412622"/>
    <w:rsid w:val="00412D33"/>
    <w:rsid w:val="004130B8"/>
    <w:rsid w:val="0041315C"/>
    <w:rsid w:val="0041395A"/>
    <w:rsid w:val="00414E1E"/>
    <w:rsid w:val="00415E00"/>
    <w:rsid w:val="004166A2"/>
    <w:rsid w:val="0041720F"/>
    <w:rsid w:val="004200A1"/>
    <w:rsid w:val="00420691"/>
    <w:rsid w:val="004206B5"/>
    <w:rsid w:val="00420866"/>
    <w:rsid w:val="00420971"/>
    <w:rsid w:val="0042170E"/>
    <w:rsid w:val="004218D8"/>
    <w:rsid w:val="004222E8"/>
    <w:rsid w:val="004227DC"/>
    <w:rsid w:val="00422C5B"/>
    <w:rsid w:val="00422CB8"/>
    <w:rsid w:val="004231DA"/>
    <w:rsid w:val="0042350F"/>
    <w:rsid w:val="00423B87"/>
    <w:rsid w:val="0042432B"/>
    <w:rsid w:val="0042455C"/>
    <w:rsid w:val="00424AAE"/>
    <w:rsid w:val="00424B65"/>
    <w:rsid w:val="004265A6"/>
    <w:rsid w:val="00426B6F"/>
    <w:rsid w:val="00426E1C"/>
    <w:rsid w:val="00426E3D"/>
    <w:rsid w:val="0042733F"/>
    <w:rsid w:val="00427C33"/>
    <w:rsid w:val="00430370"/>
    <w:rsid w:val="004303CB"/>
    <w:rsid w:val="004306D9"/>
    <w:rsid w:val="00430AEC"/>
    <w:rsid w:val="004328EE"/>
    <w:rsid w:val="004343B0"/>
    <w:rsid w:val="0043534A"/>
    <w:rsid w:val="004355B3"/>
    <w:rsid w:val="00436481"/>
    <w:rsid w:val="00436CDF"/>
    <w:rsid w:val="004370AE"/>
    <w:rsid w:val="004373ED"/>
    <w:rsid w:val="00437537"/>
    <w:rsid w:val="00440081"/>
    <w:rsid w:val="00440F93"/>
    <w:rsid w:val="0044138E"/>
    <w:rsid w:val="004413BA"/>
    <w:rsid w:val="004422B1"/>
    <w:rsid w:val="004422F8"/>
    <w:rsid w:val="00442360"/>
    <w:rsid w:val="004426B4"/>
    <w:rsid w:val="00442B70"/>
    <w:rsid w:val="004430FA"/>
    <w:rsid w:val="00443DFC"/>
    <w:rsid w:val="00444176"/>
    <w:rsid w:val="004452D2"/>
    <w:rsid w:val="004458AF"/>
    <w:rsid w:val="00445E17"/>
    <w:rsid w:val="004463B5"/>
    <w:rsid w:val="004467A0"/>
    <w:rsid w:val="00446C89"/>
    <w:rsid w:val="004476C7"/>
    <w:rsid w:val="00447A4D"/>
    <w:rsid w:val="00447B5E"/>
    <w:rsid w:val="00447CFA"/>
    <w:rsid w:val="004508EC"/>
    <w:rsid w:val="00451F08"/>
    <w:rsid w:val="004522D0"/>
    <w:rsid w:val="00452324"/>
    <w:rsid w:val="004527D8"/>
    <w:rsid w:val="00452DA3"/>
    <w:rsid w:val="00453B4A"/>
    <w:rsid w:val="00453FA0"/>
    <w:rsid w:val="00454C4A"/>
    <w:rsid w:val="00455239"/>
    <w:rsid w:val="00455527"/>
    <w:rsid w:val="00455D74"/>
    <w:rsid w:val="0045695C"/>
    <w:rsid w:val="004569C5"/>
    <w:rsid w:val="00456D27"/>
    <w:rsid w:val="00456EB2"/>
    <w:rsid w:val="00457045"/>
    <w:rsid w:val="00457B7D"/>
    <w:rsid w:val="00457C4C"/>
    <w:rsid w:val="00457D7E"/>
    <w:rsid w:val="004601C1"/>
    <w:rsid w:val="004603D2"/>
    <w:rsid w:val="00462005"/>
    <w:rsid w:val="004628B4"/>
    <w:rsid w:val="00462ADB"/>
    <w:rsid w:val="00462D6B"/>
    <w:rsid w:val="00462FC2"/>
    <w:rsid w:val="00463BB1"/>
    <w:rsid w:val="00463FAF"/>
    <w:rsid w:val="004641F4"/>
    <w:rsid w:val="00465409"/>
    <w:rsid w:val="0046582C"/>
    <w:rsid w:val="004661B1"/>
    <w:rsid w:val="0046630A"/>
    <w:rsid w:val="00466F89"/>
    <w:rsid w:val="00467096"/>
    <w:rsid w:val="00467F6E"/>
    <w:rsid w:val="004701D7"/>
    <w:rsid w:val="00470FE8"/>
    <w:rsid w:val="004710E3"/>
    <w:rsid w:val="004712F0"/>
    <w:rsid w:val="004712F9"/>
    <w:rsid w:val="00472D27"/>
    <w:rsid w:val="0047369E"/>
    <w:rsid w:val="0047382C"/>
    <w:rsid w:val="0047384C"/>
    <w:rsid w:val="00473D7C"/>
    <w:rsid w:val="00474491"/>
    <w:rsid w:val="004747B5"/>
    <w:rsid w:val="00474B26"/>
    <w:rsid w:val="00474E00"/>
    <w:rsid w:val="00475F40"/>
    <w:rsid w:val="00477DC6"/>
    <w:rsid w:val="004805BD"/>
    <w:rsid w:val="00482541"/>
    <w:rsid w:val="00482577"/>
    <w:rsid w:val="00482DA1"/>
    <w:rsid w:val="004830F4"/>
    <w:rsid w:val="004832C7"/>
    <w:rsid w:val="00483852"/>
    <w:rsid w:val="0048388F"/>
    <w:rsid w:val="00483EDB"/>
    <w:rsid w:val="00483FBA"/>
    <w:rsid w:val="00484705"/>
    <w:rsid w:val="00484C3E"/>
    <w:rsid w:val="00484C8C"/>
    <w:rsid w:val="004853AA"/>
    <w:rsid w:val="00485655"/>
    <w:rsid w:val="00485C7B"/>
    <w:rsid w:val="00485CF0"/>
    <w:rsid w:val="00486372"/>
    <w:rsid w:val="0048682C"/>
    <w:rsid w:val="00486A72"/>
    <w:rsid w:val="00486D40"/>
    <w:rsid w:val="0048763A"/>
    <w:rsid w:val="004902AE"/>
    <w:rsid w:val="004902CD"/>
    <w:rsid w:val="004908E2"/>
    <w:rsid w:val="00491269"/>
    <w:rsid w:val="004912CE"/>
    <w:rsid w:val="00491426"/>
    <w:rsid w:val="004915E2"/>
    <w:rsid w:val="00491DDA"/>
    <w:rsid w:val="00491E21"/>
    <w:rsid w:val="004921BD"/>
    <w:rsid w:val="00492427"/>
    <w:rsid w:val="00492E4B"/>
    <w:rsid w:val="00493671"/>
    <w:rsid w:val="00493BFF"/>
    <w:rsid w:val="004942BC"/>
    <w:rsid w:val="0049551C"/>
    <w:rsid w:val="00495988"/>
    <w:rsid w:val="004959B9"/>
    <w:rsid w:val="004959E4"/>
    <w:rsid w:val="0049605B"/>
    <w:rsid w:val="00496731"/>
    <w:rsid w:val="00496937"/>
    <w:rsid w:val="00497097"/>
    <w:rsid w:val="004A0270"/>
    <w:rsid w:val="004A047E"/>
    <w:rsid w:val="004A05EB"/>
    <w:rsid w:val="004A1394"/>
    <w:rsid w:val="004A1576"/>
    <w:rsid w:val="004A15A1"/>
    <w:rsid w:val="004A1603"/>
    <w:rsid w:val="004A162B"/>
    <w:rsid w:val="004A1901"/>
    <w:rsid w:val="004A28DA"/>
    <w:rsid w:val="004A2A31"/>
    <w:rsid w:val="004A2B8D"/>
    <w:rsid w:val="004A3080"/>
    <w:rsid w:val="004A30E5"/>
    <w:rsid w:val="004A3383"/>
    <w:rsid w:val="004A441E"/>
    <w:rsid w:val="004A4759"/>
    <w:rsid w:val="004A4DFC"/>
    <w:rsid w:val="004A5D32"/>
    <w:rsid w:val="004A5DA2"/>
    <w:rsid w:val="004A6651"/>
    <w:rsid w:val="004A7085"/>
    <w:rsid w:val="004A7E9C"/>
    <w:rsid w:val="004B01B7"/>
    <w:rsid w:val="004B05BA"/>
    <w:rsid w:val="004B16F2"/>
    <w:rsid w:val="004B2DF2"/>
    <w:rsid w:val="004B2F55"/>
    <w:rsid w:val="004B339A"/>
    <w:rsid w:val="004B35D0"/>
    <w:rsid w:val="004B3C5E"/>
    <w:rsid w:val="004B41A6"/>
    <w:rsid w:val="004B43D8"/>
    <w:rsid w:val="004B4833"/>
    <w:rsid w:val="004B5EDF"/>
    <w:rsid w:val="004B686E"/>
    <w:rsid w:val="004B715D"/>
    <w:rsid w:val="004B760D"/>
    <w:rsid w:val="004B7914"/>
    <w:rsid w:val="004B7E47"/>
    <w:rsid w:val="004B7F19"/>
    <w:rsid w:val="004C0149"/>
    <w:rsid w:val="004C0F8C"/>
    <w:rsid w:val="004C2014"/>
    <w:rsid w:val="004C21D7"/>
    <w:rsid w:val="004C252E"/>
    <w:rsid w:val="004C2ECD"/>
    <w:rsid w:val="004C33B6"/>
    <w:rsid w:val="004C3C14"/>
    <w:rsid w:val="004C40CE"/>
    <w:rsid w:val="004C4137"/>
    <w:rsid w:val="004C4464"/>
    <w:rsid w:val="004C4AB4"/>
    <w:rsid w:val="004C4B94"/>
    <w:rsid w:val="004C4F77"/>
    <w:rsid w:val="004C540A"/>
    <w:rsid w:val="004C56E0"/>
    <w:rsid w:val="004C5887"/>
    <w:rsid w:val="004C6E71"/>
    <w:rsid w:val="004D0027"/>
    <w:rsid w:val="004D05D8"/>
    <w:rsid w:val="004D072F"/>
    <w:rsid w:val="004D07F1"/>
    <w:rsid w:val="004D0CED"/>
    <w:rsid w:val="004D1A54"/>
    <w:rsid w:val="004D1EF5"/>
    <w:rsid w:val="004D27B1"/>
    <w:rsid w:val="004D28AC"/>
    <w:rsid w:val="004D2AF4"/>
    <w:rsid w:val="004D34BB"/>
    <w:rsid w:val="004D406E"/>
    <w:rsid w:val="004D488F"/>
    <w:rsid w:val="004D4D4F"/>
    <w:rsid w:val="004D4E9E"/>
    <w:rsid w:val="004D4F10"/>
    <w:rsid w:val="004D4FBE"/>
    <w:rsid w:val="004D54B5"/>
    <w:rsid w:val="004D59D1"/>
    <w:rsid w:val="004D6225"/>
    <w:rsid w:val="004D6324"/>
    <w:rsid w:val="004D6B2D"/>
    <w:rsid w:val="004D74AA"/>
    <w:rsid w:val="004D7AA9"/>
    <w:rsid w:val="004E040B"/>
    <w:rsid w:val="004E0451"/>
    <w:rsid w:val="004E04E6"/>
    <w:rsid w:val="004E0AD1"/>
    <w:rsid w:val="004E1582"/>
    <w:rsid w:val="004E1B85"/>
    <w:rsid w:val="004E2537"/>
    <w:rsid w:val="004E29AE"/>
    <w:rsid w:val="004E2AC7"/>
    <w:rsid w:val="004E3BC5"/>
    <w:rsid w:val="004E41E7"/>
    <w:rsid w:val="004E4E91"/>
    <w:rsid w:val="004E524F"/>
    <w:rsid w:val="004E5466"/>
    <w:rsid w:val="004E54DE"/>
    <w:rsid w:val="004E5522"/>
    <w:rsid w:val="004E5873"/>
    <w:rsid w:val="004E61FD"/>
    <w:rsid w:val="004E6358"/>
    <w:rsid w:val="004E69A0"/>
    <w:rsid w:val="004E723F"/>
    <w:rsid w:val="004E79E3"/>
    <w:rsid w:val="004E7B60"/>
    <w:rsid w:val="004F0713"/>
    <w:rsid w:val="004F089C"/>
    <w:rsid w:val="004F106C"/>
    <w:rsid w:val="004F19B7"/>
    <w:rsid w:val="004F21CE"/>
    <w:rsid w:val="004F25AC"/>
    <w:rsid w:val="004F2925"/>
    <w:rsid w:val="004F31B0"/>
    <w:rsid w:val="004F3659"/>
    <w:rsid w:val="004F5A55"/>
    <w:rsid w:val="004F6488"/>
    <w:rsid w:val="004F7B06"/>
    <w:rsid w:val="0050020B"/>
    <w:rsid w:val="0050023E"/>
    <w:rsid w:val="00501B38"/>
    <w:rsid w:val="00502BB8"/>
    <w:rsid w:val="00503C12"/>
    <w:rsid w:val="00503D34"/>
    <w:rsid w:val="00504520"/>
    <w:rsid w:val="00504F69"/>
    <w:rsid w:val="0050556E"/>
    <w:rsid w:val="00505C20"/>
    <w:rsid w:val="00505D25"/>
    <w:rsid w:val="00506F8C"/>
    <w:rsid w:val="00507795"/>
    <w:rsid w:val="005077BA"/>
    <w:rsid w:val="00510139"/>
    <w:rsid w:val="0051021A"/>
    <w:rsid w:val="005103C8"/>
    <w:rsid w:val="00510876"/>
    <w:rsid w:val="00510E36"/>
    <w:rsid w:val="00510ED1"/>
    <w:rsid w:val="00512CB2"/>
    <w:rsid w:val="00513352"/>
    <w:rsid w:val="00513946"/>
    <w:rsid w:val="00513FE6"/>
    <w:rsid w:val="0051434B"/>
    <w:rsid w:val="00514C7D"/>
    <w:rsid w:val="005155A4"/>
    <w:rsid w:val="0051600D"/>
    <w:rsid w:val="0051601A"/>
    <w:rsid w:val="005160F2"/>
    <w:rsid w:val="0051648D"/>
    <w:rsid w:val="005165AB"/>
    <w:rsid w:val="005171FA"/>
    <w:rsid w:val="00517C3E"/>
    <w:rsid w:val="00517DB2"/>
    <w:rsid w:val="00520485"/>
    <w:rsid w:val="00520556"/>
    <w:rsid w:val="00520566"/>
    <w:rsid w:val="00520B91"/>
    <w:rsid w:val="00520FE3"/>
    <w:rsid w:val="0052130D"/>
    <w:rsid w:val="00521A54"/>
    <w:rsid w:val="005223AD"/>
    <w:rsid w:val="00522BC1"/>
    <w:rsid w:val="00522BCB"/>
    <w:rsid w:val="0052395E"/>
    <w:rsid w:val="005243BA"/>
    <w:rsid w:val="00524638"/>
    <w:rsid w:val="00524C00"/>
    <w:rsid w:val="005256BD"/>
    <w:rsid w:val="005258A9"/>
    <w:rsid w:val="005259B9"/>
    <w:rsid w:val="005270B4"/>
    <w:rsid w:val="00527209"/>
    <w:rsid w:val="005277CF"/>
    <w:rsid w:val="00527AF6"/>
    <w:rsid w:val="00530A12"/>
    <w:rsid w:val="00530CD1"/>
    <w:rsid w:val="00530E87"/>
    <w:rsid w:val="00531BD4"/>
    <w:rsid w:val="005321CE"/>
    <w:rsid w:val="005328FB"/>
    <w:rsid w:val="00532BCE"/>
    <w:rsid w:val="00532C27"/>
    <w:rsid w:val="00532F1B"/>
    <w:rsid w:val="00533860"/>
    <w:rsid w:val="005338F6"/>
    <w:rsid w:val="00533A1E"/>
    <w:rsid w:val="00534C7D"/>
    <w:rsid w:val="00534DAB"/>
    <w:rsid w:val="00535587"/>
    <w:rsid w:val="0053587F"/>
    <w:rsid w:val="00536A86"/>
    <w:rsid w:val="005373C0"/>
    <w:rsid w:val="005373CB"/>
    <w:rsid w:val="00537A4D"/>
    <w:rsid w:val="00537C6D"/>
    <w:rsid w:val="005411DE"/>
    <w:rsid w:val="00541801"/>
    <w:rsid w:val="00541B31"/>
    <w:rsid w:val="0054211F"/>
    <w:rsid w:val="005430ED"/>
    <w:rsid w:val="00544606"/>
    <w:rsid w:val="005448F6"/>
    <w:rsid w:val="00544E3E"/>
    <w:rsid w:val="005456CD"/>
    <w:rsid w:val="00545F1C"/>
    <w:rsid w:val="00546CA5"/>
    <w:rsid w:val="00547451"/>
    <w:rsid w:val="005474D0"/>
    <w:rsid w:val="00547BA9"/>
    <w:rsid w:val="005501C4"/>
    <w:rsid w:val="00550B19"/>
    <w:rsid w:val="00550BF9"/>
    <w:rsid w:val="005517FC"/>
    <w:rsid w:val="00551E0D"/>
    <w:rsid w:val="00551F4B"/>
    <w:rsid w:val="005520DB"/>
    <w:rsid w:val="0055220E"/>
    <w:rsid w:val="00552BFF"/>
    <w:rsid w:val="00553028"/>
    <w:rsid w:val="005532CC"/>
    <w:rsid w:val="005539BF"/>
    <w:rsid w:val="00553C7B"/>
    <w:rsid w:val="00555219"/>
    <w:rsid w:val="00555243"/>
    <w:rsid w:val="0055559E"/>
    <w:rsid w:val="005568EB"/>
    <w:rsid w:val="005571B0"/>
    <w:rsid w:val="005576EF"/>
    <w:rsid w:val="00557BA4"/>
    <w:rsid w:val="00560BD9"/>
    <w:rsid w:val="00560E05"/>
    <w:rsid w:val="00561274"/>
    <w:rsid w:val="00561B68"/>
    <w:rsid w:val="00561DBF"/>
    <w:rsid w:val="005620D7"/>
    <w:rsid w:val="005626FD"/>
    <w:rsid w:val="00562B0E"/>
    <w:rsid w:val="00562D0A"/>
    <w:rsid w:val="00562E85"/>
    <w:rsid w:val="00562EB5"/>
    <w:rsid w:val="005632CD"/>
    <w:rsid w:val="00563303"/>
    <w:rsid w:val="00564644"/>
    <w:rsid w:val="00564EE0"/>
    <w:rsid w:val="00564F16"/>
    <w:rsid w:val="005654E2"/>
    <w:rsid w:val="005666BD"/>
    <w:rsid w:val="00566A11"/>
    <w:rsid w:val="005676AF"/>
    <w:rsid w:val="00567A0C"/>
    <w:rsid w:val="005709FE"/>
    <w:rsid w:val="00571882"/>
    <w:rsid w:val="00571D66"/>
    <w:rsid w:val="00571E8E"/>
    <w:rsid w:val="00572525"/>
    <w:rsid w:val="00572C32"/>
    <w:rsid w:val="00572C5B"/>
    <w:rsid w:val="00573394"/>
    <w:rsid w:val="0057372F"/>
    <w:rsid w:val="005737FA"/>
    <w:rsid w:val="00573BAB"/>
    <w:rsid w:val="00574111"/>
    <w:rsid w:val="00575FC0"/>
    <w:rsid w:val="0057680B"/>
    <w:rsid w:val="00576B05"/>
    <w:rsid w:val="00576B7C"/>
    <w:rsid w:val="00577230"/>
    <w:rsid w:val="0057724A"/>
    <w:rsid w:val="00577696"/>
    <w:rsid w:val="00577CD1"/>
    <w:rsid w:val="005810B5"/>
    <w:rsid w:val="0058129D"/>
    <w:rsid w:val="00581D48"/>
    <w:rsid w:val="00581EDC"/>
    <w:rsid w:val="0058218C"/>
    <w:rsid w:val="00582621"/>
    <w:rsid w:val="00582AF5"/>
    <w:rsid w:val="00582EA9"/>
    <w:rsid w:val="0058416E"/>
    <w:rsid w:val="005847A2"/>
    <w:rsid w:val="00584E3E"/>
    <w:rsid w:val="00585CB4"/>
    <w:rsid w:val="0058640A"/>
    <w:rsid w:val="005865F7"/>
    <w:rsid w:val="00587DBC"/>
    <w:rsid w:val="005907F4"/>
    <w:rsid w:val="00590DC5"/>
    <w:rsid w:val="00591069"/>
    <w:rsid w:val="00591B4B"/>
    <w:rsid w:val="005920C6"/>
    <w:rsid w:val="0059263D"/>
    <w:rsid w:val="00592EBB"/>
    <w:rsid w:val="005939B5"/>
    <w:rsid w:val="00593C0C"/>
    <w:rsid w:val="00593D0D"/>
    <w:rsid w:val="005942C8"/>
    <w:rsid w:val="0059449F"/>
    <w:rsid w:val="005945D8"/>
    <w:rsid w:val="00594A92"/>
    <w:rsid w:val="00595318"/>
    <w:rsid w:val="00595389"/>
    <w:rsid w:val="0059586B"/>
    <w:rsid w:val="00595B59"/>
    <w:rsid w:val="005962DB"/>
    <w:rsid w:val="005962FA"/>
    <w:rsid w:val="00596398"/>
    <w:rsid w:val="005964C5"/>
    <w:rsid w:val="00596B6C"/>
    <w:rsid w:val="00596E70"/>
    <w:rsid w:val="00596E88"/>
    <w:rsid w:val="005978AD"/>
    <w:rsid w:val="005978CF"/>
    <w:rsid w:val="00597F19"/>
    <w:rsid w:val="005A0260"/>
    <w:rsid w:val="005A0B94"/>
    <w:rsid w:val="005A0CDB"/>
    <w:rsid w:val="005A0D9E"/>
    <w:rsid w:val="005A1553"/>
    <w:rsid w:val="005A16E1"/>
    <w:rsid w:val="005A245B"/>
    <w:rsid w:val="005A2CEC"/>
    <w:rsid w:val="005A3471"/>
    <w:rsid w:val="005A4B04"/>
    <w:rsid w:val="005A5046"/>
    <w:rsid w:val="005A514E"/>
    <w:rsid w:val="005A53EE"/>
    <w:rsid w:val="005A53F3"/>
    <w:rsid w:val="005A5C8B"/>
    <w:rsid w:val="005A5C97"/>
    <w:rsid w:val="005A5DEC"/>
    <w:rsid w:val="005A6942"/>
    <w:rsid w:val="005A6A4B"/>
    <w:rsid w:val="005A7674"/>
    <w:rsid w:val="005A775D"/>
    <w:rsid w:val="005A780B"/>
    <w:rsid w:val="005B0708"/>
    <w:rsid w:val="005B0915"/>
    <w:rsid w:val="005B0A8C"/>
    <w:rsid w:val="005B0F3D"/>
    <w:rsid w:val="005B2CA1"/>
    <w:rsid w:val="005B304C"/>
    <w:rsid w:val="005B3366"/>
    <w:rsid w:val="005B33A0"/>
    <w:rsid w:val="005B33BF"/>
    <w:rsid w:val="005B349D"/>
    <w:rsid w:val="005B3762"/>
    <w:rsid w:val="005B446A"/>
    <w:rsid w:val="005B4A1D"/>
    <w:rsid w:val="005B641D"/>
    <w:rsid w:val="005B64D0"/>
    <w:rsid w:val="005B699C"/>
    <w:rsid w:val="005B73EB"/>
    <w:rsid w:val="005B7EB0"/>
    <w:rsid w:val="005C076F"/>
    <w:rsid w:val="005C0BB1"/>
    <w:rsid w:val="005C174B"/>
    <w:rsid w:val="005C3085"/>
    <w:rsid w:val="005C37B0"/>
    <w:rsid w:val="005C3DA7"/>
    <w:rsid w:val="005C40CB"/>
    <w:rsid w:val="005C5324"/>
    <w:rsid w:val="005C65FB"/>
    <w:rsid w:val="005C6770"/>
    <w:rsid w:val="005C682D"/>
    <w:rsid w:val="005D0001"/>
    <w:rsid w:val="005D034D"/>
    <w:rsid w:val="005D0A06"/>
    <w:rsid w:val="005D0E53"/>
    <w:rsid w:val="005D0F76"/>
    <w:rsid w:val="005D1141"/>
    <w:rsid w:val="005D171C"/>
    <w:rsid w:val="005D18A3"/>
    <w:rsid w:val="005D1CE2"/>
    <w:rsid w:val="005D1DCA"/>
    <w:rsid w:val="005D2AC0"/>
    <w:rsid w:val="005D455E"/>
    <w:rsid w:val="005D55E6"/>
    <w:rsid w:val="005D58D1"/>
    <w:rsid w:val="005D599C"/>
    <w:rsid w:val="005D5B09"/>
    <w:rsid w:val="005D5FB1"/>
    <w:rsid w:val="005D63FE"/>
    <w:rsid w:val="005D671F"/>
    <w:rsid w:val="005D7805"/>
    <w:rsid w:val="005E095C"/>
    <w:rsid w:val="005E1313"/>
    <w:rsid w:val="005E3381"/>
    <w:rsid w:val="005E3779"/>
    <w:rsid w:val="005E513F"/>
    <w:rsid w:val="005E5716"/>
    <w:rsid w:val="005E580C"/>
    <w:rsid w:val="005E64BA"/>
    <w:rsid w:val="005E6E61"/>
    <w:rsid w:val="005E7183"/>
    <w:rsid w:val="005E71D8"/>
    <w:rsid w:val="005E7468"/>
    <w:rsid w:val="005E7591"/>
    <w:rsid w:val="005E75D7"/>
    <w:rsid w:val="005E7E47"/>
    <w:rsid w:val="005F0DD0"/>
    <w:rsid w:val="005F1A43"/>
    <w:rsid w:val="005F2262"/>
    <w:rsid w:val="005F2AC7"/>
    <w:rsid w:val="005F2B1B"/>
    <w:rsid w:val="005F302D"/>
    <w:rsid w:val="005F326F"/>
    <w:rsid w:val="005F405B"/>
    <w:rsid w:val="005F42A4"/>
    <w:rsid w:val="005F4FD2"/>
    <w:rsid w:val="005F54CD"/>
    <w:rsid w:val="005F5711"/>
    <w:rsid w:val="005F5964"/>
    <w:rsid w:val="005F69B3"/>
    <w:rsid w:val="005F6B78"/>
    <w:rsid w:val="005F7276"/>
    <w:rsid w:val="005F76CE"/>
    <w:rsid w:val="005F783F"/>
    <w:rsid w:val="005F7E8D"/>
    <w:rsid w:val="006015E3"/>
    <w:rsid w:val="006021CF"/>
    <w:rsid w:val="006027C8"/>
    <w:rsid w:val="00602BCE"/>
    <w:rsid w:val="0060390B"/>
    <w:rsid w:val="00603B39"/>
    <w:rsid w:val="00604363"/>
    <w:rsid w:val="006044C7"/>
    <w:rsid w:val="0060490E"/>
    <w:rsid w:val="00605125"/>
    <w:rsid w:val="00605149"/>
    <w:rsid w:val="0060551C"/>
    <w:rsid w:val="006056D0"/>
    <w:rsid w:val="00605903"/>
    <w:rsid w:val="0060593C"/>
    <w:rsid w:val="00606783"/>
    <w:rsid w:val="00606922"/>
    <w:rsid w:val="00610060"/>
    <w:rsid w:val="0061016B"/>
    <w:rsid w:val="00611DD6"/>
    <w:rsid w:val="00611E03"/>
    <w:rsid w:val="00611E5E"/>
    <w:rsid w:val="00612718"/>
    <w:rsid w:val="00613399"/>
    <w:rsid w:val="0061388F"/>
    <w:rsid w:val="00613A54"/>
    <w:rsid w:val="00614C3A"/>
    <w:rsid w:val="00615611"/>
    <w:rsid w:val="006159ED"/>
    <w:rsid w:val="00616018"/>
    <w:rsid w:val="00616126"/>
    <w:rsid w:val="00616152"/>
    <w:rsid w:val="00616826"/>
    <w:rsid w:val="00616BF1"/>
    <w:rsid w:val="00616D0C"/>
    <w:rsid w:val="00616E19"/>
    <w:rsid w:val="0061740D"/>
    <w:rsid w:val="00617CB8"/>
    <w:rsid w:val="0062006E"/>
    <w:rsid w:val="006205DA"/>
    <w:rsid w:val="006208E1"/>
    <w:rsid w:val="00621077"/>
    <w:rsid w:val="006214B4"/>
    <w:rsid w:val="0062173C"/>
    <w:rsid w:val="006217F5"/>
    <w:rsid w:val="006220AE"/>
    <w:rsid w:val="00622385"/>
    <w:rsid w:val="00622392"/>
    <w:rsid w:val="00623720"/>
    <w:rsid w:val="00623D9D"/>
    <w:rsid w:val="00623F38"/>
    <w:rsid w:val="006247DA"/>
    <w:rsid w:val="0062492D"/>
    <w:rsid w:val="006251E1"/>
    <w:rsid w:val="006253EB"/>
    <w:rsid w:val="006259BC"/>
    <w:rsid w:val="00625E3A"/>
    <w:rsid w:val="00625E45"/>
    <w:rsid w:val="00626597"/>
    <w:rsid w:val="00627BA2"/>
    <w:rsid w:val="006300A7"/>
    <w:rsid w:val="00632982"/>
    <w:rsid w:val="00633B20"/>
    <w:rsid w:val="00633DFB"/>
    <w:rsid w:val="0063402B"/>
    <w:rsid w:val="0063408D"/>
    <w:rsid w:val="0063439F"/>
    <w:rsid w:val="006345E5"/>
    <w:rsid w:val="00635B4F"/>
    <w:rsid w:val="00635FE8"/>
    <w:rsid w:val="00636561"/>
    <w:rsid w:val="00636733"/>
    <w:rsid w:val="00636D03"/>
    <w:rsid w:val="00637575"/>
    <w:rsid w:val="00637C77"/>
    <w:rsid w:val="00640680"/>
    <w:rsid w:val="00640956"/>
    <w:rsid w:val="00640CF2"/>
    <w:rsid w:val="00640DD5"/>
    <w:rsid w:val="00641D13"/>
    <w:rsid w:val="006421D5"/>
    <w:rsid w:val="006423CA"/>
    <w:rsid w:val="006425BD"/>
    <w:rsid w:val="00642DF1"/>
    <w:rsid w:val="00642E75"/>
    <w:rsid w:val="00643076"/>
    <w:rsid w:val="00643309"/>
    <w:rsid w:val="00643D69"/>
    <w:rsid w:val="00643F22"/>
    <w:rsid w:val="00645099"/>
    <w:rsid w:val="00645837"/>
    <w:rsid w:val="00647FF1"/>
    <w:rsid w:val="006501C0"/>
    <w:rsid w:val="00650608"/>
    <w:rsid w:val="00650972"/>
    <w:rsid w:val="0065110B"/>
    <w:rsid w:val="006513D7"/>
    <w:rsid w:val="00653A63"/>
    <w:rsid w:val="00654743"/>
    <w:rsid w:val="0065521D"/>
    <w:rsid w:val="00655767"/>
    <w:rsid w:val="00655AE9"/>
    <w:rsid w:val="00655DAE"/>
    <w:rsid w:val="00655EF5"/>
    <w:rsid w:val="00656A02"/>
    <w:rsid w:val="00656B83"/>
    <w:rsid w:val="00657516"/>
    <w:rsid w:val="0065762E"/>
    <w:rsid w:val="006600D0"/>
    <w:rsid w:val="006605D6"/>
    <w:rsid w:val="0066120B"/>
    <w:rsid w:val="00661780"/>
    <w:rsid w:val="0066195F"/>
    <w:rsid w:val="00661A72"/>
    <w:rsid w:val="00661D50"/>
    <w:rsid w:val="00662040"/>
    <w:rsid w:val="00662C81"/>
    <w:rsid w:val="0066316B"/>
    <w:rsid w:val="006656D4"/>
    <w:rsid w:val="0066570B"/>
    <w:rsid w:val="0066585D"/>
    <w:rsid w:val="00665E44"/>
    <w:rsid w:val="006669D0"/>
    <w:rsid w:val="00666A9D"/>
    <w:rsid w:val="00666D26"/>
    <w:rsid w:val="00666F6A"/>
    <w:rsid w:val="0066736B"/>
    <w:rsid w:val="0066763D"/>
    <w:rsid w:val="00667818"/>
    <w:rsid w:val="00667877"/>
    <w:rsid w:val="00667C3D"/>
    <w:rsid w:val="00670082"/>
    <w:rsid w:val="006701C8"/>
    <w:rsid w:val="006708DA"/>
    <w:rsid w:val="0067092D"/>
    <w:rsid w:val="00670F44"/>
    <w:rsid w:val="0067172D"/>
    <w:rsid w:val="0067178A"/>
    <w:rsid w:val="006718CE"/>
    <w:rsid w:val="0067276B"/>
    <w:rsid w:val="00672CE6"/>
    <w:rsid w:val="00672E9A"/>
    <w:rsid w:val="00673122"/>
    <w:rsid w:val="0067393A"/>
    <w:rsid w:val="00673B69"/>
    <w:rsid w:val="00673BF9"/>
    <w:rsid w:val="00676B5F"/>
    <w:rsid w:val="00676CB9"/>
    <w:rsid w:val="00677CE6"/>
    <w:rsid w:val="00677D44"/>
    <w:rsid w:val="0068015B"/>
    <w:rsid w:val="006804F3"/>
    <w:rsid w:val="00682080"/>
    <w:rsid w:val="00683673"/>
    <w:rsid w:val="00683CDC"/>
    <w:rsid w:val="00683E43"/>
    <w:rsid w:val="00684712"/>
    <w:rsid w:val="00684A0C"/>
    <w:rsid w:val="0068599D"/>
    <w:rsid w:val="00685B2A"/>
    <w:rsid w:val="00685BBD"/>
    <w:rsid w:val="00685D45"/>
    <w:rsid w:val="006860E1"/>
    <w:rsid w:val="006865C3"/>
    <w:rsid w:val="00686DB0"/>
    <w:rsid w:val="0068726B"/>
    <w:rsid w:val="006872CA"/>
    <w:rsid w:val="00690750"/>
    <w:rsid w:val="00690AC6"/>
    <w:rsid w:val="00690AE1"/>
    <w:rsid w:val="00690E79"/>
    <w:rsid w:val="0069218E"/>
    <w:rsid w:val="0069274F"/>
    <w:rsid w:val="00694085"/>
    <w:rsid w:val="006942C8"/>
    <w:rsid w:val="006945DA"/>
    <w:rsid w:val="0069483B"/>
    <w:rsid w:val="00694BC2"/>
    <w:rsid w:val="006957FD"/>
    <w:rsid w:val="00695C5D"/>
    <w:rsid w:val="00696685"/>
    <w:rsid w:val="00696978"/>
    <w:rsid w:val="006969F7"/>
    <w:rsid w:val="00696A1A"/>
    <w:rsid w:val="006979DA"/>
    <w:rsid w:val="00697AF1"/>
    <w:rsid w:val="00697BD4"/>
    <w:rsid w:val="00697EF5"/>
    <w:rsid w:val="006A0E6B"/>
    <w:rsid w:val="006A1500"/>
    <w:rsid w:val="006A2458"/>
    <w:rsid w:val="006A25C6"/>
    <w:rsid w:val="006A2B3D"/>
    <w:rsid w:val="006A2D1C"/>
    <w:rsid w:val="006A3B3C"/>
    <w:rsid w:val="006A418A"/>
    <w:rsid w:val="006A4914"/>
    <w:rsid w:val="006A4D0E"/>
    <w:rsid w:val="006A5832"/>
    <w:rsid w:val="006A6944"/>
    <w:rsid w:val="006A6DAE"/>
    <w:rsid w:val="006A7855"/>
    <w:rsid w:val="006A7C53"/>
    <w:rsid w:val="006A7D2B"/>
    <w:rsid w:val="006B0384"/>
    <w:rsid w:val="006B0405"/>
    <w:rsid w:val="006B06B5"/>
    <w:rsid w:val="006B079E"/>
    <w:rsid w:val="006B08EC"/>
    <w:rsid w:val="006B20C2"/>
    <w:rsid w:val="006B2237"/>
    <w:rsid w:val="006B2FC6"/>
    <w:rsid w:val="006B3767"/>
    <w:rsid w:val="006B4215"/>
    <w:rsid w:val="006B4267"/>
    <w:rsid w:val="006B574A"/>
    <w:rsid w:val="006B5806"/>
    <w:rsid w:val="006B69E2"/>
    <w:rsid w:val="006B6F4D"/>
    <w:rsid w:val="006B7852"/>
    <w:rsid w:val="006B79CB"/>
    <w:rsid w:val="006B7E0F"/>
    <w:rsid w:val="006C0484"/>
    <w:rsid w:val="006C06CA"/>
    <w:rsid w:val="006C0D71"/>
    <w:rsid w:val="006C1030"/>
    <w:rsid w:val="006C2113"/>
    <w:rsid w:val="006C2360"/>
    <w:rsid w:val="006C2DF1"/>
    <w:rsid w:val="006C310C"/>
    <w:rsid w:val="006C387A"/>
    <w:rsid w:val="006C442D"/>
    <w:rsid w:val="006C44DC"/>
    <w:rsid w:val="006C4C87"/>
    <w:rsid w:val="006C4E04"/>
    <w:rsid w:val="006C54A0"/>
    <w:rsid w:val="006C58AF"/>
    <w:rsid w:val="006C6EB2"/>
    <w:rsid w:val="006C79CA"/>
    <w:rsid w:val="006C7DC8"/>
    <w:rsid w:val="006D0A5D"/>
    <w:rsid w:val="006D2CFC"/>
    <w:rsid w:val="006D390F"/>
    <w:rsid w:val="006D3B7A"/>
    <w:rsid w:val="006D4335"/>
    <w:rsid w:val="006D46D4"/>
    <w:rsid w:val="006D470F"/>
    <w:rsid w:val="006D567A"/>
    <w:rsid w:val="006D5C61"/>
    <w:rsid w:val="006D61E3"/>
    <w:rsid w:val="006D6329"/>
    <w:rsid w:val="006D64B7"/>
    <w:rsid w:val="006E04B1"/>
    <w:rsid w:val="006E121F"/>
    <w:rsid w:val="006E1718"/>
    <w:rsid w:val="006E1AE2"/>
    <w:rsid w:val="006E1D13"/>
    <w:rsid w:val="006E2035"/>
    <w:rsid w:val="006E2457"/>
    <w:rsid w:val="006E2A45"/>
    <w:rsid w:val="006E2DB6"/>
    <w:rsid w:val="006E3878"/>
    <w:rsid w:val="006E3E72"/>
    <w:rsid w:val="006E544F"/>
    <w:rsid w:val="006E556F"/>
    <w:rsid w:val="006E5594"/>
    <w:rsid w:val="006E68AF"/>
    <w:rsid w:val="006E6BDA"/>
    <w:rsid w:val="006E6FC4"/>
    <w:rsid w:val="006E70AB"/>
    <w:rsid w:val="006E7A52"/>
    <w:rsid w:val="006F0113"/>
    <w:rsid w:val="006F097D"/>
    <w:rsid w:val="006F0EF9"/>
    <w:rsid w:val="006F13F0"/>
    <w:rsid w:val="006F1F29"/>
    <w:rsid w:val="006F20D8"/>
    <w:rsid w:val="006F22E6"/>
    <w:rsid w:val="006F258C"/>
    <w:rsid w:val="006F337B"/>
    <w:rsid w:val="006F377F"/>
    <w:rsid w:val="006F53BC"/>
    <w:rsid w:val="006F5F43"/>
    <w:rsid w:val="006F6023"/>
    <w:rsid w:val="006F618B"/>
    <w:rsid w:val="006F6214"/>
    <w:rsid w:val="006F652A"/>
    <w:rsid w:val="006F6CD9"/>
    <w:rsid w:val="006F6D1F"/>
    <w:rsid w:val="006F72FC"/>
    <w:rsid w:val="00700929"/>
    <w:rsid w:val="0070189F"/>
    <w:rsid w:val="00702C3A"/>
    <w:rsid w:val="00703BDC"/>
    <w:rsid w:val="00703BF6"/>
    <w:rsid w:val="00704D57"/>
    <w:rsid w:val="007057C8"/>
    <w:rsid w:val="0070606C"/>
    <w:rsid w:val="00706129"/>
    <w:rsid w:val="00706EF3"/>
    <w:rsid w:val="00707259"/>
    <w:rsid w:val="007110A2"/>
    <w:rsid w:val="00711337"/>
    <w:rsid w:val="00711F7E"/>
    <w:rsid w:val="00713FBD"/>
    <w:rsid w:val="007145FB"/>
    <w:rsid w:val="00714883"/>
    <w:rsid w:val="00714DBA"/>
    <w:rsid w:val="0071719B"/>
    <w:rsid w:val="007171D8"/>
    <w:rsid w:val="00717936"/>
    <w:rsid w:val="00720060"/>
    <w:rsid w:val="0072024A"/>
    <w:rsid w:val="00720970"/>
    <w:rsid w:val="00720972"/>
    <w:rsid w:val="00720EE8"/>
    <w:rsid w:val="00721552"/>
    <w:rsid w:val="00721692"/>
    <w:rsid w:val="0072199D"/>
    <w:rsid w:val="00721F66"/>
    <w:rsid w:val="00722627"/>
    <w:rsid w:val="0072278C"/>
    <w:rsid w:val="00722796"/>
    <w:rsid w:val="007229D1"/>
    <w:rsid w:val="007232D8"/>
    <w:rsid w:val="0072351A"/>
    <w:rsid w:val="00723806"/>
    <w:rsid w:val="007240D0"/>
    <w:rsid w:val="0072446F"/>
    <w:rsid w:val="007245F3"/>
    <w:rsid w:val="007246BC"/>
    <w:rsid w:val="00724768"/>
    <w:rsid w:val="00725256"/>
    <w:rsid w:val="007252F3"/>
    <w:rsid w:val="00725450"/>
    <w:rsid w:val="00725526"/>
    <w:rsid w:val="00725C92"/>
    <w:rsid w:val="00725DA8"/>
    <w:rsid w:val="00726080"/>
    <w:rsid w:val="00726097"/>
    <w:rsid w:val="007260EF"/>
    <w:rsid w:val="00727793"/>
    <w:rsid w:val="007278E4"/>
    <w:rsid w:val="00730066"/>
    <w:rsid w:val="007301D5"/>
    <w:rsid w:val="007303BE"/>
    <w:rsid w:val="007307C1"/>
    <w:rsid w:val="007316AF"/>
    <w:rsid w:val="007322F8"/>
    <w:rsid w:val="00733B5A"/>
    <w:rsid w:val="00734C35"/>
    <w:rsid w:val="007361C0"/>
    <w:rsid w:val="0073669C"/>
    <w:rsid w:val="0074064E"/>
    <w:rsid w:val="00740874"/>
    <w:rsid w:val="00741038"/>
    <w:rsid w:val="007410AA"/>
    <w:rsid w:val="007413AD"/>
    <w:rsid w:val="0074224D"/>
    <w:rsid w:val="007425BC"/>
    <w:rsid w:val="00742AB9"/>
    <w:rsid w:val="00742BBD"/>
    <w:rsid w:val="00742D88"/>
    <w:rsid w:val="00743265"/>
    <w:rsid w:val="007432F0"/>
    <w:rsid w:val="00743F08"/>
    <w:rsid w:val="00744691"/>
    <w:rsid w:val="00744A1D"/>
    <w:rsid w:val="00745187"/>
    <w:rsid w:val="00745B20"/>
    <w:rsid w:val="00745EA8"/>
    <w:rsid w:val="00746BAB"/>
    <w:rsid w:val="00746FDD"/>
    <w:rsid w:val="0074776F"/>
    <w:rsid w:val="00750244"/>
    <w:rsid w:val="00750593"/>
    <w:rsid w:val="0075081E"/>
    <w:rsid w:val="00750A59"/>
    <w:rsid w:val="00750C32"/>
    <w:rsid w:val="00751B51"/>
    <w:rsid w:val="00751D72"/>
    <w:rsid w:val="00751DC9"/>
    <w:rsid w:val="00751E01"/>
    <w:rsid w:val="007521E8"/>
    <w:rsid w:val="0075259E"/>
    <w:rsid w:val="00752F0B"/>
    <w:rsid w:val="007536C4"/>
    <w:rsid w:val="0075407B"/>
    <w:rsid w:val="00754D1C"/>
    <w:rsid w:val="00754EAC"/>
    <w:rsid w:val="0075529D"/>
    <w:rsid w:val="00755B2A"/>
    <w:rsid w:val="00756DE4"/>
    <w:rsid w:val="00756FD0"/>
    <w:rsid w:val="007608E2"/>
    <w:rsid w:val="00760E8C"/>
    <w:rsid w:val="0076121C"/>
    <w:rsid w:val="007613FB"/>
    <w:rsid w:val="00761B81"/>
    <w:rsid w:val="00761D95"/>
    <w:rsid w:val="0076245F"/>
    <w:rsid w:val="00762744"/>
    <w:rsid w:val="00763DB7"/>
    <w:rsid w:val="00763F07"/>
    <w:rsid w:val="007640EF"/>
    <w:rsid w:val="007641FF"/>
    <w:rsid w:val="00764437"/>
    <w:rsid w:val="0076455B"/>
    <w:rsid w:val="00764D49"/>
    <w:rsid w:val="007658E6"/>
    <w:rsid w:val="007668AC"/>
    <w:rsid w:val="00766A74"/>
    <w:rsid w:val="00766AAB"/>
    <w:rsid w:val="0076720A"/>
    <w:rsid w:val="0076730C"/>
    <w:rsid w:val="007703C4"/>
    <w:rsid w:val="0077051D"/>
    <w:rsid w:val="00771259"/>
    <w:rsid w:val="00771CA6"/>
    <w:rsid w:val="00772A55"/>
    <w:rsid w:val="00772EE4"/>
    <w:rsid w:val="00772F5E"/>
    <w:rsid w:val="00773007"/>
    <w:rsid w:val="00773564"/>
    <w:rsid w:val="007739C7"/>
    <w:rsid w:val="00773D9D"/>
    <w:rsid w:val="00776212"/>
    <w:rsid w:val="0077711A"/>
    <w:rsid w:val="00777F37"/>
    <w:rsid w:val="0078076E"/>
    <w:rsid w:val="007814A2"/>
    <w:rsid w:val="00781C83"/>
    <w:rsid w:val="00783422"/>
    <w:rsid w:val="00783CF1"/>
    <w:rsid w:val="007840C5"/>
    <w:rsid w:val="007846D1"/>
    <w:rsid w:val="0078495D"/>
    <w:rsid w:val="00784B1D"/>
    <w:rsid w:val="007861C5"/>
    <w:rsid w:val="007865C6"/>
    <w:rsid w:val="00786A1E"/>
    <w:rsid w:val="00786C35"/>
    <w:rsid w:val="00786E35"/>
    <w:rsid w:val="007873E4"/>
    <w:rsid w:val="007876F3"/>
    <w:rsid w:val="007878C9"/>
    <w:rsid w:val="00791691"/>
    <w:rsid w:val="007920CF"/>
    <w:rsid w:val="007920D8"/>
    <w:rsid w:val="00792C2A"/>
    <w:rsid w:val="007936EB"/>
    <w:rsid w:val="0079386A"/>
    <w:rsid w:val="00794654"/>
    <w:rsid w:val="007953FB"/>
    <w:rsid w:val="0079572F"/>
    <w:rsid w:val="0079583B"/>
    <w:rsid w:val="00797456"/>
    <w:rsid w:val="00797A2E"/>
    <w:rsid w:val="007A01BF"/>
    <w:rsid w:val="007A01CC"/>
    <w:rsid w:val="007A03CF"/>
    <w:rsid w:val="007A047A"/>
    <w:rsid w:val="007A05FE"/>
    <w:rsid w:val="007A0998"/>
    <w:rsid w:val="007A1B42"/>
    <w:rsid w:val="007A2EFE"/>
    <w:rsid w:val="007A36B0"/>
    <w:rsid w:val="007A3A23"/>
    <w:rsid w:val="007A42E1"/>
    <w:rsid w:val="007A52C1"/>
    <w:rsid w:val="007A588A"/>
    <w:rsid w:val="007A71C5"/>
    <w:rsid w:val="007A7231"/>
    <w:rsid w:val="007A7F05"/>
    <w:rsid w:val="007B082B"/>
    <w:rsid w:val="007B0AEE"/>
    <w:rsid w:val="007B0CD6"/>
    <w:rsid w:val="007B1375"/>
    <w:rsid w:val="007B1445"/>
    <w:rsid w:val="007B1675"/>
    <w:rsid w:val="007B1B80"/>
    <w:rsid w:val="007B21E1"/>
    <w:rsid w:val="007B2ABA"/>
    <w:rsid w:val="007B2DB1"/>
    <w:rsid w:val="007B2FBC"/>
    <w:rsid w:val="007B385E"/>
    <w:rsid w:val="007B3B5E"/>
    <w:rsid w:val="007B3E6A"/>
    <w:rsid w:val="007B3E72"/>
    <w:rsid w:val="007B4BE8"/>
    <w:rsid w:val="007B6DEE"/>
    <w:rsid w:val="007B6FE8"/>
    <w:rsid w:val="007B7F91"/>
    <w:rsid w:val="007C046D"/>
    <w:rsid w:val="007C0AA2"/>
    <w:rsid w:val="007C0BDE"/>
    <w:rsid w:val="007C110E"/>
    <w:rsid w:val="007C126B"/>
    <w:rsid w:val="007C1347"/>
    <w:rsid w:val="007C20FD"/>
    <w:rsid w:val="007C2297"/>
    <w:rsid w:val="007C22AD"/>
    <w:rsid w:val="007C2C09"/>
    <w:rsid w:val="007C33BB"/>
    <w:rsid w:val="007C34F7"/>
    <w:rsid w:val="007C3C6F"/>
    <w:rsid w:val="007C4CCE"/>
    <w:rsid w:val="007C4F50"/>
    <w:rsid w:val="007C5310"/>
    <w:rsid w:val="007C5A2B"/>
    <w:rsid w:val="007C707C"/>
    <w:rsid w:val="007D1709"/>
    <w:rsid w:val="007D1965"/>
    <w:rsid w:val="007D326D"/>
    <w:rsid w:val="007D3B11"/>
    <w:rsid w:val="007D4634"/>
    <w:rsid w:val="007D465E"/>
    <w:rsid w:val="007D483F"/>
    <w:rsid w:val="007D4943"/>
    <w:rsid w:val="007D5825"/>
    <w:rsid w:val="007D6075"/>
    <w:rsid w:val="007D6745"/>
    <w:rsid w:val="007D7B5C"/>
    <w:rsid w:val="007E07BD"/>
    <w:rsid w:val="007E1762"/>
    <w:rsid w:val="007E1873"/>
    <w:rsid w:val="007E193D"/>
    <w:rsid w:val="007E1C56"/>
    <w:rsid w:val="007E1E4C"/>
    <w:rsid w:val="007E2EB4"/>
    <w:rsid w:val="007E322A"/>
    <w:rsid w:val="007E39E6"/>
    <w:rsid w:val="007E47CD"/>
    <w:rsid w:val="007E4E40"/>
    <w:rsid w:val="007E57B9"/>
    <w:rsid w:val="007E58D5"/>
    <w:rsid w:val="007E6253"/>
    <w:rsid w:val="007E64E0"/>
    <w:rsid w:val="007E6591"/>
    <w:rsid w:val="007E6661"/>
    <w:rsid w:val="007E6B75"/>
    <w:rsid w:val="007E7EE0"/>
    <w:rsid w:val="007E7F6F"/>
    <w:rsid w:val="007F0C73"/>
    <w:rsid w:val="007F1B89"/>
    <w:rsid w:val="007F21A0"/>
    <w:rsid w:val="007F2910"/>
    <w:rsid w:val="007F297E"/>
    <w:rsid w:val="007F2A2D"/>
    <w:rsid w:val="007F327D"/>
    <w:rsid w:val="007F38CE"/>
    <w:rsid w:val="007F4104"/>
    <w:rsid w:val="007F4312"/>
    <w:rsid w:val="007F4A22"/>
    <w:rsid w:val="007F5BE9"/>
    <w:rsid w:val="007F5C3C"/>
    <w:rsid w:val="007F6560"/>
    <w:rsid w:val="007F6924"/>
    <w:rsid w:val="007F780A"/>
    <w:rsid w:val="008000A4"/>
    <w:rsid w:val="0080111B"/>
    <w:rsid w:val="00801274"/>
    <w:rsid w:val="008015E4"/>
    <w:rsid w:val="0080181D"/>
    <w:rsid w:val="00801E50"/>
    <w:rsid w:val="008034C3"/>
    <w:rsid w:val="008036EB"/>
    <w:rsid w:val="008040A6"/>
    <w:rsid w:val="008040AA"/>
    <w:rsid w:val="00804499"/>
    <w:rsid w:val="008045B0"/>
    <w:rsid w:val="008045F0"/>
    <w:rsid w:val="0080612C"/>
    <w:rsid w:val="0080696A"/>
    <w:rsid w:val="00806A47"/>
    <w:rsid w:val="00806EAF"/>
    <w:rsid w:val="00806EE2"/>
    <w:rsid w:val="00807700"/>
    <w:rsid w:val="00807A4C"/>
    <w:rsid w:val="00807C36"/>
    <w:rsid w:val="00810AC0"/>
    <w:rsid w:val="00810C08"/>
    <w:rsid w:val="008118E6"/>
    <w:rsid w:val="0081212B"/>
    <w:rsid w:val="008121C8"/>
    <w:rsid w:val="00813739"/>
    <w:rsid w:val="00813DD2"/>
    <w:rsid w:val="00814220"/>
    <w:rsid w:val="00814FA4"/>
    <w:rsid w:val="00815CDF"/>
    <w:rsid w:val="00816E6A"/>
    <w:rsid w:val="0081762C"/>
    <w:rsid w:val="008177CC"/>
    <w:rsid w:val="00821C9C"/>
    <w:rsid w:val="0082292E"/>
    <w:rsid w:val="008234CB"/>
    <w:rsid w:val="0082374A"/>
    <w:rsid w:val="00823870"/>
    <w:rsid w:val="00824228"/>
    <w:rsid w:val="0082493D"/>
    <w:rsid w:val="00824D9F"/>
    <w:rsid w:val="00825537"/>
    <w:rsid w:val="00825F95"/>
    <w:rsid w:val="008260DB"/>
    <w:rsid w:val="00826E6B"/>
    <w:rsid w:val="0082766A"/>
    <w:rsid w:val="008276C0"/>
    <w:rsid w:val="00827CD0"/>
    <w:rsid w:val="0083014E"/>
    <w:rsid w:val="00830570"/>
    <w:rsid w:val="0083089E"/>
    <w:rsid w:val="00830A93"/>
    <w:rsid w:val="00831D2A"/>
    <w:rsid w:val="00831E09"/>
    <w:rsid w:val="00831F88"/>
    <w:rsid w:val="008330B0"/>
    <w:rsid w:val="0083349F"/>
    <w:rsid w:val="00833E7E"/>
    <w:rsid w:val="00833FD1"/>
    <w:rsid w:val="008340BD"/>
    <w:rsid w:val="008342AC"/>
    <w:rsid w:val="008342D4"/>
    <w:rsid w:val="0083467E"/>
    <w:rsid w:val="008350AD"/>
    <w:rsid w:val="0083581B"/>
    <w:rsid w:val="0083599A"/>
    <w:rsid w:val="0083662A"/>
    <w:rsid w:val="00836CBB"/>
    <w:rsid w:val="008373B8"/>
    <w:rsid w:val="00837EA5"/>
    <w:rsid w:val="008406DF"/>
    <w:rsid w:val="008412A2"/>
    <w:rsid w:val="00841A95"/>
    <w:rsid w:val="00841D88"/>
    <w:rsid w:val="0084200C"/>
    <w:rsid w:val="008425F6"/>
    <w:rsid w:val="00843400"/>
    <w:rsid w:val="00843E0F"/>
    <w:rsid w:val="008443C5"/>
    <w:rsid w:val="00844706"/>
    <w:rsid w:val="008458A7"/>
    <w:rsid w:val="00845E01"/>
    <w:rsid w:val="008466F6"/>
    <w:rsid w:val="008472C5"/>
    <w:rsid w:val="008473FA"/>
    <w:rsid w:val="00847C3D"/>
    <w:rsid w:val="00847E0E"/>
    <w:rsid w:val="0085015D"/>
    <w:rsid w:val="00850307"/>
    <w:rsid w:val="00850D57"/>
    <w:rsid w:val="00850D85"/>
    <w:rsid w:val="00851350"/>
    <w:rsid w:val="00851384"/>
    <w:rsid w:val="00851CBE"/>
    <w:rsid w:val="008521CD"/>
    <w:rsid w:val="00852399"/>
    <w:rsid w:val="008537A5"/>
    <w:rsid w:val="00853889"/>
    <w:rsid w:val="00854F5F"/>
    <w:rsid w:val="008550CB"/>
    <w:rsid w:val="00855109"/>
    <w:rsid w:val="00855222"/>
    <w:rsid w:val="00855F53"/>
    <w:rsid w:val="0085610D"/>
    <w:rsid w:val="00857185"/>
    <w:rsid w:val="00857D47"/>
    <w:rsid w:val="00857D5C"/>
    <w:rsid w:val="00860AE7"/>
    <w:rsid w:val="00861321"/>
    <w:rsid w:val="00861C01"/>
    <w:rsid w:val="00861F81"/>
    <w:rsid w:val="00862254"/>
    <w:rsid w:val="00862455"/>
    <w:rsid w:val="00862CCC"/>
    <w:rsid w:val="00862D7F"/>
    <w:rsid w:val="008632EC"/>
    <w:rsid w:val="00863387"/>
    <w:rsid w:val="008640F7"/>
    <w:rsid w:val="00864DD4"/>
    <w:rsid w:val="00864E20"/>
    <w:rsid w:val="00864FAC"/>
    <w:rsid w:val="00865E3D"/>
    <w:rsid w:val="0086605F"/>
    <w:rsid w:val="0086637E"/>
    <w:rsid w:val="008664F8"/>
    <w:rsid w:val="008667F9"/>
    <w:rsid w:val="0086682A"/>
    <w:rsid w:val="00866B2F"/>
    <w:rsid w:val="00866CED"/>
    <w:rsid w:val="00867037"/>
    <w:rsid w:val="008677A7"/>
    <w:rsid w:val="008703C9"/>
    <w:rsid w:val="00870BAB"/>
    <w:rsid w:val="008711D0"/>
    <w:rsid w:val="0087152B"/>
    <w:rsid w:val="0087157C"/>
    <w:rsid w:val="0087241F"/>
    <w:rsid w:val="008724BC"/>
    <w:rsid w:val="00872DA8"/>
    <w:rsid w:val="008730A3"/>
    <w:rsid w:val="00873550"/>
    <w:rsid w:val="00873C0D"/>
    <w:rsid w:val="008742C6"/>
    <w:rsid w:val="008743C7"/>
    <w:rsid w:val="00874CE7"/>
    <w:rsid w:val="008758D4"/>
    <w:rsid w:val="0087599B"/>
    <w:rsid w:val="00875DA4"/>
    <w:rsid w:val="00875FFA"/>
    <w:rsid w:val="008762A7"/>
    <w:rsid w:val="008764B7"/>
    <w:rsid w:val="008766FD"/>
    <w:rsid w:val="0087718C"/>
    <w:rsid w:val="00877677"/>
    <w:rsid w:val="00877C09"/>
    <w:rsid w:val="00877F19"/>
    <w:rsid w:val="00880AF7"/>
    <w:rsid w:val="00881140"/>
    <w:rsid w:val="00881EEA"/>
    <w:rsid w:val="008825FB"/>
    <w:rsid w:val="00883179"/>
    <w:rsid w:val="00883873"/>
    <w:rsid w:val="00883972"/>
    <w:rsid w:val="00884715"/>
    <w:rsid w:val="008857C0"/>
    <w:rsid w:val="00885E02"/>
    <w:rsid w:val="00886CD9"/>
    <w:rsid w:val="008876D9"/>
    <w:rsid w:val="00887F6D"/>
    <w:rsid w:val="00891908"/>
    <w:rsid w:val="00891C4D"/>
    <w:rsid w:val="00892A08"/>
    <w:rsid w:val="00892B6B"/>
    <w:rsid w:val="00892FE6"/>
    <w:rsid w:val="0089327E"/>
    <w:rsid w:val="0089376F"/>
    <w:rsid w:val="00893AAA"/>
    <w:rsid w:val="0089411F"/>
    <w:rsid w:val="00894C51"/>
    <w:rsid w:val="0089594B"/>
    <w:rsid w:val="008961BE"/>
    <w:rsid w:val="008963BC"/>
    <w:rsid w:val="008966F2"/>
    <w:rsid w:val="008967CC"/>
    <w:rsid w:val="008975E1"/>
    <w:rsid w:val="00897622"/>
    <w:rsid w:val="00897937"/>
    <w:rsid w:val="00897B58"/>
    <w:rsid w:val="00897B8B"/>
    <w:rsid w:val="008A00EE"/>
    <w:rsid w:val="008A0548"/>
    <w:rsid w:val="008A122A"/>
    <w:rsid w:val="008A2DF6"/>
    <w:rsid w:val="008A2F00"/>
    <w:rsid w:val="008A3C3F"/>
    <w:rsid w:val="008A3D7C"/>
    <w:rsid w:val="008A4F1E"/>
    <w:rsid w:val="008A599D"/>
    <w:rsid w:val="008B0482"/>
    <w:rsid w:val="008B08B7"/>
    <w:rsid w:val="008B08ED"/>
    <w:rsid w:val="008B0A76"/>
    <w:rsid w:val="008B0ABD"/>
    <w:rsid w:val="008B113D"/>
    <w:rsid w:val="008B1885"/>
    <w:rsid w:val="008B18D5"/>
    <w:rsid w:val="008B1933"/>
    <w:rsid w:val="008B1F1B"/>
    <w:rsid w:val="008B2181"/>
    <w:rsid w:val="008B21FD"/>
    <w:rsid w:val="008B2EC4"/>
    <w:rsid w:val="008B37D9"/>
    <w:rsid w:val="008B3846"/>
    <w:rsid w:val="008B3AA0"/>
    <w:rsid w:val="008B3BAD"/>
    <w:rsid w:val="008B420C"/>
    <w:rsid w:val="008B4839"/>
    <w:rsid w:val="008B4EC9"/>
    <w:rsid w:val="008B50C8"/>
    <w:rsid w:val="008B5947"/>
    <w:rsid w:val="008B5F11"/>
    <w:rsid w:val="008B6DB9"/>
    <w:rsid w:val="008C0CED"/>
    <w:rsid w:val="008C10B4"/>
    <w:rsid w:val="008C1DC7"/>
    <w:rsid w:val="008C2278"/>
    <w:rsid w:val="008C27CA"/>
    <w:rsid w:val="008C2F84"/>
    <w:rsid w:val="008C2F9B"/>
    <w:rsid w:val="008C33C3"/>
    <w:rsid w:val="008C3855"/>
    <w:rsid w:val="008C3886"/>
    <w:rsid w:val="008C3B4A"/>
    <w:rsid w:val="008C4926"/>
    <w:rsid w:val="008C680C"/>
    <w:rsid w:val="008C6F11"/>
    <w:rsid w:val="008C73B2"/>
    <w:rsid w:val="008C73E9"/>
    <w:rsid w:val="008C7D2D"/>
    <w:rsid w:val="008D086E"/>
    <w:rsid w:val="008D0BE3"/>
    <w:rsid w:val="008D0E44"/>
    <w:rsid w:val="008D1467"/>
    <w:rsid w:val="008D16CA"/>
    <w:rsid w:val="008D1871"/>
    <w:rsid w:val="008D1898"/>
    <w:rsid w:val="008D1C45"/>
    <w:rsid w:val="008D1DC6"/>
    <w:rsid w:val="008D2696"/>
    <w:rsid w:val="008D291F"/>
    <w:rsid w:val="008D2C90"/>
    <w:rsid w:val="008D458D"/>
    <w:rsid w:val="008D5BF7"/>
    <w:rsid w:val="008D5ED3"/>
    <w:rsid w:val="008D6427"/>
    <w:rsid w:val="008D64B6"/>
    <w:rsid w:val="008D6CFB"/>
    <w:rsid w:val="008D70CD"/>
    <w:rsid w:val="008D7253"/>
    <w:rsid w:val="008E03E8"/>
    <w:rsid w:val="008E0451"/>
    <w:rsid w:val="008E1A56"/>
    <w:rsid w:val="008E2957"/>
    <w:rsid w:val="008E2B02"/>
    <w:rsid w:val="008E2F37"/>
    <w:rsid w:val="008E3077"/>
    <w:rsid w:val="008E33B1"/>
    <w:rsid w:val="008E3807"/>
    <w:rsid w:val="008E3994"/>
    <w:rsid w:val="008E3EEE"/>
    <w:rsid w:val="008E4192"/>
    <w:rsid w:val="008E433C"/>
    <w:rsid w:val="008E4F6E"/>
    <w:rsid w:val="008E601B"/>
    <w:rsid w:val="008E695C"/>
    <w:rsid w:val="008E7333"/>
    <w:rsid w:val="008E7B67"/>
    <w:rsid w:val="008E7CC8"/>
    <w:rsid w:val="008F0502"/>
    <w:rsid w:val="008F0636"/>
    <w:rsid w:val="008F08FF"/>
    <w:rsid w:val="008F09B1"/>
    <w:rsid w:val="008F20D4"/>
    <w:rsid w:val="008F261A"/>
    <w:rsid w:val="008F2815"/>
    <w:rsid w:val="008F3CBE"/>
    <w:rsid w:val="008F3E2D"/>
    <w:rsid w:val="008F4AAC"/>
    <w:rsid w:val="008F4B0A"/>
    <w:rsid w:val="008F5356"/>
    <w:rsid w:val="008F56D2"/>
    <w:rsid w:val="008F634D"/>
    <w:rsid w:val="008F6D2B"/>
    <w:rsid w:val="008F76A2"/>
    <w:rsid w:val="008F781B"/>
    <w:rsid w:val="008F78C7"/>
    <w:rsid w:val="00900656"/>
    <w:rsid w:val="009008DC"/>
    <w:rsid w:val="009009F2"/>
    <w:rsid w:val="00901141"/>
    <w:rsid w:val="00901544"/>
    <w:rsid w:val="00901E85"/>
    <w:rsid w:val="0090285C"/>
    <w:rsid w:val="00902FB3"/>
    <w:rsid w:val="00903B1D"/>
    <w:rsid w:val="00904CD0"/>
    <w:rsid w:val="00906C64"/>
    <w:rsid w:val="00907818"/>
    <w:rsid w:val="009112DC"/>
    <w:rsid w:val="00911550"/>
    <w:rsid w:val="0091158A"/>
    <w:rsid w:val="00911671"/>
    <w:rsid w:val="00911E3E"/>
    <w:rsid w:val="00911E7D"/>
    <w:rsid w:val="0091201B"/>
    <w:rsid w:val="009120CF"/>
    <w:rsid w:val="00912C76"/>
    <w:rsid w:val="00912CDB"/>
    <w:rsid w:val="009130C2"/>
    <w:rsid w:val="009131BF"/>
    <w:rsid w:val="0091320A"/>
    <w:rsid w:val="009138AA"/>
    <w:rsid w:val="009149B6"/>
    <w:rsid w:val="00914D5B"/>
    <w:rsid w:val="0091565B"/>
    <w:rsid w:val="009157C8"/>
    <w:rsid w:val="00915E5C"/>
    <w:rsid w:val="00915EAB"/>
    <w:rsid w:val="00916302"/>
    <w:rsid w:val="0091638F"/>
    <w:rsid w:val="00917180"/>
    <w:rsid w:val="00920443"/>
    <w:rsid w:val="009209A4"/>
    <w:rsid w:val="009222C8"/>
    <w:rsid w:val="00922742"/>
    <w:rsid w:val="0092281D"/>
    <w:rsid w:val="00922F8D"/>
    <w:rsid w:val="009238C9"/>
    <w:rsid w:val="00923954"/>
    <w:rsid w:val="00923BE8"/>
    <w:rsid w:val="00924BD0"/>
    <w:rsid w:val="00924FB6"/>
    <w:rsid w:val="00925BDF"/>
    <w:rsid w:val="00925DC0"/>
    <w:rsid w:val="009265F2"/>
    <w:rsid w:val="00926874"/>
    <w:rsid w:val="00927115"/>
    <w:rsid w:val="00927118"/>
    <w:rsid w:val="009276A9"/>
    <w:rsid w:val="00927C11"/>
    <w:rsid w:val="00927EEE"/>
    <w:rsid w:val="009306B1"/>
    <w:rsid w:val="00930C86"/>
    <w:rsid w:val="009312B8"/>
    <w:rsid w:val="00932351"/>
    <w:rsid w:val="00932392"/>
    <w:rsid w:val="00932919"/>
    <w:rsid w:val="00933116"/>
    <w:rsid w:val="00933556"/>
    <w:rsid w:val="009343A6"/>
    <w:rsid w:val="009349C3"/>
    <w:rsid w:val="00934F4C"/>
    <w:rsid w:val="009350D0"/>
    <w:rsid w:val="00935295"/>
    <w:rsid w:val="00935A3E"/>
    <w:rsid w:val="0093638B"/>
    <w:rsid w:val="00936479"/>
    <w:rsid w:val="00936E0D"/>
    <w:rsid w:val="009370F8"/>
    <w:rsid w:val="009408E2"/>
    <w:rsid w:val="00940A97"/>
    <w:rsid w:val="00940F21"/>
    <w:rsid w:val="00940F72"/>
    <w:rsid w:val="00941148"/>
    <w:rsid w:val="0094192D"/>
    <w:rsid w:val="00941E00"/>
    <w:rsid w:val="00942263"/>
    <w:rsid w:val="009422B5"/>
    <w:rsid w:val="009430B6"/>
    <w:rsid w:val="0094315C"/>
    <w:rsid w:val="00943E26"/>
    <w:rsid w:val="009444B9"/>
    <w:rsid w:val="0094464B"/>
    <w:rsid w:val="009447AA"/>
    <w:rsid w:val="00944C0C"/>
    <w:rsid w:val="00944ECB"/>
    <w:rsid w:val="00945167"/>
    <w:rsid w:val="00945216"/>
    <w:rsid w:val="0094571F"/>
    <w:rsid w:val="00945893"/>
    <w:rsid w:val="0094602E"/>
    <w:rsid w:val="00946B2D"/>
    <w:rsid w:val="00946D3A"/>
    <w:rsid w:val="00947697"/>
    <w:rsid w:val="00947A5B"/>
    <w:rsid w:val="00947C87"/>
    <w:rsid w:val="00947D16"/>
    <w:rsid w:val="00950305"/>
    <w:rsid w:val="00950937"/>
    <w:rsid w:val="00950D5F"/>
    <w:rsid w:val="00951CB1"/>
    <w:rsid w:val="0095203E"/>
    <w:rsid w:val="009529EA"/>
    <w:rsid w:val="00952E91"/>
    <w:rsid w:val="00952F4F"/>
    <w:rsid w:val="00953893"/>
    <w:rsid w:val="00953D26"/>
    <w:rsid w:val="00953ED6"/>
    <w:rsid w:val="00954283"/>
    <w:rsid w:val="00954AE5"/>
    <w:rsid w:val="00954DE8"/>
    <w:rsid w:val="00955952"/>
    <w:rsid w:val="00955E65"/>
    <w:rsid w:val="00955E8C"/>
    <w:rsid w:val="009563ED"/>
    <w:rsid w:val="0095761E"/>
    <w:rsid w:val="00957BDF"/>
    <w:rsid w:val="00960FD6"/>
    <w:rsid w:val="009612FB"/>
    <w:rsid w:val="009623EC"/>
    <w:rsid w:val="00962B97"/>
    <w:rsid w:val="00962BAC"/>
    <w:rsid w:val="0096317C"/>
    <w:rsid w:val="00963556"/>
    <w:rsid w:val="00963B0C"/>
    <w:rsid w:val="00964D91"/>
    <w:rsid w:val="00964F98"/>
    <w:rsid w:val="00965B08"/>
    <w:rsid w:val="009671DE"/>
    <w:rsid w:val="00970351"/>
    <w:rsid w:val="00970590"/>
    <w:rsid w:val="0097069D"/>
    <w:rsid w:val="00970E48"/>
    <w:rsid w:val="00970EE7"/>
    <w:rsid w:val="009714D9"/>
    <w:rsid w:val="00971CB7"/>
    <w:rsid w:val="0097282F"/>
    <w:rsid w:val="00972B72"/>
    <w:rsid w:val="00972C9A"/>
    <w:rsid w:val="00973698"/>
    <w:rsid w:val="009736FC"/>
    <w:rsid w:val="00973BDF"/>
    <w:rsid w:val="00973D3D"/>
    <w:rsid w:val="00973D8B"/>
    <w:rsid w:val="00973FBC"/>
    <w:rsid w:val="00974033"/>
    <w:rsid w:val="00974144"/>
    <w:rsid w:val="00975280"/>
    <w:rsid w:val="009755ED"/>
    <w:rsid w:val="00976021"/>
    <w:rsid w:val="0097629B"/>
    <w:rsid w:val="00976A5B"/>
    <w:rsid w:val="00977D05"/>
    <w:rsid w:val="00981954"/>
    <w:rsid w:val="00981961"/>
    <w:rsid w:val="009819BF"/>
    <w:rsid w:val="00981C03"/>
    <w:rsid w:val="00983076"/>
    <w:rsid w:val="00983569"/>
    <w:rsid w:val="00983A5F"/>
    <w:rsid w:val="00983E42"/>
    <w:rsid w:val="00986499"/>
    <w:rsid w:val="00987BF2"/>
    <w:rsid w:val="00990555"/>
    <w:rsid w:val="009909C0"/>
    <w:rsid w:val="0099157B"/>
    <w:rsid w:val="00992D0C"/>
    <w:rsid w:val="00992E70"/>
    <w:rsid w:val="0099328D"/>
    <w:rsid w:val="0099404D"/>
    <w:rsid w:val="009940A1"/>
    <w:rsid w:val="00994A41"/>
    <w:rsid w:val="00994C1D"/>
    <w:rsid w:val="00994D63"/>
    <w:rsid w:val="00996854"/>
    <w:rsid w:val="009A1794"/>
    <w:rsid w:val="009A19DF"/>
    <w:rsid w:val="009A1C31"/>
    <w:rsid w:val="009A1C99"/>
    <w:rsid w:val="009A2BBA"/>
    <w:rsid w:val="009A4760"/>
    <w:rsid w:val="009A4E8C"/>
    <w:rsid w:val="009A4EC9"/>
    <w:rsid w:val="009A50FB"/>
    <w:rsid w:val="009A54C6"/>
    <w:rsid w:val="009A5988"/>
    <w:rsid w:val="009A689A"/>
    <w:rsid w:val="009B02C7"/>
    <w:rsid w:val="009B047F"/>
    <w:rsid w:val="009B07CE"/>
    <w:rsid w:val="009B08E2"/>
    <w:rsid w:val="009B0DA7"/>
    <w:rsid w:val="009B10F1"/>
    <w:rsid w:val="009B1859"/>
    <w:rsid w:val="009B1B52"/>
    <w:rsid w:val="009B27CF"/>
    <w:rsid w:val="009B452B"/>
    <w:rsid w:val="009B4EB8"/>
    <w:rsid w:val="009B5FF4"/>
    <w:rsid w:val="009B64E8"/>
    <w:rsid w:val="009B6B97"/>
    <w:rsid w:val="009B6BBA"/>
    <w:rsid w:val="009B7154"/>
    <w:rsid w:val="009B75DA"/>
    <w:rsid w:val="009B7F10"/>
    <w:rsid w:val="009C061F"/>
    <w:rsid w:val="009C0D10"/>
    <w:rsid w:val="009C174F"/>
    <w:rsid w:val="009C1BA7"/>
    <w:rsid w:val="009C2762"/>
    <w:rsid w:val="009C2FD9"/>
    <w:rsid w:val="009C3A94"/>
    <w:rsid w:val="009C3CB4"/>
    <w:rsid w:val="009C416D"/>
    <w:rsid w:val="009C443B"/>
    <w:rsid w:val="009C4468"/>
    <w:rsid w:val="009C45BD"/>
    <w:rsid w:val="009C4744"/>
    <w:rsid w:val="009C48AC"/>
    <w:rsid w:val="009C5146"/>
    <w:rsid w:val="009C5162"/>
    <w:rsid w:val="009C5414"/>
    <w:rsid w:val="009C5FEF"/>
    <w:rsid w:val="009C6062"/>
    <w:rsid w:val="009C60B4"/>
    <w:rsid w:val="009C6173"/>
    <w:rsid w:val="009C6A89"/>
    <w:rsid w:val="009C73D6"/>
    <w:rsid w:val="009C7447"/>
    <w:rsid w:val="009C7659"/>
    <w:rsid w:val="009D0003"/>
    <w:rsid w:val="009D059D"/>
    <w:rsid w:val="009D1400"/>
    <w:rsid w:val="009D15DC"/>
    <w:rsid w:val="009D1CA5"/>
    <w:rsid w:val="009D22FE"/>
    <w:rsid w:val="009D2BB3"/>
    <w:rsid w:val="009D4A94"/>
    <w:rsid w:val="009D4DB3"/>
    <w:rsid w:val="009D6F29"/>
    <w:rsid w:val="009D6F78"/>
    <w:rsid w:val="009D6FCA"/>
    <w:rsid w:val="009D742C"/>
    <w:rsid w:val="009D779A"/>
    <w:rsid w:val="009D7B63"/>
    <w:rsid w:val="009D7C4B"/>
    <w:rsid w:val="009E02DE"/>
    <w:rsid w:val="009E110E"/>
    <w:rsid w:val="009E15F4"/>
    <w:rsid w:val="009E1631"/>
    <w:rsid w:val="009E188B"/>
    <w:rsid w:val="009E1A13"/>
    <w:rsid w:val="009E1D4D"/>
    <w:rsid w:val="009E34AB"/>
    <w:rsid w:val="009E4021"/>
    <w:rsid w:val="009E53DA"/>
    <w:rsid w:val="009E6031"/>
    <w:rsid w:val="009E64A7"/>
    <w:rsid w:val="009E67C8"/>
    <w:rsid w:val="009E684B"/>
    <w:rsid w:val="009E6BD1"/>
    <w:rsid w:val="009E7B80"/>
    <w:rsid w:val="009E7C15"/>
    <w:rsid w:val="009F0376"/>
    <w:rsid w:val="009F0476"/>
    <w:rsid w:val="009F0F75"/>
    <w:rsid w:val="009F125B"/>
    <w:rsid w:val="009F208F"/>
    <w:rsid w:val="009F22C9"/>
    <w:rsid w:val="009F2AEC"/>
    <w:rsid w:val="009F2BEA"/>
    <w:rsid w:val="009F2C52"/>
    <w:rsid w:val="009F32F2"/>
    <w:rsid w:val="009F3312"/>
    <w:rsid w:val="009F33C3"/>
    <w:rsid w:val="009F35FA"/>
    <w:rsid w:val="009F3996"/>
    <w:rsid w:val="009F3C0F"/>
    <w:rsid w:val="009F3C94"/>
    <w:rsid w:val="009F3D46"/>
    <w:rsid w:val="009F477F"/>
    <w:rsid w:val="009F5AF3"/>
    <w:rsid w:val="009F5B4C"/>
    <w:rsid w:val="009F5DFD"/>
    <w:rsid w:val="009F62B6"/>
    <w:rsid w:val="009F660A"/>
    <w:rsid w:val="009F6BB5"/>
    <w:rsid w:val="009F7743"/>
    <w:rsid w:val="009F7CB7"/>
    <w:rsid w:val="00A00C72"/>
    <w:rsid w:val="00A00F68"/>
    <w:rsid w:val="00A017B4"/>
    <w:rsid w:val="00A0193F"/>
    <w:rsid w:val="00A01944"/>
    <w:rsid w:val="00A01F9C"/>
    <w:rsid w:val="00A02288"/>
    <w:rsid w:val="00A027A8"/>
    <w:rsid w:val="00A02A9C"/>
    <w:rsid w:val="00A041B1"/>
    <w:rsid w:val="00A045CB"/>
    <w:rsid w:val="00A04F56"/>
    <w:rsid w:val="00A0626E"/>
    <w:rsid w:val="00A0660A"/>
    <w:rsid w:val="00A067E4"/>
    <w:rsid w:val="00A072F9"/>
    <w:rsid w:val="00A07BCD"/>
    <w:rsid w:val="00A07E8E"/>
    <w:rsid w:val="00A07FAB"/>
    <w:rsid w:val="00A105FD"/>
    <w:rsid w:val="00A10AB0"/>
    <w:rsid w:val="00A10B53"/>
    <w:rsid w:val="00A1131B"/>
    <w:rsid w:val="00A11B4F"/>
    <w:rsid w:val="00A11F88"/>
    <w:rsid w:val="00A1249C"/>
    <w:rsid w:val="00A12B68"/>
    <w:rsid w:val="00A12DD0"/>
    <w:rsid w:val="00A13071"/>
    <w:rsid w:val="00A139E3"/>
    <w:rsid w:val="00A13DA5"/>
    <w:rsid w:val="00A14100"/>
    <w:rsid w:val="00A15E5C"/>
    <w:rsid w:val="00A16D1C"/>
    <w:rsid w:val="00A171BC"/>
    <w:rsid w:val="00A17806"/>
    <w:rsid w:val="00A17E66"/>
    <w:rsid w:val="00A17FD6"/>
    <w:rsid w:val="00A205EA"/>
    <w:rsid w:val="00A21179"/>
    <w:rsid w:val="00A21337"/>
    <w:rsid w:val="00A21560"/>
    <w:rsid w:val="00A215E4"/>
    <w:rsid w:val="00A21D5D"/>
    <w:rsid w:val="00A2218A"/>
    <w:rsid w:val="00A221FC"/>
    <w:rsid w:val="00A22438"/>
    <w:rsid w:val="00A228A2"/>
    <w:rsid w:val="00A229D1"/>
    <w:rsid w:val="00A22D58"/>
    <w:rsid w:val="00A22EA6"/>
    <w:rsid w:val="00A22F56"/>
    <w:rsid w:val="00A23360"/>
    <w:rsid w:val="00A233F1"/>
    <w:rsid w:val="00A23520"/>
    <w:rsid w:val="00A23B5F"/>
    <w:rsid w:val="00A241E9"/>
    <w:rsid w:val="00A248C0"/>
    <w:rsid w:val="00A25469"/>
    <w:rsid w:val="00A25812"/>
    <w:rsid w:val="00A25F63"/>
    <w:rsid w:val="00A26A8D"/>
    <w:rsid w:val="00A26AF4"/>
    <w:rsid w:val="00A26E89"/>
    <w:rsid w:val="00A2704F"/>
    <w:rsid w:val="00A27831"/>
    <w:rsid w:val="00A27C8C"/>
    <w:rsid w:val="00A27DB0"/>
    <w:rsid w:val="00A30689"/>
    <w:rsid w:val="00A30800"/>
    <w:rsid w:val="00A312E6"/>
    <w:rsid w:val="00A317C2"/>
    <w:rsid w:val="00A31FCB"/>
    <w:rsid w:val="00A328A5"/>
    <w:rsid w:val="00A3303F"/>
    <w:rsid w:val="00A33F39"/>
    <w:rsid w:val="00A34081"/>
    <w:rsid w:val="00A3452E"/>
    <w:rsid w:val="00A34A15"/>
    <w:rsid w:val="00A354C5"/>
    <w:rsid w:val="00A35B2C"/>
    <w:rsid w:val="00A3630F"/>
    <w:rsid w:val="00A376C7"/>
    <w:rsid w:val="00A37806"/>
    <w:rsid w:val="00A40575"/>
    <w:rsid w:val="00A4061F"/>
    <w:rsid w:val="00A409BB"/>
    <w:rsid w:val="00A41002"/>
    <w:rsid w:val="00A41E3B"/>
    <w:rsid w:val="00A42103"/>
    <w:rsid w:val="00A424B7"/>
    <w:rsid w:val="00A42A83"/>
    <w:rsid w:val="00A42BE1"/>
    <w:rsid w:val="00A435E6"/>
    <w:rsid w:val="00A43843"/>
    <w:rsid w:val="00A43DC7"/>
    <w:rsid w:val="00A44459"/>
    <w:rsid w:val="00A466A8"/>
    <w:rsid w:val="00A4713C"/>
    <w:rsid w:val="00A47E46"/>
    <w:rsid w:val="00A504D4"/>
    <w:rsid w:val="00A50FA2"/>
    <w:rsid w:val="00A5151E"/>
    <w:rsid w:val="00A517A3"/>
    <w:rsid w:val="00A51E85"/>
    <w:rsid w:val="00A52774"/>
    <w:rsid w:val="00A52F17"/>
    <w:rsid w:val="00A5337A"/>
    <w:rsid w:val="00A5387D"/>
    <w:rsid w:val="00A54126"/>
    <w:rsid w:val="00A543AD"/>
    <w:rsid w:val="00A54F09"/>
    <w:rsid w:val="00A54FA8"/>
    <w:rsid w:val="00A5508E"/>
    <w:rsid w:val="00A5631F"/>
    <w:rsid w:val="00A56752"/>
    <w:rsid w:val="00A57190"/>
    <w:rsid w:val="00A606C9"/>
    <w:rsid w:val="00A6094A"/>
    <w:rsid w:val="00A60FDF"/>
    <w:rsid w:val="00A614CE"/>
    <w:rsid w:val="00A61613"/>
    <w:rsid w:val="00A625F2"/>
    <w:rsid w:val="00A62EA1"/>
    <w:rsid w:val="00A63115"/>
    <w:rsid w:val="00A631E7"/>
    <w:rsid w:val="00A6340B"/>
    <w:rsid w:val="00A63BDC"/>
    <w:rsid w:val="00A64DD0"/>
    <w:rsid w:val="00A64F70"/>
    <w:rsid w:val="00A6573B"/>
    <w:rsid w:val="00A66517"/>
    <w:rsid w:val="00A670D8"/>
    <w:rsid w:val="00A672ED"/>
    <w:rsid w:val="00A6733B"/>
    <w:rsid w:val="00A6769D"/>
    <w:rsid w:val="00A6784A"/>
    <w:rsid w:val="00A7090F"/>
    <w:rsid w:val="00A70B36"/>
    <w:rsid w:val="00A70C47"/>
    <w:rsid w:val="00A713CF"/>
    <w:rsid w:val="00A7176E"/>
    <w:rsid w:val="00A71B15"/>
    <w:rsid w:val="00A71B95"/>
    <w:rsid w:val="00A71BF2"/>
    <w:rsid w:val="00A72A1C"/>
    <w:rsid w:val="00A72D3F"/>
    <w:rsid w:val="00A72D97"/>
    <w:rsid w:val="00A73179"/>
    <w:rsid w:val="00A73445"/>
    <w:rsid w:val="00A7359F"/>
    <w:rsid w:val="00A743E6"/>
    <w:rsid w:val="00A75050"/>
    <w:rsid w:val="00A75BB9"/>
    <w:rsid w:val="00A761AA"/>
    <w:rsid w:val="00A761E3"/>
    <w:rsid w:val="00A7685A"/>
    <w:rsid w:val="00A771DC"/>
    <w:rsid w:val="00A810EB"/>
    <w:rsid w:val="00A8152A"/>
    <w:rsid w:val="00A82BAD"/>
    <w:rsid w:val="00A8391B"/>
    <w:rsid w:val="00A83A79"/>
    <w:rsid w:val="00A83F45"/>
    <w:rsid w:val="00A84358"/>
    <w:rsid w:val="00A852AA"/>
    <w:rsid w:val="00A85679"/>
    <w:rsid w:val="00A85EAF"/>
    <w:rsid w:val="00A863A4"/>
    <w:rsid w:val="00A86816"/>
    <w:rsid w:val="00A869F1"/>
    <w:rsid w:val="00A86CE9"/>
    <w:rsid w:val="00A86D76"/>
    <w:rsid w:val="00A8779C"/>
    <w:rsid w:val="00A877E8"/>
    <w:rsid w:val="00A87964"/>
    <w:rsid w:val="00A900A1"/>
    <w:rsid w:val="00A91D2A"/>
    <w:rsid w:val="00A91E00"/>
    <w:rsid w:val="00A92C47"/>
    <w:rsid w:val="00A92F2A"/>
    <w:rsid w:val="00A932C0"/>
    <w:rsid w:val="00A93A76"/>
    <w:rsid w:val="00A93AB0"/>
    <w:rsid w:val="00A93ACD"/>
    <w:rsid w:val="00A940E2"/>
    <w:rsid w:val="00A94426"/>
    <w:rsid w:val="00A9508A"/>
    <w:rsid w:val="00A950F8"/>
    <w:rsid w:val="00A953E7"/>
    <w:rsid w:val="00A95507"/>
    <w:rsid w:val="00A964BA"/>
    <w:rsid w:val="00A9684B"/>
    <w:rsid w:val="00A969C2"/>
    <w:rsid w:val="00A96C07"/>
    <w:rsid w:val="00A96C26"/>
    <w:rsid w:val="00AA00B5"/>
    <w:rsid w:val="00AA09AA"/>
    <w:rsid w:val="00AA1763"/>
    <w:rsid w:val="00AA2E64"/>
    <w:rsid w:val="00AA350E"/>
    <w:rsid w:val="00AA36E8"/>
    <w:rsid w:val="00AA38F1"/>
    <w:rsid w:val="00AA3C32"/>
    <w:rsid w:val="00AA3F4A"/>
    <w:rsid w:val="00AA629B"/>
    <w:rsid w:val="00AA744E"/>
    <w:rsid w:val="00AB06AC"/>
    <w:rsid w:val="00AB06B0"/>
    <w:rsid w:val="00AB0824"/>
    <w:rsid w:val="00AB1319"/>
    <w:rsid w:val="00AB1E65"/>
    <w:rsid w:val="00AB1F22"/>
    <w:rsid w:val="00AB2375"/>
    <w:rsid w:val="00AB2430"/>
    <w:rsid w:val="00AB3165"/>
    <w:rsid w:val="00AB3748"/>
    <w:rsid w:val="00AB3B3A"/>
    <w:rsid w:val="00AB3C86"/>
    <w:rsid w:val="00AB3EB2"/>
    <w:rsid w:val="00AB55B5"/>
    <w:rsid w:val="00AB56FA"/>
    <w:rsid w:val="00AB5C09"/>
    <w:rsid w:val="00AB5FFE"/>
    <w:rsid w:val="00AB6BC3"/>
    <w:rsid w:val="00AB6E3F"/>
    <w:rsid w:val="00AB7141"/>
    <w:rsid w:val="00AB71C4"/>
    <w:rsid w:val="00AB725E"/>
    <w:rsid w:val="00AB75ED"/>
    <w:rsid w:val="00AB7B8F"/>
    <w:rsid w:val="00AC0035"/>
    <w:rsid w:val="00AC0689"/>
    <w:rsid w:val="00AC07D8"/>
    <w:rsid w:val="00AC0928"/>
    <w:rsid w:val="00AC0B4F"/>
    <w:rsid w:val="00AC0DD6"/>
    <w:rsid w:val="00AC148D"/>
    <w:rsid w:val="00AC1C50"/>
    <w:rsid w:val="00AC1F41"/>
    <w:rsid w:val="00AC2470"/>
    <w:rsid w:val="00AC26A7"/>
    <w:rsid w:val="00AC4F3A"/>
    <w:rsid w:val="00AC5036"/>
    <w:rsid w:val="00AC586C"/>
    <w:rsid w:val="00AC5CB9"/>
    <w:rsid w:val="00AC677F"/>
    <w:rsid w:val="00AC6B41"/>
    <w:rsid w:val="00AC7000"/>
    <w:rsid w:val="00AC7152"/>
    <w:rsid w:val="00AC74E4"/>
    <w:rsid w:val="00AD0910"/>
    <w:rsid w:val="00AD18E4"/>
    <w:rsid w:val="00AD1B47"/>
    <w:rsid w:val="00AD2E5C"/>
    <w:rsid w:val="00AD4042"/>
    <w:rsid w:val="00AD42D7"/>
    <w:rsid w:val="00AD4D5E"/>
    <w:rsid w:val="00AD4E3E"/>
    <w:rsid w:val="00AD59BA"/>
    <w:rsid w:val="00AD5C63"/>
    <w:rsid w:val="00AD7028"/>
    <w:rsid w:val="00AD7431"/>
    <w:rsid w:val="00AE0114"/>
    <w:rsid w:val="00AE083B"/>
    <w:rsid w:val="00AE11BE"/>
    <w:rsid w:val="00AE1BD0"/>
    <w:rsid w:val="00AE2555"/>
    <w:rsid w:val="00AE2D7D"/>
    <w:rsid w:val="00AE3217"/>
    <w:rsid w:val="00AE33EA"/>
    <w:rsid w:val="00AE33FF"/>
    <w:rsid w:val="00AE4641"/>
    <w:rsid w:val="00AE572A"/>
    <w:rsid w:val="00AE5988"/>
    <w:rsid w:val="00AE7143"/>
    <w:rsid w:val="00AE7645"/>
    <w:rsid w:val="00AE7811"/>
    <w:rsid w:val="00AE79EB"/>
    <w:rsid w:val="00AF1D30"/>
    <w:rsid w:val="00AF22E1"/>
    <w:rsid w:val="00AF2550"/>
    <w:rsid w:val="00AF2998"/>
    <w:rsid w:val="00AF2F9A"/>
    <w:rsid w:val="00AF331D"/>
    <w:rsid w:val="00AF5265"/>
    <w:rsid w:val="00AF639D"/>
    <w:rsid w:val="00AF6A06"/>
    <w:rsid w:val="00AF6D6F"/>
    <w:rsid w:val="00AF6FF1"/>
    <w:rsid w:val="00AF708A"/>
    <w:rsid w:val="00AF7367"/>
    <w:rsid w:val="00AF7463"/>
    <w:rsid w:val="00AF753A"/>
    <w:rsid w:val="00AF799D"/>
    <w:rsid w:val="00AF7AB0"/>
    <w:rsid w:val="00AF7AE8"/>
    <w:rsid w:val="00AF7EA2"/>
    <w:rsid w:val="00B01107"/>
    <w:rsid w:val="00B01B76"/>
    <w:rsid w:val="00B026EB"/>
    <w:rsid w:val="00B0276D"/>
    <w:rsid w:val="00B02FF8"/>
    <w:rsid w:val="00B031E2"/>
    <w:rsid w:val="00B05B21"/>
    <w:rsid w:val="00B05BC6"/>
    <w:rsid w:val="00B05C5A"/>
    <w:rsid w:val="00B05D69"/>
    <w:rsid w:val="00B06386"/>
    <w:rsid w:val="00B071C6"/>
    <w:rsid w:val="00B076DD"/>
    <w:rsid w:val="00B07B64"/>
    <w:rsid w:val="00B07F3C"/>
    <w:rsid w:val="00B10AB5"/>
    <w:rsid w:val="00B12259"/>
    <w:rsid w:val="00B135B2"/>
    <w:rsid w:val="00B13885"/>
    <w:rsid w:val="00B13EC9"/>
    <w:rsid w:val="00B14B51"/>
    <w:rsid w:val="00B1510E"/>
    <w:rsid w:val="00B153BD"/>
    <w:rsid w:val="00B17985"/>
    <w:rsid w:val="00B17A58"/>
    <w:rsid w:val="00B17E53"/>
    <w:rsid w:val="00B200B0"/>
    <w:rsid w:val="00B204E2"/>
    <w:rsid w:val="00B20A2B"/>
    <w:rsid w:val="00B20D76"/>
    <w:rsid w:val="00B21952"/>
    <w:rsid w:val="00B21F77"/>
    <w:rsid w:val="00B227DB"/>
    <w:rsid w:val="00B22AC5"/>
    <w:rsid w:val="00B22AD8"/>
    <w:rsid w:val="00B24018"/>
    <w:rsid w:val="00B2404C"/>
    <w:rsid w:val="00B243AD"/>
    <w:rsid w:val="00B25A30"/>
    <w:rsid w:val="00B25E47"/>
    <w:rsid w:val="00B2609F"/>
    <w:rsid w:val="00B262AD"/>
    <w:rsid w:val="00B269F7"/>
    <w:rsid w:val="00B27A3D"/>
    <w:rsid w:val="00B304B9"/>
    <w:rsid w:val="00B31220"/>
    <w:rsid w:val="00B319EB"/>
    <w:rsid w:val="00B31D0A"/>
    <w:rsid w:val="00B327F8"/>
    <w:rsid w:val="00B33908"/>
    <w:rsid w:val="00B33CDD"/>
    <w:rsid w:val="00B33CEA"/>
    <w:rsid w:val="00B33ED7"/>
    <w:rsid w:val="00B35F17"/>
    <w:rsid w:val="00B3692E"/>
    <w:rsid w:val="00B36A06"/>
    <w:rsid w:val="00B373E7"/>
    <w:rsid w:val="00B37A66"/>
    <w:rsid w:val="00B37B27"/>
    <w:rsid w:val="00B40601"/>
    <w:rsid w:val="00B40637"/>
    <w:rsid w:val="00B4087C"/>
    <w:rsid w:val="00B408A3"/>
    <w:rsid w:val="00B40DA9"/>
    <w:rsid w:val="00B41FE1"/>
    <w:rsid w:val="00B428C9"/>
    <w:rsid w:val="00B4313A"/>
    <w:rsid w:val="00B43A8E"/>
    <w:rsid w:val="00B44080"/>
    <w:rsid w:val="00B442AC"/>
    <w:rsid w:val="00B4464C"/>
    <w:rsid w:val="00B44C58"/>
    <w:rsid w:val="00B45289"/>
    <w:rsid w:val="00B45654"/>
    <w:rsid w:val="00B459A1"/>
    <w:rsid w:val="00B464B3"/>
    <w:rsid w:val="00B4673C"/>
    <w:rsid w:val="00B46A27"/>
    <w:rsid w:val="00B46D65"/>
    <w:rsid w:val="00B47390"/>
    <w:rsid w:val="00B47440"/>
    <w:rsid w:val="00B47B66"/>
    <w:rsid w:val="00B47D5B"/>
    <w:rsid w:val="00B47F5E"/>
    <w:rsid w:val="00B5056C"/>
    <w:rsid w:val="00B50AFC"/>
    <w:rsid w:val="00B516CF"/>
    <w:rsid w:val="00B51FE6"/>
    <w:rsid w:val="00B52BDA"/>
    <w:rsid w:val="00B53245"/>
    <w:rsid w:val="00B532C5"/>
    <w:rsid w:val="00B53DD7"/>
    <w:rsid w:val="00B5407B"/>
    <w:rsid w:val="00B54DFE"/>
    <w:rsid w:val="00B56041"/>
    <w:rsid w:val="00B5625A"/>
    <w:rsid w:val="00B56D01"/>
    <w:rsid w:val="00B56FA7"/>
    <w:rsid w:val="00B5785F"/>
    <w:rsid w:val="00B57B54"/>
    <w:rsid w:val="00B57C6D"/>
    <w:rsid w:val="00B60270"/>
    <w:rsid w:val="00B61354"/>
    <w:rsid w:val="00B61951"/>
    <w:rsid w:val="00B61B7E"/>
    <w:rsid w:val="00B62A85"/>
    <w:rsid w:val="00B62D9A"/>
    <w:rsid w:val="00B6316C"/>
    <w:rsid w:val="00B631DB"/>
    <w:rsid w:val="00B63A98"/>
    <w:rsid w:val="00B63FF7"/>
    <w:rsid w:val="00B6432D"/>
    <w:rsid w:val="00B64C3D"/>
    <w:rsid w:val="00B64E86"/>
    <w:rsid w:val="00B65036"/>
    <w:rsid w:val="00B65982"/>
    <w:rsid w:val="00B66458"/>
    <w:rsid w:val="00B66546"/>
    <w:rsid w:val="00B7115A"/>
    <w:rsid w:val="00B711A5"/>
    <w:rsid w:val="00B72C0D"/>
    <w:rsid w:val="00B72DBE"/>
    <w:rsid w:val="00B72DFE"/>
    <w:rsid w:val="00B72F0C"/>
    <w:rsid w:val="00B72FF4"/>
    <w:rsid w:val="00B731D8"/>
    <w:rsid w:val="00B73401"/>
    <w:rsid w:val="00B740B0"/>
    <w:rsid w:val="00B74612"/>
    <w:rsid w:val="00B74C8D"/>
    <w:rsid w:val="00B75630"/>
    <w:rsid w:val="00B7582D"/>
    <w:rsid w:val="00B76492"/>
    <w:rsid w:val="00B76A96"/>
    <w:rsid w:val="00B76BDF"/>
    <w:rsid w:val="00B77494"/>
    <w:rsid w:val="00B7781F"/>
    <w:rsid w:val="00B80447"/>
    <w:rsid w:val="00B80E40"/>
    <w:rsid w:val="00B80E67"/>
    <w:rsid w:val="00B80FA2"/>
    <w:rsid w:val="00B81039"/>
    <w:rsid w:val="00B81129"/>
    <w:rsid w:val="00B81964"/>
    <w:rsid w:val="00B81F07"/>
    <w:rsid w:val="00B81F2E"/>
    <w:rsid w:val="00B82313"/>
    <w:rsid w:val="00B8275B"/>
    <w:rsid w:val="00B82988"/>
    <w:rsid w:val="00B8307D"/>
    <w:rsid w:val="00B83C1A"/>
    <w:rsid w:val="00B83F98"/>
    <w:rsid w:val="00B857CB"/>
    <w:rsid w:val="00B85D1D"/>
    <w:rsid w:val="00B86A31"/>
    <w:rsid w:val="00B86F49"/>
    <w:rsid w:val="00B8761E"/>
    <w:rsid w:val="00B87A02"/>
    <w:rsid w:val="00B87C63"/>
    <w:rsid w:val="00B9013C"/>
    <w:rsid w:val="00B9041F"/>
    <w:rsid w:val="00B9145B"/>
    <w:rsid w:val="00B921FE"/>
    <w:rsid w:val="00B93464"/>
    <w:rsid w:val="00B93694"/>
    <w:rsid w:val="00B94D23"/>
    <w:rsid w:val="00B9582A"/>
    <w:rsid w:val="00B95C7A"/>
    <w:rsid w:val="00B95EDE"/>
    <w:rsid w:val="00B969E7"/>
    <w:rsid w:val="00B97330"/>
    <w:rsid w:val="00B97405"/>
    <w:rsid w:val="00B975CB"/>
    <w:rsid w:val="00BA0B07"/>
    <w:rsid w:val="00BA0B4D"/>
    <w:rsid w:val="00BA0C2D"/>
    <w:rsid w:val="00BA0FBB"/>
    <w:rsid w:val="00BA168C"/>
    <w:rsid w:val="00BA170F"/>
    <w:rsid w:val="00BA196B"/>
    <w:rsid w:val="00BA1C55"/>
    <w:rsid w:val="00BA1DAD"/>
    <w:rsid w:val="00BA251B"/>
    <w:rsid w:val="00BA3426"/>
    <w:rsid w:val="00BA397E"/>
    <w:rsid w:val="00BA3E97"/>
    <w:rsid w:val="00BA4002"/>
    <w:rsid w:val="00BA437E"/>
    <w:rsid w:val="00BA4823"/>
    <w:rsid w:val="00BA5161"/>
    <w:rsid w:val="00BA51C8"/>
    <w:rsid w:val="00BA5B8C"/>
    <w:rsid w:val="00BA7833"/>
    <w:rsid w:val="00BB1AC2"/>
    <w:rsid w:val="00BB1EE7"/>
    <w:rsid w:val="00BB2750"/>
    <w:rsid w:val="00BB27B3"/>
    <w:rsid w:val="00BB29FD"/>
    <w:rsid w:val="00BB355E"/>
    <w:rsid w:val="00BB39D5"/>
    <w:rsid w:val="00BB4480"/>
    <w:rsid w:val="00BB5060"/>
    <w:rsid w:val="00BB5F4C"/>
    <w:rsid w:val="00BB60B1"/>
    <w:rsid w:val="00BB653B"/>
    <w:rsid w:val="00BB6691"/>
    <w:rsid w:val="00BB6CB6"/>
    <w:rsid w:val="00BB7A04"/>
    <w:rsid w:val="00BC043C"/>
    <w:rsid w:val="00BC0958"/>
    <w:rsid w:val="00BC0D0B"/>
    <w:rsid w:val="00BC17B4"/>
    <w:rsid w:val="00BC1C65"/>
    <w:rsid w:val="00BC1C94"/>
    <w:rsid w:val="00BC2B3E"/>
    <w:rsid w:val="00BC2D22"/>
    <w:rsid w:val="00BC2E03"/>
    <w:rsid w:val="00BC3211"/>
    <w:rsid w:val="00BC359C"/>
    <w:rsid w:val="00BC3AFB"/>
    <w:rsid w:val="00BC4CDD"/>
    <w:rsid w:val="00BC4D38"/>
    <w:rsid w:val="00BC52C9"/>
    <w:rsid w:val="00BC55E6"/>
    <w:rsid w:val="00BC5661"/>
    <w:rsid w:val="00BC59E5"/>
    <w:rsid w:val="00BC6231"/>
    <w:rsid w:val="00BC6538"/>
    <w:rsid w:val="00BC75F8"/>
    <w:rsid w:val="00BC78D0"/>
    <w:rsid w:val="00BC7C25"/>
    <w:rsid w:val="00BD08F0"/>
    <w:rsid w:val="00BD0A2C"/>
    <w:rsid w:val="00BD0E45"/>
    <w:rsid w:val="00BD1165"/>
    <w:rsid w:val="00BD12AB"/>
    <w:rsid w:val="00BD1D76"/>
    <w:rsid w:val="00BD27D5"/>
    <w:rsid w:val="00BD4388"/>
    <w:rsid w:val="00BD4AD5"/>
    <w:rsid w:val="00BD574E"/>
    <w:rsid w:val="00BD65C1"/>
    <w:rsid w:val="00BD66A8"/>
    <w:rsid w:val="00BD7823"/>
    <w:rsid w:val="00BE0250"/>
    <w:rsid w:val="00BE05CF"/>
    <w:rsid w:val="00BE0BDD"/>
    <w:rsid w:val="00BE0C69"/>
    <w:rsid w:val="00BE133A"/>
    <w:rsid w:val="00BE1DC6"/>
    <w:rsid w:val="00BE2592"/>
    <w:rsid w:val="00BE30AD"/>
    <w:rsid w:val="00BE34C9"/>
    <w:rsid w:val="00BE453F"/>
    <w:rsid w:val="00BE4BB1"/>
    <w:rsid w:val="00BE4E70"/>
    <w:rsid w:val="00BE5D48"/>
    <w:rsid w:val="00BE6537"/>
    <w:rsid w:val="00BE65C5"/>
    <w:rsid w:val="00BE6631"/>
    <w:rsid w:val="00BE678F"/>
    <w:rsid w:val="00BE67E6"/>
    <w:rsid w:val="00BF0387"/>
    <w:rsid w:val="00BF0CD2"/>
    <w:rsid w:val="00BF1AF2"/>
    <w:rsid w:val="00BF1F72"/>
    <w:rsid w:val="00BF3CFA"/>
    <w:rsid w:val="00BF4444"/>
    <w:rsid w:val="00BF4C78"/>
    <w:rsid w:val="00BF5AC2"/>
    <w:rsid w:val="00BF5AEF"/>
    <w:rsid w:val="00BF5BA6"/>
    <w:rsid w:val="00BF5EAD"/>
    <w:rsid w:val="00BF6B42"/>
    <w:rsid w:val="00BF6E70"/>
    <w:rsid w:val="00BF7839"/>
    <w:rsid w:val="00C012B3"/>
    <w:rsid w:val="00C014A9"/>
    <w:rsid w:val="00C0309B"/>
    <w:rsid w:val="00C053F6"/>
    <w:rsid w:val="00C0614A"/>
    <w:rsid w:val="00C0625E"/>
    <w:rsid w:val="00C064BE"/>
    <w:rsid w:val="00C06C85"/>
    <w:rsid w:val="00C06E2B"/>
    <w:rsid w:val="00C07623"/>
    <w:rsid w:val="00C07C9F"/>
    <w:rsid w:val="00C07CEF"/>
    <w:rsid w:val="00C07F96"/>
    <w:rsid w:val="00C10044"/>
    <w:rsid w:val="00C10341"/>
    <w:rsid w:val="00C1047D"/>
    <w:rsid w:val="00C11C69"/>
    <w:rsid w:val="00C11FB5"/>
    <w:rsid w:val="00C1267C"/>
    <w:rsid w:val="00C12CF2"/>
    <w:rsid w:val="00C13453"/>
    <w:rsid w:val="00C1358E"/>
    <w:rsid w:val="00C13631"/>
    <w:rsid w:val="00C13B42"/>
    <w:rsid w:val="00C13D27"/>
    <w:rsid w:val="00C14080"/>
    <w:rsid w:val="00C14A8B"/>
    <w:rsid w:val="00C14E9E"/>
    <w:rsid w:val="00C1566F"/>
    <w:rsid w:val="00C15E53"/>
    <w:rsid w:val="00C15E69"/>
    <w:rsid w:val="00C15F41"/>
    <w:rsid w:val="00C17413"/>
    <w:rsid w:val="00C206CC"/>
    <w:rsid w:val="00C20D16"/>
    <w:rsid w:val="00C214A9"/>
    <w:rsid w:val="00C215B7"/>
    <w:rsid w:val="00C21747"/>
    <w:rsid w:val="00C21A1D"/>
    <w:rsid w:val="00C21A6F"/>
    <w:rsid w:val="00C223D3"/>
    <w:rsid w:val="00C22609"/>
    <w:rsid w:val="00C22F05"/>
    <w:rsid w:val="00C23005"/>
    <w:rsid w:val="00C23229"/>
    <w:rsid w:val="00C2361F"/>
    <w:rsid w:val="00C23B59"/>
    <w:rsid w:val="00C23CD3"/>
    <w:rsid w:val="00C23E35"/>
    <w:rsid w:val="00C24341"/>
    <w:rsid w:val="00C24BF9"/>
    <w:rsid w:val="00C2626B"/>
    <w:rsid w:val="00C26E88"/>
    <w:rsid w:val="00C2768A"/>
    <w:rsid w:val="00C277AF"/>
    <w:rsid w:val="00C30463"/>
    <w:rsid w:val="00C31217"/>
    <w:rsid w:val="00C319D7"/>
    <w:rsid w:val="00C31EED"/>
    <w:rsid w:val="00C322C3"/>
    <w:rsid w:val="00C32705"/>
    <w:rsid w:val="00C3290A"/>
    <w:rsid w:val="00C335CB"/>
    <w:rsid w:val="00C33856"/>
    <w:rsid w:val="00C3389B"/>
    <w:rsid w:val="00C3411F"/>
    <w:rsid w:val="00C343C1"/>
    <w:rsid w:val="00C3441F"/>
    <w:rsid w:val="00C3454A"/>
    <w:rsid w:val="00C34FE8"/>
    <w:rsid w:val="00C35704"/>
    <w:rsid w:val="00C35847"/>
    <w:rsid w:val="00C364FC"/>
    <w:rsid w:val="00C36C4A"/>
    <w:rsid w:val="00C37678"/>
    <w:rsid w:val="00C37BB1"/>
    <w:rsid w:val="00C400FF"/>
    <w:rsid w:val="00C4012D"/>
    <w:rsid w:val="00C40C0F"/>
    <w:rsid w:val="00C40E7B"/>
    <w:rsid w:val="00C416CD"/>
    <w:rsid w:val="00C41E98"/>
    <w:rsid w:val="00C420E8"/>
    <w:rsid w:val="00C421E3"/>
    <w:rsid w:val="00C424EF"/>
    <w:rsid w:val="00C42A4F"/>
    <w:rsid w:val="00C4483C"/>
    <w:rsid w:val="00C468FA"/>
    <w:rsid w:val="00C46EBC"/>
    <w:rsid w:val="00C47B4A"/>
    <w:rsid w:val="00C47E98"/>
    <w:rsid w:val="00C5009A"/>
    <w:rsid w:val="00C5259C"/>
    <w:rsid w:val="00C5362A"/>
    <w:rsid w:val="00C5402D"/>
    <w:rsid w:val="00C542E1"/>
    <w:rsid w:val="00C544B8"/>
    <w:rsid w:val="00C545B8"/>
    <w:rsid w:val="00C54968"/>
    <w:rsid w:val="00C56545"/>
    <w:rsid w:val="00C56D79"/>
    <w:rsid w:val="00C56E27"/>
    <w:rsid w:val="00C57093"/>
    <w:rsid w:val="00C57EDE"/>
    <w:rsid w:val="00C61AAF"/>
    <w:rsid w:val="00C62169"/>
    <w:rsid w:val="00C628F1"/>
    <w:rsid w:val="00C62F15"/>
    <w:rsid w:val="00C631FA"/>
    <w:rsid w:val="00C6389A"/>
    <w:rsid w:val="00C63AEB"/>
    <w:rsid w:val="00C63B1A"/>
    <w:rsid w:val="00C63EA5"/>
    <w:rsid w:val="00C63EC0"/>
    <w:rsid w:val="00C63F4E"/>
    <w:rsid w:val="00C6437F"/>
    <w:rsid w:val="00C644A1"/>
    <w:rsid w:val="00C6451E"/>
    <w:rsid w:val="00C64A23"/>
    <w:rsid w:val="00C6579C"/>
    <w:rsid w:val="00C65E99"/>
    <w:rsid w:val="00C6646E"/>
    <w:rsid w:val="00C6688D"/>
    <w:rsid w:val="00C66968"/>
    <w:rsid w:val="00C66CBE"/>
    <w:rsid w:val="00C66DF5"/>
    <w:rsid w:val="00C66FFC"/>
    <w:rsid w:val="00C6726F"/>
    <w:rsid w:val="00C673F2"/>
    <w:rsid w:val="00C679AF"/>
    <w:rsid w:val="00C67D3A"/>
    <w:rsid w:val="00C70556"/>
    <w:rsid w:val="00C705A2"/>
    <w:rsid w:val="00C70DEA"/>
    <w:rsid w:val="00C71946"/>
    <w:rsid w:val="00C71B1D"/>
    <w:rsid w:val="00C726D7"/>
    <w:rsid w:val="00C72A0E"/>
    <w:rsid w:val="00C72B6E"/>
    <w:rsid w:val="00C73AAD"/>
    <w:rsid w:val="00C74282"/>
    <w:rsid w:val="00C744DF"/>
    <w:rsid w:val="00C74677"/>
    <w:rsid w:val="00C747BF"/>
    <w:rsid w:val="00C74E1D"/>
    <w:rsid w:val="00C7559F"/>
    <w:rsid w:val="00C7605B"/>
    <w:rsid w:val="00C763AE"/>
    <w:rsid w:val="00C765D9"/>
    <w:rsid w:val="00C766E8"/>
    <w:rsid w:val="00C76B88"/>
    <w:rsid w:val="00C80777"/>
    <w:rsid w:val="00C819B0"/>
    <w:rsid w:val="00C81D62"/>
    <w:rsid w:val="00C8230E"/>
    <w:rsid w:val="00C82404"/>
    <w:rsid w:val="00C82606"/>
    <w:rsid w:val="00C82FF4"/>
    <w:rsid w:val="00C831B5"/>
    <w:rsid w:val="00C83BF9"/>
    <w:rsid w:val="00C84686"/>
    <w:rsid w:val="00C85521"/>
    <w:rsid w:val="00C85851"/>
    <w:rsid w:val="00C85AB9"/>
    <w:rsid w:val="00C85DD0"/>
    <w:rsid w:val="00C86D01"/>
    <w:rsid w:val="00C86FD4"/>
    <w:rsid w:val="00C875AF"/>
    <w:rsid w:val="00C87E2A"/>
    <w:rsid w:val="00C90A5A"/>
    <w:rsid w:val="00C90E99"/>
    <w:rsid w:val="00C91CA9"/>
    <w:rsid w:val="00C91D07"/>
    <w:rsid w:val="00C91DB5"/>
    <w:rsid w:val="00C91DF6"/>
    <w:rsid w:val="00C920A5"/>
    <w:rsid w:val="00C9232B"/>
    <w:rsid w:val="00C92732"/>
    <w:rsid w:val="00C92957"/>
    <w:rsid w:val="00C92A8A"/>
    <w:rsid w:val="00C92EF1"/>
    <w:rsid w:val="00C9303E"/>
    <w:rsid w:val="00C93E73"/>
    <w:rsid w:val="00C95829"/>
    <w:rsid w:val="00C95B37"/>
    <w:rsid w:val="00C95BB7"/>
    <w:rsid w:val="00C95C3B"/>
    <w:rsid w:val="00C95E74"/>
    <w:rsid w:val="00C96104"/>
    <w:rsid w:val="00C966C7"/>
    <w:rsid w:val="00C96F80"/>
    <w:rsid w:val="00C97054"/>
    <w:rsid w:val="00C97636"/>
    <w:rsid w:val="00C97FF5"/>
    <w:rsid w:val="00CA019B"/>
    <w:rsid w:val="00CA044F"/>
    <w:rsid w:val="00CA062F"/>
    <w:rsid w:val="00CA0691"/>
    <w:rsid w:val="00CA1203"/>
    <w:rsid w:val="00CA140C"/>
    <w:rsid w:val="00CA1633"/>
    <w:rsid w:val="00CA1EA3"/>
    <w:rsid w:val="00CA2CF5"/>
    <w:rsid w:val="00CA2F3D"/>
    <w:rsid w:val="00CA315C"/>
    <w:rsid w:val="00CA3240"/>
    <w:rsid w:val="00CA36C4"/>
    <w:rsid w:val="00CA3F43"/>
    <w:rsid w:val="00CA4150"/>
    <w:rsid w:val="00CA43FB"/>
    <w:rsid w:val="00CA52DC"/>
    <w:rsid w:val="00CA55B2"/>
    <w:rsid w:val="00CA621E"/>
    <w:rsid w:val="00CA635F"/>
    <w:rsid w:val="00CA71C3"/>
    <w:rsid w:val="00CA7281"/>
    <w:rsid w:val="00CA73A3"/>
    <w:rsid w:val="00CA76A5"/>
    <w:rsid w:val="00CB0161"/>
    <w:rsid w:val="00CB0196"/>
    <w:rsid w:val="00CB08C4"/>
    <w:rsid w:val="00CB0B89"/>
    <w:rsid w:val="00CB10AD"/>
    <w:rsid w:val="00CB202F"/>
    <w:rsid w:val="00CB2BF2"/>
    <w:rsid w:val="00CB3AF7"/>
    <w:rsid w:val="00CB485D"/>
    <w:rsid w:val="00CB498F"/>
    <w:rsid w:val="00CB5264"/>
    <w:rsid w:val="00CB57BE"/>
    <w:rsid w:val="00CB5AC0"/>
    <w:rsid w:val="00CB5B80"/>
    <w:rsid w:val="00CB61D3"/>
    <w:rsid w:val="00CB6889"/>
    <w:rsid w:val="00CB6F7B"/>
    <w:rsid w:val="00CC0AA3"/>
    <w:rsid w:val="00CC1821"/>
    <w:rsid w:val="00CC1946"/>
    <w:rsid w:val="00CC25A5"/>
    <w:rsid w:val="00CC274A"/>
    <w:rsid w:val="00CC2C53"/>
    <w:rsid w:val="00CC2CA3"/>
    <w:rsid w:val="00CC36BD"/>
    <w:rsid w:val="00CC37EB"/>
    <w:rsid w:val="00CC3900"/>
    <w:rsid w:val="00CC3C97"/>
    <w:rsid w:val="00CC423B"/>
    <w:rsid w:val="00CC5221"/>
    <w:rsid w:val="00CC53F0"/>
    <w:rsid w:val="00CC5B93"/>
    <w:rsid w:val="00CC6142"/>
    <w:rsid w:val="00CC6406"/>
    <w:rsid w:val="00CC745D"/>
    <w:rsid w:val="00CC76EF"/>
    <w:rsid w:val="00CC7DDC"/>
    <w:rsid w:val="00CD0F31"/>
    <w:rsid w:val="00CD1AC6"/>
    <w:rsid w:val="00CD2A04"/>
    <w:rsid w:val="00CD2A5D"/>
    <w:rsid w:val="00CD33C7"/>
    <w:rsid w:val="00CD3865"/>
    <w:rsid w:val="00CD38F7"/>
    <w:rsid w:val="00CD3B4B"/>
    <w:rsid w:val="00CD3DD8"/>
    <w:rsid w:val="00CD4085"/>
    <w:rsid w:val="00CD4CF3"/>
    <w:rsid w:val="00CD5005"/>
    <w:rsid w:val="00CD5D45"/>
    <w:rsid w:val="00CD5F65"/>
    <w:rsid w:val="00CD7936"/>
    <w:rsid w:val="00CD7A5B"/>
    <w:rsid w:val="00CD7E77"/>
    <w:rsid w:val="00CD7F1F"/>
    <w:rsid w:val="00CE07BE"/>
    <w:rsid w:val="00CE0923"/>
    <w:rsid w:val="00CE120D"/>
    <w:rsid w:val="00CE1239"/>
    <w:rsid w:val="00CE16BA"/>
    <w:rsid w:val="00CE1E18"/>
    <w:rsid w:val="00CE26DC"/>
    <w:rsid w:val="00CE2949"/>
    <w:rsid w:val="00CE2C11"/>
    <w:rsid w:val="00CE308D"/>
    <w:rsid w:val="00CE31D2"/>
    <w:rsid w:val="00CE3AE0"/>
    <w:rsid w:val="00CE3FCD"/>
    <w:rsid w:val="00CE4CDC"/>
    <w:rsid w:val="00CE558B"/>
    <w:rsid w:val="00CE5F20"/>
    <w:rsid w:val="00CE6E46"/>
    <w:rsid w:val="00CE6F22"/>
    <w:rsid w:val="00CE7993"/>
    <w:rsid w:val="00CF010A"/>
    <w:rsid w:val="00CF01A5"/>
    <w:rsid w:val="00CF0709"/>
    <w:rsid w:val="00CF07CB"/>
    <w:rsid w:val="00CF0993"/>
    <w:rsid w:val="00CF103B"/>
    <w:rsid w:val="00CF2A38"/>
    <w:rsid w:val="00CF2CBE"/>
    <w:rsid w:val="00CF334A"/>
    <w:rsid w:val="00CF3D8D"/>
    <w:rsid w:val="00CF48A9"/>
    <w:rsid w:val="00CF4B4A"/>
    <w:rsid w:val="00CF4C8E"/>
    <w:rsid w:val="00CF5355"/>
    <w:rsid w:val="00CF562A"/>
    <w:rsid w:val="00CF6777"/>
    <w:rsid w:val="00CF6796"/>
    <w:rsid w:val="00D00BEE"/>
    <w:rsid w:val="00D014B5"/>
    <w:rsid w:val="00D01AE5"/>
    <w:rsid w:val="00D029AC"/>
    <w:rsid w:val="00D02D83"/>
    <w:rsid w:val="00D034FA"/>
    <w:rsid w:val="00D03848"/>
    <w:rsid w:val="00D050B2"/>
    <w:rsid w:val="00D05517"/>
    <w:rsid w:val="00D0599F"/>
    <w:rsid w:val="00D05D55"/>
    <w:rsid w:val="00D0687B"/>
    <w:rsid w:val="00D070ED"/>
    <w:rsid w:val="00D07254"/>
    <w:rsid w:val="00D104FA"/>
    <w:rsid w:val="00D10FC6"/>
    <w:rsid w:val="00D115AC"/>
    <w:rsid w:val="00D1226A"/>
    <w:rsid w:val="00D12463"/>
    <w:rsid w:val="00D125BB"/>
    <w:rsid w:val="00D12847"/>
    <w:rsid w:val="00D129F0"/>
    <w:rsid w:val="00D131A4"/>
    <w:rsid w:val="00D13353"/>
    <w:rsid w:val="00D13A61"/>
    <w:rsid w:val="00D1446F"/>
    <w:rsid w:val="00D14B1F"/>
    <w:rsid w:val="00D14C5E"/>
    <w:rsid w:val="00D15046"/>
    <w:rsid w:val="00D152CA"/>
    <w:rsid w:val="00D1537E"/>
    <w:rsid w:val="00D157C4"/>
    <w:rsid w:val="00D15962"/>
    <w:rsid w:val="00D15E7F"/>
    <w:rsid w:val="00D15EA2"/>
    <w:rsid w:val="00D15FA9"/>
    <w:rsid w:val="00D20EBC"/>
    <w:rsid w:val="00D2121A"/>
    <w:rsid w:val="00D2163C"/>
    <w:rsid w:val="00D21790"/>
    <w:rsid w:val="00D21F48"/>
    <w:rsid w:val="00D23145"/>
    <w:rsid w:val="00D233B0"/>
    <w:rsid w:val="00D233E5"/>
    <w:rsid w:val="00D23423"/>
    <w:rsid w:val="00D24AA6"/>
    <w:rsid w:val="00D250DA"/>
    <w:rsid w:val="00D260D7"/>
    <w:rsid w:val="00D26665"/>
    <w:rsid w:val="00D26866"/>
    <w:rsid w:val="00D26AFE"/>
    <w:rsid w:val="00D27066"/>
    <w:rsid w:val="00D2768C"/>
    <w:rsid w:val="00D27CF7"/>
    <w:rsid w:val="00D30581"/>
    <w:rsid w:val="00D32321"/>
    <w:rsid w:val="00D325FD"/>
    <w:rsid w:val="00D3266C"/>
    <w:rsid w:val="00D33376"/>
    <w:rsid w:val="00D33449"/>
    <w:rsid w:val="00D33988"/>
    <w:rsid w:val="00D33ADD"/>
    <w:rsid w:val="00D33C38"/>
    <w:rsid w:val="00D34699"/>
    <w:rsid w:val="00D346B1"/>
    <w:rsid w:val="00D34795"/>
    <w:rsid w:val="00D35170"/>
    <w:rsid w:val="00D3605A"/>
    <w:rsid w:val="00D3684C"/>
    <w:rsid w:val="00D36987"/>
    <w:rsid w:val="00D36AB6"/>
    <w:rsid w:val="00D36EBE"/>
    <w:rsid w:val="00D37548"/>
    <w:rsid w:val="00D404B1"/>
    <w:rsid w:val="00D4067A"/>
    <w:rsid w:val="00D406A2"/>
    <w:rsid w:val="00D4120E"/>
    <w:rsid w:val="00D413A3"/>
    <w:rsid w:val="00D4157A"/>
    <w:rsid w:val="00D4175F"/>
    <w:rsid w:val="00D42F3F"/>
    <w:rsid w:val="00D43651"/>
    <w:rsid w:val="00D436BE"/>
    <w:rsid w:val="00D43FF3"/>
    <w:rsid w:val="00D44402"/>
    <w:rsid w:val="00D44676"/>
    <w:rsid w:val="00D44C23"/>
    <w:rsid w:val="00D45056"/>
    <w:rsid w:val="00D4528F"/>
    <w:rsid w:val="00D458BA"/>
    <w:rsid w:val="00D45FB6"/>
    <w:rsid w:val="00D46176"/>
    <w:rsid w:val="00D467EC"/>
    <w:rsid w:val="00D46A85"/>
    <w:rsid w:val="00D47366"/>
    <w:rsid w:val="00D4759E"/>
    <w:rsid w:val="00D47DE4"/>
    <w:rsid w:val="00D5095D"/>
    <w:rsid w:val="00D50B05"/>
    <w:rsid w:val="00D51744"/>
    <w:rsid w:val="00D5186E"/>
    <w:rsid w:val="00D519AE"/>
    <w:rsid w:val="00D52A7D"/>
    <w:rsid w:val="00D5389B"/>
    <w:rsid w:val="00D543D0"/>
    <w:rsid w:val="00D548ED"/>
    <w:rsid w:val="00D54F4C"/>
    <w:rsid w:val="00D55131"/>
    <w:rsid w:val="00D55865"/>
    <w:rsid w:val="00D55FCD"/>
    <w:rsid w:val="00D56071"/>
    <w:rsid w:val="00D5753D"/>
    <w:rsid w:val="00D60065"/>
    <w:rsid w:val="00D60615"/>
    <w:rsid w:val="00D6076F"/>
    <w:rsid w:val="00D6086B"/>
    <w:rsid w:val="00D60AE3"/>
    <w:rsid w:val="00D614C1"/>
    <w:rsid w:val="00D61A55"/>
    <w:rsid w:val="00D61CC6"/>
    <w:rsid w:val="00D625B4"/>
    <w:rsid w:val="00D62E82"/>
    <w:rsid w:val="00D62F36"/>
    <w:rsid w:val="00D6334A"/>
    <w:rsid w:val="00D6342D"/>
    <w:rsid w:val="00D6382F"/>
    <w:rsid w:val="00D653FB"/>
    <w:rsid w:val="00D65C59"/>
    <w:rsid w:val="00D65C5E"/>
    <w:rsid w:val="00D661B2"/>
    <w:rsid w:val="00D66FF9"/>
    <w:rsid w:val="00D67B22"/>
    <w:rsid w:val="00D702C7"/>
    <w:rsid w:val="00D703DB"/>
    <w:rsid w:val="00D70554"/>
    <w:rsid w:val="00D7092B"/>
    <w:rsid w:val="00D70C51"/>
    <w:rsid w:val="00D71789"/>
    <w:rsid w:val="00D7182A"/>
    <w:rsid w:val="00D72BDB"/>
    <w:rsid w:val="00D72F17"/>
    <w:rsid w:val="00D73281"/>
    <w:rsid w:val="00D74448"/>
    <w:rsid w:val="00D74461"/>
    <w:rsid w:val="00D7653E"/>
    <w:rsid w:val="00D765A3"/>
    <w:rsid w:val="00D77D46"/>
    <w:rsid w:val="00D77FE7"/>
    <w:rsid w:val="00D8031E"/>
    <w:rsid w:val="00D808EB"/>
    <w:rsid w:val="00D809FD"/>
    <w:rsid w:val="00D8124A"/>
    <w:rsid w:val="00D817C9"/>
    <w:rsid w:val="00D81E20"/>
    <w:rsid w:val="00D82174"/>
    <w:rsid w:val="00D829D9"/>
    <w:rsid w:val="00D83BEB"/>
    <w:rsid w:val="00D83E11"/>
    <w:rsid w:val="00D840B0"/>
    <w:rsid w:val="00D84653"/>
    <w:rsid w:val="00D84F52"/>
    <w:rsid w:val="00D858F3"/>
    <w:rsid w:val="00D85A39"/>
    <w:rsid w:val="00D85B59"/>
    <w:rsid w:val="00D85D3F"/>
    <w:rsid w:val="00D86748"/>
    <w:rsid w:val="00D86EC0"/>
    <w:rsid w:val="00D87CBE"/>
    <w:rsid w:val="00D90694"/>
    <w:rsid w:val="00D906D1"/>
    <w:rsid w:val="00D90C1B"/>
    <w:rsid w:val="00D90DDA"/>
    <w:rsid w:val="00D90F23"/>
    <w:rsid w:val="00D91058"/>
    <w:rsid w:val="00D9138C"/>
    <w:rsid w:val="00D916AB"/>
    <w:rsid w:val="00D91866"/>
    <w:rsid w:val="00D919DF"/>
    <w:rsid w:val="00D92315"/>
    <w:rsid w:val="00D925F9"/>
    <w:rsid w:val="00D93D02"/>
    <w:rsid w:val="00D946B6"/>
    <w:rsid w:val="00D948CE"/>
    <w:rsid w:val="00D94906"/>
    <w:rsid w:val="00D949FE"/>
    <w:rsid w:val="00D95AB3"/>
    <w:rsid w:val="00D96164"/>
    <w:rsid w:val="00DA0852"/>
    <w:rsid w:val="00DA0C00"/>
    <w:rsid w:val="00DA1668"/>
    <w:rsid w:val="00DA4214"/>
    <w:rsid w:val="00DA436A"/>
    <w:rsid w:val="00DA46FC"/>
    <w:rsid w:val="00DA4770"/>
    <w:rsid w:val="00DA4AAF"/>
    <w:rsid w:val="00DA4B54"/>
    <w:rsid w:val="00DA4DDD"/>
    <w:rsid w:val="00DA4FDE"/>
    <w:rsid w:val="00DA5145"/>
    <w:rsid w:val="00DA5151"/>
    <w:rsid w:val="00DA61A2"/>
    <w:rsid w:val="00DA621F"/>
    <w:rsid w:val="00DA687E"/>
    <w:rsid w:val="00DA6B7E"/>
    <w:rsid w:val="00DA6D0C"/>
    <w:rsid w:val="00DA6E7C"/>
    <w:rsid w:val="00DA7099"/>
    <w:rsid w:val="00DA716E"/>
    <w:rsid w:val="00DA7E2F"/>
    <w:rsid w:val="00DB0BD8"/>
    <w:rsid w:val="00DB227A"/>
    <w:rsid w:val="00DB373A"/>
    <w:rsid w:val="00DB3EA2"/>
    <w:rsid w:val="00DB44AB"/>
    <w:rsid w:val="00DB4A33"/>
    <w:rsid w:val="00DB4AF8"/>
    <w:rsid w:val="00DB6CCE"/>
    <w:rsid w:val="00DB7491"/>
    <w:rsid w:val="00DB7519"/>
    <w:rsid w:val="00DB7FF3"/>
    <w:rsid w:val="00DC0173"/>
    <w:rsid w:val="00DC0E12"/>
    <w:rsid w:val="00DC0F96"/>
    <w:rsid w:val="00DC1810"/>
    <w:rsid w:val="00DC1BF5"/>
    <w:rsid w:val="00DC20B2"/>
    <w:rsid w:val="00DC25E9"/>
    <w:rsid w:val="00DC28CD"/>
    <w:rsid w:val="00DC2C4D"/>
    <w:rsid w:val="00DC5470"/>
    <w:rsid w:val="00DC547D"/>
    <w:rsid w:val="00DC5ABB"/>
    <w:rsid w:val="00DC619C"/>
    <w:rsid w:val="00DC656C"/>
    <w:rsid w:val="00DC664F"/>
    <w:rsid w:val="00DC6C4E"/>
    <w:rsid w:val="00DC7BC6"/>
    <w:rsid w:val="00DD001A"/>
    <w:rsid w:val="00DD06F3"/>
    <w:rsid w:val="00DD0DBA"/>
    <w:rsid w:val="00DD1084"/>
    <w:rsid w:val="00DD14D0"/>
    <w:rsid w:val="00DD16AE"/>
    <w:rsid w:val="00DD2598"/>
    <w:rsid w:val="00DD33E7"/>
    <w:rsid w:val="00DD3771"/>
    <w:rsid w:val="00DD3776"/>
    <w:rsid w:val="00DD3812"/>
    <w:rsid w:val="00DD3BB0"/>
    <w:rsid w:val="00DD4410"/>
    <w:rsid w:val="00DD4AD0"/>
    <w:rsid w:val="00DD6571"/>
    <w:rsid w:val="00DD7CDC"/>
    <w:rsid w:val="00DD7CEE"/>
    <w:rsid w:val="00DE00E6"/>
    <w:rsid w:val="00DE11C6"/>
    <w:rsid w:val="00DE1329"/>
    <w:rsid w:val="00DE1CD4"/>
    <w:rsid w:val="00DE3222"/>
    <w:rsid w:val="00DE3C23"/>
    <w:rsid w:val="00DE4864"/>
    <w:rsid w:val="00DE560A"/>
    <w:rsid w:val="00DE5F6C"/>
    <w:rsid w:val="00DE6147"/>
    <w:rsid w:val="00DE635F"/>
    <w:rsid w:val="00DE63AF"/>
    <w:rsid w:val="00DE6654"/>
    <w:rsid w:val="00DE6FC0"/>
    <w:rsid w:val="00DE7501"/>
    <w:rsid w:val="00DE7895"/>
    <w:rsid w:val="00DE7F95"/>
    <w:rsid w:val="00DF00A4"/>
    <w:rsid w:val="00DF0ABE"/>
    <w:rsid w:val="00DF0EE5"/>
    <w:rsid w:val="00DF1686"/>
    <w:rsid w:val="00DF1B97"/>
    <w:rsid w:val="00DF258A"/>
    <w:rsid w:val="00DF28EC"/>
    <w:rsid w:val="00DF2B8E"/>
    <w:rsid w:val="00DF32DD"/>
    <w:rsid w:val="00DF4ED2"/>
    <w:rsid w:val="00DF5357"/>
    <w:rsid w:val="00DF66A8"/>
    <w:rsid w:val="00DF6C8A"/>
    <w:rsid w:val="00DF7118"/>
    <w:rsid w:val="00DF72CD"/>
    <w:rsid w:val="00DF7CD1"/>
    <w:rsid w:val="00DF7D34"/>
    <w:rsid w:val="00E0071D"/>
    <w:rsid w:val="00E00F49"/>
    <w:rsid w:val="00E01507"/>
    <w:rsid w:val="00E01559"/>
    <w:rsid w:val="00E01995"/>
    <w:rsid w:val="00E02148"/>
    <w:rsid w:val="00E02613"/>
    <w:rsid w:val="00E02A43"/>
    <w:rsid w:val="00E02C1C"/>
    <w:rsid w:val="00E0315F"/>
    <w:rsid w:val="00E0451B"/>
    <w:rsid w:val="00E0518B"/>
    <w:rsid w:val="00E054AC"/>
    <w:rsid w:val="00E0623A"/>
    <w:rsid w:val="00E06795"/>
    <w:rsid w:val="00E06932"/>
    <w:rsid w:val="00E069B0"/>
    <w:rsid w:val="00E06CF0"/>
    <w:rsid w:val="00E0705D"/>
    <w:rsid w:val="00E0754B"/>
    <w:rsid w:val="00E07A30"/>
    <w:rsid w:val="00E07C2F"/>
    <w:rsid w:val="00E10885"/>
    <w:rsid w:val="00E11138"/>
    <w:rsid w:val="00E11412"/>
    <w:rsid w:val="00E11DEE"/>
    <w:rsid w:val="00E12FBB"/>
    <w:rsid w:val="00E13354"/>
    <w:rsid w:val="00E13BE2"/>
    <w:rsid w:val="00E13EEF"/>
    <w:rsid w:val="00E14491"/>
    <w:rsid w:val="00E14926"/>
    <w:rsid w:val="00E14977"/>
    <w:rsid w:val="00E14CDC"/>
    <w:rsid w:val="00E14FD3"/>
    <w:rsid w:val="00E1521C"/>
    <w:rsid w:val="00E15425"/>
    <w:rsid w:val="00E15B46"/>
    <w:rsid w:val="00E15DDB"/>
    <w:rsid w:val="00E16D85"/>
    <w:rsid w:val="00E172DD"/>
    <w:rsid w:val="00E174BB"/>
    <w:rsid w:val="00E1767D"/>
    <w:rsid w:val="00E17832"/>
    <w:rsid w:val="00E17B9D"/>
    <w:rsid w:val="00E17BC1"/>
    <w:rsid w:val="00E17CB9"/>
    <w:rsid w:val="00E20A9B"/>
    <w:rsid w:val="00E217D3"/>
    <w:rsid w:val="00E21ACD"/>
    <w:rsid w:val="00E21ECF"/>
    <w:rsid w:val="00E2236C"/>
    <w:rsid w:val="00E227F6"/>
    <w:rsid w:val="00E22CFF"/>
    <w:rsid w:val="00E22D36"/>
    <w:rsid w:val="00E2348E"/>
    <w:rsid w:val="00E239FD"/>
    <w:rsid w:val="00E23A42"/>
    <w:rsid w:val="00E23C1B"/>
    <w:rsid w:val="00E24FC5"/>
    <w:rsid w:val="00E24FE8"/>
    <w:rsid w:val="00E25BCE"/>
    <w:rsid w:val="00E264A3"/>
    <w:rsid w:val="00E26886"/>
    <w:rsid w:val="00E26A65"/>
    <w:rsid w:val="00E27235"/>
    <w:rsid w:val="00E2729B"/>
    <w:rsid w:val="00E2731C"/>
    <w:rsid w:val="00E27ED0"/>
    <w:rsid w:val="00E3041A"/>
    <w:rsid w:val="00E30793"/>
    <w:rsid w:val="00E30CA2"/>
    <w:rsid w:val="00E315D6"/>
    <w:rsid w:val="00E3172A"/>
    <w:rsid w:val="00E31D18"/>
    <w:rsid w:val="00E31E2C"/>
    <w:rsid w:val="00E32141"/>
    <w:rsid w:val="00E321C3"/>
    <w:rsid w:val="00E3265B"/>
    <w:rsid w:val="00E338CE"/>
    <w:rsid w:val="00E33EDA"/>
    <w:rsid w:val="00E33F00"/>
    <w:rsid w:val="00E34044"/>
    <w:rsid w:val="00E34795"/>
    <w:rsid w:val="00E34FB7"/>
    <w:rsid w:val="00E35206"/>
    <w:rsid w:val="00E35295"/>
    <w:rsid w:val="00E352D3"/>
    <w:rsid w:val="00E35D86"/>
    <w:rsid w:val="00E36D46"/>
    <w:rsid w:val="00E37C9A"/>
    <w:rsid w:val="00E40734"/>
    <w:rsid w:val="00E40B64"/>
    <w:rsid w:val="00E411F8"/>
    <w:rsid w:val="00E413EA"/>
    <w:rsid w:val="00E41CAD"/>
    <w:rsid w:val="00E421CD"/>
    <w:rsid w:val="00E423B2"/>
    <w:rsid w:val="00E426EB"/>
    <w:rsid w:val="00E432D1"/>
    <w:rsid w:val="00E43A1C"/>
    <w:rsid w:val="00E43DE8"/>
    <w:rsid w:val="00E44032"/>
    <w:rsid w:val="00E44FB7"/>
    <w:rsid w:val="00E4519B"/>
    <w:rsid w:val="00E45A8E"/>
    <w:rsid w:val="00E46CA0"/>
    <w:rsid w:val="00E4704D"/>
    <w:rsid w:val="00E472D9"/>
    <w:rsid w:val="00E507C5"/>
    <w:rsid w:val="00E50E13"/>
    <w:rsid w:val="00E51326"/>
    <w:rsid w:val="00E51789"/>
    <w:rsid w:val="00E52909"/>
    <w:rsid w:val="00E52F09"/>
    <w:rsid w:val="00E53E6D"/>
    <w:rsid w:val="00E5491D"/>
    <w:rsid w:val="00E55D82"/>
    <w:rsid w:val="00E56518"/>
    <w:rsid w:val="00E603A7"/>
    <w:rsid w:val="00E607BA"/>
    <w:rsid w:val="00E60A84"/>
    <w:rsid w:val="00E60D7F"/>
    <w:rsid w:val="00E61153"/>
    <w:rsid w:val="00E61BD3"/>
    <w:rsid w:val="00E61E69"/>
    <w:rsid w:val="00E62171"/>
    <w:rsid w:val="00E62428"/>
    <w:rsid w:val="00E62596"/>
    <w:rsid w:val="00E628A7"/>
    <w:rsid w:val="00E62F0B"/>
    <w:rsid w:val="00E63800"/>
    <w:rsid w:val="00E640BA"/>
    <w:rsid w:val="00E6423C"/>
    <w:rsid w:val="00E642FC"/>
    <w:rsid w:val="00E6451B"/>
    <w:rsid w:val="00E64D2D"/>
    <w:rsid w:val="00E64E02"/>
    <w:rsid w:val="00E64E0C"/>
    <w:rsid w:val="00E64E37"/>
    <w:rsid w:val="00E64F5F"/>
    <w:rsid w:val="00E65239"/>
    <w:rsid w:val="00E653F6"/>
    <w:rsid w:val="00E6638A"/>
    <w:rsid w:val="00E665DC"/>
    <w:rsid w:val="00E66ABC"/>
    <w:rsid w:val="00E67614"/>
    <w:rsid w:val="00E70427"/>
    <w:rsid w:val="00E70B5A"/>
    <w:rsid w:val="00E70B78"/>
    <w:rsid w:val="00E7116B"/>
    <w:rsid w:val="00E718EF"/>
    <w:rsid w:val="00E72B02"/>
    <w:rsid w:val="00E72C68"/>
    <w:rsid w:val="00E733D1"/>
    <w:rsid w:val="00E73ABC"/>
    <w:rsid w:val="00E73F2D"/>
    <w:rsid w:val="00E74E0F"/>
    <w:rsid w:val="00E757E7"/>
    <w:rsid w:val="00E759FB"/>
    <w:rsid w:val="00E75ADA"/>
    <w:rsid w:val="00E75BBF"/>
    <w:rsid w:val="00E75D35"/>
    <w:rsid w:val="00E75E59"/>
    <w:rsid w:val="00E76125"/>
    <w:rsid w:val="00E76274"/>
    <w:rsid w:val="00E805C1"/>
    <w:rsid w:val="00E807C2"/>
    <w:rsid w:val="00E80FBA"/>
    <w:rsid w:val="00E81445"/>
    <w:rsid w:val="00E81995"/>
    <w:rsid w:val="00E81AA9"/>
    <w:rsid w:val="00E81D99"/>
    <w:rsid w:val="00E8289F"/>
    <w:rsid w:val="00E82AF2"/>
    <w:rsid w:val="00E82FBD"/>
    <w:rsid w:val="00E83808"/>
    <w:rsid w:val="00E83C87"/>
    <w:rsid w:val="00E8420C"/>
    <w:rsid w:val="00E8432B"/>
    <w:rsid w:val="00E8565F"/>
    <w:rsid w:val="00E857BF"/>
    <w:rsid w:val="00E85BA9"/>
    <w:rsid w:val="00E85FE5"/>
    <w:rsid w:val="00E86773"/>
    <w:rsid w:val="00E86D78"/>
    <w:rsid w:val="00E87F3E"/>
    <w:rsid w:val="00E9022E"/>
    <w:rsid w:val="00E9045C"/>
    <w:rsid w:val="00E907C9"/>
    <w:rsid w:val="00E90EA8"/>
    <w:rsid w:val="00E913C0"/>
    <w:rsid w:val="00E92019"/>
    <w:rsid w:val="00E925EB"/>
    <w:rsid w:val="00E926C5"/>
    <w:rsid w:val="00E93942"/>
    <w:rsid w:val="00E93F2C"/>
    <w:rsid w:val="00E9431B"/>
    <w:rsid w:val="00E955CA"/>
    <w:rsid w:val="00E962BA"/>
    <w:rsid w:val="00E966F2"/>
    <w:rsid w:val="00E968DA"/>
    <w:rsid w:val="00E96B06"/>
    <w:rsid w:val="00E96CDA"/>
    <w:rsid w:val="00E96F7F"/>
    <w:rsid w:val="00E96FD1"/>
    <w:rsid w:val="00E97CA8"/>
    <w:rsid w:val="00EA0260"/>
    <w:rsid w:val="00EA049F"/>
    <w:rsid w:val="00EA1571"/>
    <w:rsid w:val="00EA1A2E"/>
    <w:rsid w:val="00EA1FBF"/>
    <w:rsid w:val="00EA2756"/>
    <w:rsid w:val="00EA4BE4"/>
    <w:rsid w:val="00EA4E4D"/>
    <w:rsid w:val="00EA4FE6"/>
    <w:rsid w:val="00EA55EB"/>
    <w:rsid w:val="00EA5656"/>
    <w:rsid w:val="00EA5EF5"/>
    <w:rsid w:val="00EA5F79"/>
    <w:rsid w:val="00EA638C"/>
    <w:rsid w:val="00EA6C58"/>
    <w:rsid w:val="00EA73EF"/>
    <w:rsid w:val="00EA78AB"/>
    <w:rsid w:val="00EA78B2"/>
    <w:rsid w:val="00EB017E"/>
    <w:rsid w:val="00EB01AF"/>
    <w:rsid w:val="00EB1242"/>
    <w:rsid w:val="00EB12A8"/>
    <w:rsid w:val="00EB17D6"/>
    <w:rsid w:val="00EB1FD1"/>
    <w:rsid w:val="00EB2178"/>
    <w:rsid w:val="00EB2506"/>
    <w:rsid w:val="00EB2C83"/>
    <w:rsid w:val="00EB347A"/>
    <w:rsid w:val="00EB3746"/>
    <w:rsid w:val="00EB3824"/>
    <w:rsid w:val="00EB4852"/>
    <w:rsid w:val="00EB4F62"/>
    <w:rsid w:val="00EB581B"/>
    <w:rsid w:val="00EB5896"/>
    <w:rsid w:val="00EB5E9D"/>
    <w:rsid w:val="00EB712E"/>
    <w:rsid w:val="00EB7E7C"/>
    <w:rsid w:val="00EC02C8"/>
    <w:rsid w:val="00EC0921"/>
    <w:rsid w:val="00EC0992"/>
    <w:rsid w:val="00EC0AF6"/>
    <w:rsid w:val="00EC0D43"/>
    <w:rsid w:val="00EC1D17"/>
    <w:rsid w:val="00EC2741"/>
    <w:rsid w:val="00EC361F"/>
    <w:rsid w:val="00EC3640"/>
    <w:rsid w:val="00EC36BD"/>
    <w:rsid w:val="00EC3769"/>
    <w:rsid w:val="00EC3A4A"/>
    <w:rsid w:val="00EC41C1"/>
    <w:rsid w:val="00EC43EF"/>
    <w:rsid w:val="00EC5275"/>
    <w:rsid w:val="00EC59EC"/>
    <w:rsid w:val="00EC708E"/>
    <w:rsid w:val="00EC7461"/>
    <w:rsid w:val="00EC7800"/>
    <w:rsid w:val="00ED0591"/>
    <w:rsid w:val="00ED068C"/>
    <w:rsid w:val="00ED07D4"/>
    <w:rsid w:val="00ED10B8"/>
    <w:rsid w:val="00ED1140"/>
    <w:rsid w:val="00ED1D15"/>
    <w:rsid w:val="00ED22F0"/>
    <w:rsid w:val="00ED2403"/>
    <w:rsid w:val="00ED2C1E"/>
    <w:rsid w:val="00ED31BD"/>
    <w:rsid w:val="00ED39DF"/>
    <w:rsid w:val="00ED4D64"/>
    <w:rsid w:val="00ED5E8B"/>
    <w:rsid w:val="00ED6CFC"/>
    <w:rsid w:val="00ED6D54"/>
    <w:rsid w:val="00ED774C"/>
    <w:rsid w:val="00EE0538"/>
    <w:rsid w:val="00EE0A08"/>
    <w:rsid w:val="00EE1209"/>
    <w:rsid w:val="00EE23F5"/>
    <w:rsid w:val="00EE2E28"/>
    <w:rsid w:val="00EE3347"/>
    <w:rsid w:val="00EE47E5"/>
    <w:rsid w:val="00EE4944"/>
    <w:rsid w:val="00EE4C75"/>
    <w:rsid w:val="00EE4DD1"/>
    <w:rsid w:val="00EE5255"/>
    <w:rsid w:val="00EE5473"/>
    <w:rsid w:val="00EE54AA"/>
    <w:rsid w:val="00EE5B9F"/>
    <w:rsid w:val="00EE5CA2"/>
    <w:rsid w:val="00EE6379"/>
    <w:rsid w:val="00EE775D"/>
    <w:rsid w:val="00EE7B8A"/>
    <w:rsid w:val="00EF040D"/>
    <w:rsid w:val="00EF0BCB"/>
    <w:rsid w:val="00EF1491"/>
    <w:rsid w:val="00EF16C4"/>
    <w:rsid w:val="00EF1E8A"/>
    <w:rsid w:val="00EF215B"/>
    <w:rsid w:val="00EF26FA"/>
    <w:rsid w:val="00EF33BE"/>
    <w:rsid w:val="00EF4BFC"/>
    <w:rsid w:val="00EF5004"/>
    <w:rsid w:val="00EF5925"/>
    <w:rsid w:val="00EF599A"/>
    <w:rsid w:val="00EF61CC"/>
    <w:rsid w:val="00EF629B"/>
    <w:rsid w:val="00EF6AAD"/>
    <w:rsid w:val="00EF7AC6"/>
    <w:rsid w:val="00F00533"/>
    <w:rsid w:val="00F00CFB"/>
    <w:rsid w:val="00F01451"/>
    <w:rsid w:val="00F0160B"/>
    <w:rsid w:val="00F0168E"/>
    <w:rsid w:val="00F01711"/>
    <w:rsid w:val="00F01BE6"/>
    <w:rsid w:val="00F01DA3"/>
    <w:rsid w:val="00F0298A"/>
    <w:rsid w:val="00F029CC"/>
    <w:rsid w:val="00F03125"/>
    <w:rsid w:val="00F03455"/>
    <w:rsid w:val="00F0360F"/>
    <w:rsid w:val="00F038BA"/>
    <w:rsid w:val="00F05B00"/>
    <w:rsid w:val="00F06BA3"/>
    <w:rsid w:val="00F06EBD"/>
    <w:rsid w:val="00F07688"/>
    <w:rsid w:val="00F07C76"/>
    <w:rsid w:val="00F104B1"/>
    <w:rsid w:val="00F10856"/>
    <w:rsid w:val="00F10B80"/>
    <w:rsid w:val="00F10ED3"/>
    <w:rsid w:val="00F113C4"/>
    <w:rsid w:val="00F1159C"/>
    <w:rsid w:val="00F117BB"/>
    <w:rsid w:val="00F11B88"/>
    <w:rsid w:val="00F11C07"/>
    <w:rsid w:val="00F12217"/>
    <w:rsid w:val="00F124FF"/>
    <w:rsid w:val="00F130FC"/>
    <w:rsid w:val="00F13507"/>
    <w:rsid w:val="00F137B1"/>
    <w:rsid w:val="00F13D6D"/>
    <w:rsid w:val="00F14B26"/>
    <w:rsid w:val="00F1515B"/>
    <w:rsid w:val="00F1540F"/>
    <w:rsid w:val="00F15891"/>
    <w:rsid w:val="00F15B1F"/>
    <w:rsid w:val="00F16580"/>
    <w:rsid w:val="00F166C6"/>
    <w:rsid w:val="00F16CC4"/>
    <w:rsid w:val="00F17781"/>
    <w:rsid w:val="00F17837"/>
    <w:rsid w:val="00F17B18"/>
    <w:rsid w:val="00F17C54"/>
    <w:rsid w:val="00F17E8C"/>
    <w:rsid w:val="00F20242"/>
    <w:rsid w:val="00F213A6"/>
    <w:rsid w:val="00F216B4"/>
    <w:rsid w:val="00F21C19"/>
    <w:rsid w:val="00F21FE4"/>
    <w:rsid w:val="00F22473"/>
    <w:rsid w:val="00F2277C"/>
    <w:rsid w:val="00F23355"/>
    <w:rsid w:val="00F236C2"/>
    <w:rsid w:val="00F241E7"/>
    <w:rsid w:val="00F24810"/>
    <w:rsid w:val="00F2495E"/>
    <w:rsid w:val="00F24DFD"/>
    <w:rsid w:val="00F257B8"/>
    <w:rsid w:val="00F2675E"/>
    <w:rsid w:val="00F27010"/>
    <w:rsid w:val="00F27103"/>
    <w:rsid w:val="00F27761"/>
    <w:rsid w:val="00F27ADF"/>
    <w:rsid w:val="00F32AB3"/>
    <w:rsid w:val="00F33F3C"/>
    <w:rsid w:val="00F34609"/>
    <w:rsid w:val="00F349CF"/>
    <w:rsid w:val="00F35011"/>
    <w:rsid w:val="00F350A9"/>
    <w:rsid w:val="00F36AED"/>
    <w:rsid w:val="00F36C9B"/>
    <w:rsid w:val="00F371A9"/>
    <w:rsid w:val="00F37ACE"/>
    <w:rsid w:val="00F408B4"/>
    <w:rsid w:val="00F410A2"/>
    <w:rsid w:val="00F41279"/>
    <w:rsid w:val="00F4245B"/>
    <w:rsid w:val="00F427D6"/>
    <w:rsid w:val="00F428E0"/>
    <w:rsid w:val="00F42C15"/>
    <w:rsid w:val="00F44537"/>
    <w:rsid w:val="00F450DD"/>
    <w:rsid w:val="00F45118"/>
    <w:rsid w:val="00F454EB"/>
    <w:rsid w:val="00F46012"/>
    <w:rsid w:val="00F463F6"/>
    <w:rsid w:val="00F46D2C"/>
    <w:rsid w:val="00F46EEE"/>
    <w:rsid w:val="00F46F3A"/>
    <w:rsid w:val="00F47937"/>
    <w:rsid w:val="00F47EE7"/>
    <w:rsid w:val="00F47F1A"/>
    <w:rsid w:val="00F50792"/>
    <w:rsid w:val="00F50B7F"/>
    <w:rsid w:val="00F50ED1"/>
    <w:rsid w:val="00F51B45"/>
    <w:rsid w:val="00F52BA5"/>
    <w:rsid w:val="00F53971"/>
    <w:rsid w:val="00F53AE8"/>
    <w:rsid w:val="00F55079"/>
    <w:rsid w:val="00F55127"/>
    <w:rsid w:val="00F55AB4"/>
    <w:rsid w:val="00F5622E"/>
    <w:rsid w:val="00F5681D"/>
    <w:rsid w:val="00F56E72"/>
    <w:rsid w:val="00F57709"/>
    <w:rsid w:val="00F57D2D"/>
    <w:rsid w:val="00F6054D"/>
    <w:rsid w:val="00F618A1"/>
    <w:rsid w:val="00F6216E"/>
    <w:rsid w:val="00F6286B"/>
    <w:rsid w:val="00F638B5"/>
    <w:rsid w:val="00F63A91"/>
    <w:rsid w:val="00F651D8"/>
    <w:rsid w:val="00F655C1"/>
    <w:rsid w:val="00F65664"/>
    <w:rsid w:val="00F65C69"/>
    <w:rsid w:val="00F65E87"/>
    <w:rsid w:val="00F66B20"/>
    <w:rsid w:val="00F6748C"/>
    <w:rsid w:val="00F676DA"/>
    <w:rsid w:val="00F6777B"/>
    <w:rsid w:val="00F6782C"/>
    <w:rsid w:val="00F67BE3"/>
    <w:rsid w:val="00F706E5"/>
    <w:rsid w:val="00F7145B"/>
    <w:rsid w:val="00F715F6"/>
    <w:rsid w:val="00F71D6D"/>
    <w:rsid w:val="00F72B79"/>
    <w:rsid w:val="00F72CF1"/>
    <w:rsid w:val="00F73268"/>
    <w:rsid w:val="00F737DA"/>
    <w:rsid w:val="00F74AEA"/>
    <w:rsid w:val="00F74D73"/>
    <w:rsid w:val="00F74E15"/>
    <w:rsid w:val="00F7549F"/>
    <w:rsid w:val="00F75DCA"/>
    <w:rsid w:val="00F76A51"/>
    <w:rsid w:val="00F77358"/>
    <w:rsid w:val="00F77930"/>
    <w:rsid w:val="00F81ABB"/>
    <w:rsid w:val="00F82471"/>
    <w:rsid w:val="00F82635"/>
    <w:rsid w:val="00F82752"/>
    <w:rsid w:val="00F8426A"/>
    <w:rsid w:val="00F8444A"/>
    <w:rsid w:val="00F84D76"/>
    <w:rsid w:val="00F8526B"/>
    <w:rsid w:val="00F856CC"/>
    <w:rsid w:val="00F85792"/>
    <w:rsid w:val="00F86570"/>
    <w:rsid w:val="00F873D5"/>
    <w:rsid w:val="00F87A98"/>
    <w:rsid w:val="00F87F21"/>
    <w:rsid w:val="00F905B8"/>
    <w:rsid w:val="00F90654"/>
    <w:rsid w:val="00F90B90"/>
    <w:rsid w:val="00F92AA0"/>
    <w:rsid w:val="00F92CD8"/>
    <w:rsid w:val="00F933DF"/>
    <w:rsid w:val="00F9493D"/>
    <w:rsid w:val="00F954D4"/>
    <w:rsid w:val="00F9598B"/>
    <w:rsid w:val="00F95DCC"/>
    <w:rsid w:val="00F95ECF"/>
    <w:rsid w:val="00F96B73"/>
    <w:rsid w:val="00F97216"/>
    <w:rsid w:val="00F97271"/>
    <w:rsid w:val="00F97F59"/>
    <w:rsid w:val="00FA0315"/>
    <w:rsid w:val="00FA0647"/>
    <w:rsid w:val="00FA0652"/>
    <w:rsid w:val="00FA127E"/>
    <w:rsid w:val="00FA2AD7"/>
    <w:rsid w:val="00FA2B0F"/>
    <w:rsid w:val="00FA3AD5"/>
    <w:rsid w:val="00FA3EBE"/>
    <w:rsid w:val="00FA3F1C"/>
    <w:rsid w:val="00FA516E"/>
    <w:rsid w:val="00FA51A4"/>
    <w:rsid w:val="00FA5D6A"/>
    <w:rsid w:val="00FA5D6B"/>
    <w:rsid w:val="00FA63A4"/>
    <w:rsid w:val="00FA65CC"/>
    <w:rsid w:val="00FA7323"/>
    <w:rsid w:val="00FA74C7"/>
    <w:rsid w:val="00FA7E1E"/>
    <w:rsid w:val="00FB0F91"/>
    <w:rsid w:val="00FB17E9"/>
    <w:rsid w:val="00FB18E5"/>
    <w:rsid w:val="00FB19B8"/>
    <w:rsid w:val="00FB214D"/>
    <w:rsid w:val="00FB2676"/>
    <w:rsid w:val="00FB2AA2"/>
    <w:rsid w:val="00FB30CC"/>
    <w:rsid w:val="00FB35AC"/>
    <w:rsid w:val="00FB3739"/>
    <w:rsid w:val="00FB38BF"/>
    <w:rsid w:val="00FB3B3C"/>
    <w:rsid w:val="00FB4979"/>
    <w:rsid w:val="00FB4C43"/>
    <w:rsid w:val="00FB538C"/>
    <w:rsid w:val="00FB5D3C"/>
    <w:rsid w:val="00FB7698"/>
    <w:rsid w:val="00FB7A4E"/>
    <w:rsid w:val="00FB7E09"/>
    <w:rsid w:val="00FB7FD6"/>
    <w:rsid w:val="00FC00BF"/>
    <w:rsid w:val="00FC0A23"/>
    <w:rsid w:val="00FC0DDA"/>
    <w:rsid w:val="00FC0FA7"/>
    <w:rsid w:val="00FC12A1"/>
    <w:rsid w:val="00FC1517"/>
    <w:rsid w:val="00FC2DEC"/>
    <w:rsid w:val="00FC33F6"/>
    <w:rsid w:val="00FC35F8"/>
    <w:rsid w:val="00FC3938"/>
    <w:rsid w:val="00FC4031"/>
    <w:rsid w:val="00FC48E9"/>
    <w:rsid w:val="00FC4B9B"/>
    <w:rsid w:val="00FC4EFE"/>
    <w:rsid w:val="00FC5E8D"/>
    <w:rsid w:val="00FC5FA6"/>
    <w:rsid w:val="00FC6146"/>
    <w:rsid w:val="00FC6CF4"/>
    <w:rsid w:val="00FC7394"/>
    <w:rsid w:val="00FC757E"/>
    <w:rsid w:val="00FC7CDD"/>
    <w:rsid w:val="00FC7DAC"/>
    <w:rsid w:val="00FD0AD6"/>
    <w:rsid w:val="00FD1291"/>
    <w:rsid w:val="00FD1696"/>
    <w:rsid w:val="00FD198A"/>
    <w:rsid w:val="00FD1C8C"/>
    <w:rsid w:val="00FD1E50"/>
    <w:rsid w:val="00FD1EEC"/>
    <w:rsid w:val="00FD24B1"/>
    <w:rsid w:val="00FD2A58"/>
    <w:rsid w:val="00FD35E2"/>
    <w:rsid w:val="00FD4863"/>
    <w:rsid w:val="00FD5009"/>
    <w:rsid w:val="00FD57EC"/>
    <w:rsid w:val="00FD5D09"/>
    <w:rsid w:val="00FD5D0C"/>
    <w:rsid w:val="00FD5D97"/>
    <w:rsid w:val="00FD608E"/>
    <w:rsid w:val="00FD6375"/>
    <w:rsid w:val="00FD6525"/>
    <w:rsid w:val="00FD67AB"/>
    <w:rsid w:val="00FD6F31"/>
    <w:rsid w:val="00FD70C6"/>
    <w:rsid w:val="00FE012C"/>
    <w:rsid w:val="00FE079C"/>
    <w:rsid w:val="00FE121E"/>
    <w:rsid w:val="00FE12A7"/>
    <w:rsid w:val="00FE12DE"/>
    <w:rsid w:val="00FE1402"/>
    <w:rsid w:val="00FE1890"/>
    <w:rsid w:val="00FE1F61"/>
    <w:rsid w:val="00FE2211"/>
    <w:rsid w:val="00FE2CAC"/>
    <w:rsid w:val="00FE2E06"/>
    <w:rsid w:val="00FE319D"/>
    <w:rsid w:val="00FE3652"/>
    <w:rsid w:val="00FE46EA"/>
    <w:rsid w:val="00FE492A"/>
    <w:rsid w:val="00FE4CDC"/>
    <w:rsid w:val="00FE5869"/>
    <w:rsid w:val="00FE73AA"/>
    <w:rsid w:val="00FE7ACB"/>
    <w:rsid w:val="00FF08F8"/>
    <w:rsid w:val="00FF0B45"/>
    <w:rsid w:val="00FF0F4D"/>
    <w:rsid w:val="00FF148E"/>
    <w:rsid w:val="00FF17F5"/>
    <w:rsid w:val="00FF1D23"/>
    <w:rsid w:val="00FF3FBD"/>
    <w:rsid w:val="00FF4051"/>
    <w:rsid w:val="00FF4198"/>
    <w:rsid w:val="00FF4870"/>
    <w:rsid w:val="00FF5C83"/>
    <w:rsid w:val="00FF5F7C"/>
    <w:rsid w:val="00FF5FC6"/>
    <w:rsid w:val="00FF6828"/>
    <w:rsid w:val="00FF6CE7"/>
    <w:rsid w:val="00FF72CD"/>
    <w:rsid w:val="00FF75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3">
    <w:name w:val="Normal"/>
    <w:qFormat/>
    <w:rsid w:val="004A1576"/>
    <w:pPr>
      <w:spacing w:line="360" w:lineRule="auto"/>
      <w:jc w:val="both"/>
    </w:pPr>
    <w:rPr>
      <w:rFonts w:eastAsia="Calibri"/>
      <w:sz w:val="24"/>
      <w:szCs w:val="24"/>
      <w:lang w:eastAsia="en-US"/>
    </w:rPr>
  </w:style>
  <w:style w:type="paragraph" w:styleId="1d">
    <w:name w:val="heading 1"/>
    <w:aliases w:val="Заголовок 1_мой Знак Знак,Заголовок 1_мой,Heading for Top Section,1,H1,Заголовок 1_мой + Times New Roman,12 пт,По центру,Document Header1,Введение...,Б1,Heading 1iz,Б11,Заголовок параграфа (1.),Ариал11,Заголовок 1 абб,Headi...,h1,Heading 1,I"/>
    <w:basedOn w:val="af3"/>
    <w:next w:val="af3"/>
    <w:link w:val="1e"/>
    <w:qFormat/>
    <w:rsid w:val="002E13C8"/>
    <w:pPr>
      <w:keepNext/>
      <w:spacing w:before="240" w:after="60"/>
      <w:outlineLvl w:val="0"/>
    </w:pPr>
    <w:rPr>
      <w:rFonts w:ascii="Cambria" w:eastAsia="Times New Roman" w:hAnsi="Cambria"/>
      <w:b/>
      <w:bCs/>
      <w:kern w:val="32"/>
      <w:sz w:val="32"/>
      <w:szCs w:val="32"/>
    </w:rPr>
  </w:style>
  <w:style w:type="paragraph" w:styleId="29">
    <w:name w:val="heading 2"/>
    <w:aliases w:val="Ïîäðàçäåë,Second Level Topic,h2,2,H2,Numbered text 3,Б2,RTC,iz2,Заголовок 21,HD2,Heading 2 Hidden,Раздел Знак,Level 2 Topic Heading,H21,Major,CHS,H2-Heading 2,l2,Header2,22,heading2,list2,A,A.B.C.,Список 21,Heading2,Heading Indent No"/>
    <w:basedOn w:val="af3"/>
    <w:next w:val="af3"/>
    <w:link w:val="2a"/>
    <w:unhideWhenUsed/>
    <w:qFormat/>
    <w:rsid w:val="002E13C8"/>
    <w:pPr>
      <w:keepNext/>
      <w:spacing w:before="240" w:after="60"/>
      <w:outlineLvl w:val="1"/>
    </w:pPr>
    <w:rPr>
      <w:rFonts w:ascii="Cambria" w:eastAsia="Times New Roman" w:hAnsi="Cambria"/>
      <w:b/>
      <w:bCs/>
      <w:i/>
      <w:iCs/>
      <w:sz w:val="28"/>
      <w:szCs w:val="28"/>
    </w:rPr>
  </w:style>
  <w:style w:type="paragraph" w:styleId="35">
    <w:name w:val="heading 3"/>
    <w:aliases w:val="3,H3,h3,h3 Знак,OT Hdg 3,Gliederung3 Char,Gliederung3,Заголовок 3 Знак Знак1,Пункт,H3 текст регламента,Minor"/>
    <w:basedOn w:val="af3"/>
    <w:next w:val="af3"/>
    <w:link w:val="36"/>
    <w:unhideWhenUsed/>
    <w:qFormat/>
    <w:rsid w:val="002E13C8"/>
    <w:pPr>
      <w:keepNext/>
      <w:spacing w:before="240" w:after="60"/>
      <w:outlineLvl w:val="2"/>
    </w:pPr>
    <w:rPr>
      <w:rFonts w:ascii="Cambria" w:eastAsia="Times New Roman" w:hAnsi="Cambria"/>
      <w:b/>
      <w:bCs/>
      <w:sz w:val="26"/>
      <w:szCs w:val="26"/>
    </w:rPr>
  </w:style>
  <w:style w:type="paragraph" w:styleId="46">
    <w:name w:val="heading 4"/>
    <w:aliases w:val="Заголовок4!,First Level Subtopic,h4,4 dash,d,Параграф,H4,Заголовок 4 (Приложение),H41,H42,H411,H43,H44,H412,H421,H4111,Gliederung4,Heading 14,Heading 141,Heading 142,Подпункт,Sub-Minor,????????? 4 (??????????),Heading 4 + Bold,4"/>
    <w:basedOn w:val="af3"/>
    <w:next w:val="af3"/>
    <w:link w:val="47"/>
    <w:unhideWhenUsed/>
    <w:qFormat/>
    <w:rsid w:val="002E13C8"/>
    <w:pPr>
      <w:keepNext/>
      <w:spacing w:before="240" w:after="60"/>
      <w:outlineLvl w:val="3"/>
    </w:pPr>
    <w:rPr>
      <w:rFonts w:eastAsia="Times New Roman"/>
      <w:b/>
      <w:bCs/>
      <w:sz w:val="28"/>
      <w:szCs w:val="28"/>
    </w:rPr>
  </w:style>
  <w:style w:type="paragraph" w:styleId="52">
    <w:name w:val="heading 5"/>
    <w:aliases w:val="Appendix A to X,Level 3 - i,H5,Gliederung5,PIM 5,5,ITT t5,PA Pico Section"/>
    <w:basedOn w:val="af3"/>
    <w:next w:val="af3"/>
    <w:link w:val="53"/>
    <w:unhideWhenUsed/>
    <w:qFormat/>
    <w:rsid w:val="002E13C8"/>
    <w:pPr>
      <w:spacing w:before="240" w:after="60"/>
      <w:outlineLvl w:val="4"/>
    </w:pPr>
    <w:rPr>
      <w:rFonts w:eastAsia="Times New Roman"/>
      <w:b/>
      <w:bCs/>
      <w:i/>
      <w:iCs/>
      <w:sz w:val="26"/>
      <w:szCs w:val="26"/>
    </w:rPr>
  </w:style>
  <w:style w:type="paragraph" w:styleId="62">
    <w:name w:val="heading 6"/>
    <w:aliases w:val="Heading 61,Heading 6  Appendix 2nd level,Heading 6  Appendix Y &amp; Z,Legal Level 1.,H6, Знак Знак Знак Знак,Заголовок 6 Знак Знак,Заголовок 61,Знак Знак Знак Знак,Gliederung6,PIM 6"/>
    <w:basedOn w:val="af3"/>
    <w:next w:val="af3"/>
    <w:link w:val="63"/>
    <w:unhideWhenUsed/>
    <w:qFormat/>
    <w:rsid w:val="002E13C8"/>
    <w:pPr>
      <w:spacing w:before="240" w:after="60"/>
      <w:outlineLvl w:val="5"/>
    </w:pPr>
    <w:rPr>
      <w:rFonts w:eastAsia="Times New Roman"/>
      <w:b/>
      <w:bCs/>
    </w:rPr>
  </w:style>
  <w:style w:type="paragraph" w:styleId="7">
    <w:name w:val="heading 7"/>
    <w:aliases w:val="Heading 71,Legal Level 1.1.,PIM 7"/>
    <w:basedOn w:val="af3"/>
    <w:next w:val="af3"/>
    <w:link w:val="71"/>
    <w:qFormat/>
    <w:rsid w:val="00F47937"/>
    <w:pPr>
      <w:keepNext/>
      <w:numPr>
        <w:ilvl w:val="6"/>
        <w:numId w:val="49"/>
      </w:numPr>
      <w:spacing w:after="120"/>
      <w:outlineLvl w:val="6"/>
    </w:pPr>
    <w:rPr>
      <w:b/>
    </w:rPr>
  </w:style>
  <w:style w:type="paragraph" w:styleId="8">
    <w:name w:val="heading 8"/>
    <w:aliases w:val="Heading 81,Legal Level 1.1.1."/>
    <w:basedOn w:val="af3"/>
    <w:next w:val="af3"/>
    <w:link w:val="80"/>
    <w:qFormat/>
    <w:rsid w:val="00F47937"/>
    <w:pPr>
      <w:keepNext/>
      <w:numPr>
        <w:ilvl w:val="7"/>
        <w:numId w:val="49"/>
      </w:numPr>
      <w:spacing w:after="120"/>
      <w:outlineLvl w:val="7"/>
    </w:pPr>
    <w:rPr>
      <w:b/>
      <w:iCs/>
    </w:rPr>
  </w:style>
  <w:style w:type="paragraph" w:styleId="9">
    <w:name w:val="heading 9"/>
    <w:aliases w:val="Heading 91,Legal Level 1.1.1.1.,1) список с цифрами,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
    <w:basedOn w:val="af3"/>
    <w:next w:val="af3"/>
    <w:link w:val="90"/>
    <w:qFormat/>
    <w:rsid w:val="00F47937"/>
    <w:pPr>
      <w:keepNext/>
      <w:numPr>
        <w:ilvl w:val="8"/>
        <w:numId w:val="49"/>
      </w:numPr>
      <w:spacing w:after="120"/>
      <w:outlineLvl w:val="8"/>
    </w:pPr>
    <w:rPr>
      <w:b/>
      <w:szCs w:val="22"/>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2a">
    <w:name w:val="Заголовок 2 Знак"/>
    <w:aliases w:val="Ïîäðàçäåë Знак,Second Level Topic Знак,h2 Знак,2 Знак,H2 Знак,Numbered text 3 Знак,Б2 Знак,RTC Знак,iz2 Знак,Заголовок 21 Знак,HD2 Знак,Heading 2 Hidden Знак,Раздел Знак Знак,Level 2 Topic Heading Знак,H21 Знак,Major Знак,CHS Знак"/>
    <w:link w:val="29"/>
    <w:locked/>
    <w:rsid w:val="002E13C8"/>
    <w:rPr>
      <w:rFonts w:ascii="Cambria" w:hAnsi="Cambria"/>
      <w:b/>
      <w:bCs/>
      <w:i/>
      <w:iCs/>
      <w:sz w:val="28"/>
      <w:szCs w:val="28"/>
      <w:lang w:eastAsia="en-US"/>
    </w:rPr>
  </w:style>
  <w:style w:type="paragraph" w:customStyle="1" w:styleId="1c">
    <w:name w:val="Перечисление 1ур"/>
    <w:basedOn w:val="af3"/>
    <w:uiPriority w:val="99"/>
    <w:rsid w:val="005171FA"/>
    <w:pPr>
      <w:numPr>
        <w:numId w:val="22"/>
      </w:numPr>
      <w:spacing w:line="480" w:lineRule="auto"/>
    </w:pPr>
    <w:rPr>
      <w:rFonts w:ascii="Arial" w:hAnsi="Arial"/>
    </w:rPr>
  </w:style>
  <w:style w:type="character" w:customStyle="1" w:styleId="36">
    <w:name w:val="Заголовок 3 Знак"/>
    <w:aliases w:val="3 Знак,H3 Знак,h3 Знак1,h3 Знак Знак,OT Hdg 3 Знак,Gliederung3 Char Знак,Gliederung3 Знак,Заголовок 3 Знак Знак1 Знак,Пункт Знак,H3 текст регламента Знак,Minor Знак"/>
    <w:link w:val="35"/>
    <w:locked/>
    <w:rsid w:val="002E13C8"/>
    <w:rPr>
      <w:rFonts w:ascii="Cambria" w:hAnsi="Cambria"/>
      <w:b/>
      <w:bCs/>
      <w:sz w:val="26"/>
      <w:szCs w:val="26"/>
      <w:lang w:eastAsia="en-US"/>
    </w:rPr>
  </w:style>
  <w:style w:type="character" w:customStyle="1" w:styleId="af7">
    <w:name w:val="Название объекта Знак"/>
    <w:link w:val="af8"/>
    <w:locked/>
    <w:rsid w:val="00F47937"/>
    <w:rPr>
      <w:b/>
    </w:rPr>
  </w:style>
  <w:style w:type="character" w:customStyle="1" w:styleId="53">
    <w:name w:val="Заголовок 5 Знак"/>
    <w:aliases w:val="Appendix A to X Знак,Level 3 - i Знак,H5 Знак,Gliederung5 Знак,PIM 5 Знак,5 Знак,ITT t5 Знак,PA Pico Section Знак"/>
    <w:link w:val="52"/>
    <w:locked/>
    <w:rsid w:val="002E13C8"/>
    <w:rPr>
      <w:b/>
      <w:bCs/>
      <w:i/>
      <w:iCs/>
      <w:sz w:val="26"/>
      <w:szCs w:val="26"/>
      <w:lang w:eastAsia="en-US"/>
    </w:rPr>
  </w:style>
  <w:style w:type="character" w:customStyle="1" w:styleId="63">
    <w:name w:val="Заголовок 6 Знак"/>
    <w:aliases w:val="Heading 61 Знак,Heading 6  Appendix 2nd level Знак,Heading 6  Appendix Y &amp; Z Знак,Legal Level 1. Знак,H6 Знак, Знак Знак Знак Знак Знак,Заголовок 6 Знак Знак Знак,Заголовок 61 Знак,Знак Знак Знак Знак Знак1,Gliederung6 Знак,PIM 6 Знак"/>
    <w:link w:val="62"/>
    <w:locked/>
    <w:rsid w:val="002E13C8"/>
    <w:rPr>
      <w:b/>
      <w:bCs/>
      <w:sz w:val="24"/>
      <w:szCs w:val="24"/>
      <w:lang w:eastAsia="en-US"/>
    </w:rPr>
  </w:style>
  <w:style w:type="character" w:customStyle="1" w:styleId="71">
    <w:name w:val="Заголовок 7 Знак"/>
    <w:aliases w:val="Heading 71 Знак,Legal Level 1.1. Знак,PIM 7 Знак"/>
    <w:link w:val="7"/>
    <w:locked/>
    <w:rsid w:val="005171FA"/>
    <w:rPr>
      <w:rFonts w:eastAsia="Calibri"/>
      <w:b/>
      <w:sz w:val="24"/>
      <w:szCs w:val="24"/>
      <w:lang w:eastAsia="en-US"/>
    </w:rPr>
  </w:style>
  <w:style w:type="character" w:customStyle="1" w:styleId="80">
    <w:name w:val="Заголовок 8 Знак"/>
    <w:aliases w:val="Heading 81 Знак,Legal Level 1.1.1. Знак"/>
    <w:link w:val="8"/>
    <w:locked/>
    <w:rsid w:val="005171FA"/>
    <w:rPr>
      <w:rFonts w:eastAsia="Calibri"/>
      <w:b/>
      <w:iCs/>
      <w:sz w:val="24"/>
      <w:szCs w:val="24"/>
      <w:lang w:eastAsia="en-US"/>
    </w:rPr>
  </w:style>
  <w:style w:type="character" w:customStyle="1" w:styleId="90">
    <w:name w:val="Заголовок 9 Знак"/>
    <w:aliases w:val="Heading 91 Знак,Legal Level 1.1.1.1. Знак,1) список с цифрами Знак,1.1.1.1 Текст подпункта после пункта Знак,текст Знак,текст1 Знак,текст2 Знак,текст11 Знак,текст3 Знак,текст4 Знак,текст12 Знак,текст5 Знак,текст13 Знак,текст6 Знак"/>
    <w:link w:val="9"/>
    <w:locked/>
    <w:rsid w:val="005171FA"/>
    <w:rPr>
      <w:rFonts w:eastAsia="Calibri"/>
      <w:b/>
      <w:sz w:val="24"/>
      <w:szCs w:val="22"/>
      <w:lang w:eastAsia="en-US"/>
    </w:rPr>
  </w:style>
  <w:style w:type="paragraph" w:styleId="af9">
    <w:name w:val="Body Text"/>
    <w:aliases w:val="Знак,Знак Знак Знак Знак Знак Знак Знак Знак Знак Знак,Знак Знак Знак Знак Знак Знак Знак Знак Знак Знак Знак Знак Знак Знак,Знак Знак Знак Знак Знак Знак Знак Знак Знак Знак Знак Знак Знак Знак Знак Знак Знак,Основной текст1,Знак1, Знак"/>
    <w:basedOn w:val="af3"/>
    <w:link w:val="afa"/>
    <w:rsid w:val="00F47937"/>
    <w:pPr>
      <w:spacing w:after="80"/>
      <w:ind w:firstLine="425"/>
    </w:pPr>
  </w:style>
  <w:style w:type="character" w:customStyle="1" w:styleId="afa">
    <w:name w:val="Основной текст Знак"/>
    <w:aliases w:val="Знак Знак,Знак Знак 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
    <w:link w:val="af9"/>
    <w:locked/>
    <w:rsid w:val="00F47937"/>
    <w:rPr>
      <w:sz w:val="24"/>
    </w:rPr>
  </w:style>
  <w:style w:type="character" w:customStyle="1" w:styleId="1f">
    <w:name w:val="Основной текст Знак1"/>
    <w:aliases w:val="Знак Знак3,Знак Знак Знак Знак Знак Знак Знак Знак Знак Знак Знак1,Знак Знак Знак Знак Знак Знак Знак Знак Знак Знак Знак Знак Знак Знак Знак1,Основной текст1 Знак1,Знак Знак4,Знак1 Знак, Знак Знак, Знак1 Знак"/>
    <w:rsid w:val="00E907C9"/>
    <w:rPr>
      <w:sz w:val="24"/>
      <w:lang w:val="ru-RU" w:eastAsia="ru-RU"/>
    </w:rPr>
  </w:style>
  <w:style w:type="paragraph" w:styleId="afb">
    <w:name w:val="Document Map"/>
    <w:basedOn w:val="af3"/>
    <w:link w:val="afc"/>
    <w:uiPriority w:val="99"/>
    <w:unhideWhenUsed/>
    <w:rsid w:val="002E13C8"/>
    <w:rPr>
      <w:rFonts w:ascii="Tahoma" w:hAnsi="Tahoma" w:cs="Tahoma"/>
      <w:sz w:val="16"/>
      <w:szCs w:val="16"/>
    </w:rPr>
  </w:style>
  <w:style w:type="character" w:customStyle="1" w:styleId="afc">
    <w:name w:val="Схема документа Знак"/>
    <w:link w:val="afb"/>
    <w:uiPriority w:val="99"/>
    <w:locked/>
    <w:rsid w:val="002E13C8"/>
    <w:rPr>
      <w:rFonts w:ascii="Tahoma" w:eastAsia="Calibri" w:hAnsi="Tahoma" w:cs="Tahoma"/>
      <w:sz w:val="16"/>
      <w:szCs w:val="16"/>
      <w:lang w:eastAsia="en-US"/>
    </w:rPr>
  </w:style>
  <w:style w:type="paragraph" w:styleId="afd">
    <w:name w:val="footnote text"/>
    <w:basedOn w:val="af3"/>
    <w:link w:val="afe"/>
    <w:uiPriority w:val="99"/>
    <w:rsid w:val="00F47937"/>
    <w:rPr>
      <w:sz w:val="20"/>
    </w:rPr>
  </w:style>
  <w:style w:type="character" w:customStyle="1" w:styleId="afe">
    <w:name w:val="Текст сноски Знак"/>
    <w:link w:val="afd"/>
    <w:uiPriority w:val="99"/>
    <w:locked/>
    <w:rsid w:val="005171FA"/>
    <w:rPr>
      <w:rFonts w:cs="Times New Roman"/>
    </w:rPr>
  </w:style>
  <w:style w:type="character" w:styleId="aff">
    <w:name w:val="footnote reference"/>
    <w:rsid w:val="00F47937"/>
    <w:rPr>
      <w:vertAlign w:val="superscript"/>
    </w:rPr>
  </w:style>
  <w:style w:type="paragraph" w:styleId="aff0">
    <w:name w:val="Title"/>
    <w:aliases w:val="Название#"/>
    <w:basedOn w:val="af3"/>
    <w:link w:val="aff1"/>
    <w:qFormat/>
    <w:rsid w:val="002E13C8"/>
    <w:pPr>
      <w:spacing w:after="120"/>
      <w:ind w:left="709" w:right="709"/>
      <w:jc w:val="center"/>
    </w:pPr>
    <w:rPr>
      <w:rFonts w:eastAsia="Times New Roman"/>
      <w:b/>
      <w:bCs/>
      <w:caps/>
      <w:kern w:val="28"/>
    </w:rPr>
  </w:style>
  <w:style w:type="character" w:customStyle="1" w:styleId="aff1">
    <w:name w:val="Название Знак"/>
    <w:aliases w:val="Название# Знак"/>
    <w:link w:val="aff0"/>
    <w:locked/>
    <w:rsid w:val="002E13C8"/>
    <w:rPr>
      <w:b/>
      <w:bCs/>
      <w:caps/>
      <w:kern w:val="28"/>
      <w:sz w:val="24"/>
      <w:szCs w:val="24"/>
      <w:lang w:eastAsia="en-US"/>
    </w:rPr>
  </w:style>
  <w:style w:type="paragraph" w:styleId="aff2">
    <w:name w:val="Note Heading"/>
    <w:basedOn w:val="af3"/>
    <w:next w:val="af3"/>
    <w:link w:val="aff3"/>
    <w:uiPriority w:val="99"/>
    <w:rsid w:val="00F47937"/>
    <w:pPr>
      <w:keepNext/>
      <w:spacing w:after="120"/>
      <w:ind w:left="425"/>
      <w:outlineLvl w:val="1"/>
    </w:pPr>
    <w:rPr>
      <w:b/>
    </w:rPr>
  </w:style>
  <w:style w:type="character" w:customStyle="1" w:styleId="aff3">
    <w:name w:val="Заголовок записки Знак"/>
    <w:link w:val="aff2"/>
    <w:uiPriority w:val="99"/>
    <w:locked/>
    <w:rsid w:val="005171FA"/>
    <w:rPr>
      <w:b/>
      <w:sz w:val="24"/>
    </w:rPr>
  </w:style>
  <w:style w:type="paragraph" w:styleId="aff4">
    <w:name w:val="toa heading"/>
    <w:basedOn w:val="af3"/>
    <w:next w:val="af3"/>
    <w:uiPriority w:val="99"/>
    <w:rsid w:val="00F47937"/>
    <w:pPr>
      <w:keepNext/>
      <w:spacing w:after="120"/>
      <w:ind w:left="425"/>
      <w:outlineLvl w:val="1"/>
    </w:pPr>
    <w:rPr>
      <w:b/>
      <w:bCs/>
    </w:rPr>
  </w:style>
  <w:style w:type="paragraph" w:customStyle="1" w:styleId="aff5">
    <w:name w:val="нумерованный"/>
    <w:basedOn w:val="af3"/>
    <w:link w:val="aff6"/>
    <w:rsid w:val="00F47937"/>
  </w:style>
  <w:style w:type="paragraph" w:customStyle="1" w:styleId="34">
    <w:name w:val="список марк. 3"/>
    <w:basedOn w:val="af3"/>
    <w:uiPriority w:val="99"/>
    <w:rsid w:val="00F47937"/>
    <w:pPr>
      <w:numPr>
        <w:numId w:val="5"/>
      </w:numPr>
      <w:spacing w:after="80"/>
    </w:pPr>
  </w:style>
  <w:style w:type="paragraph" w:customStyle="1" w:styleId="af1">
    <w:name w:val="Внимание"/>
    <w:basedOn w:val="af3"/>
    <w:next w:val="af3"/>
    <w:link w:val="aff7"/>
    <w:autoRedefine/>
    <w:rsid w:val="002E13C8"/>
    <w:pPr>
      <w:numPr>
        <w:numId w:val="32"/>
      </w:numPr>
      <w:spacing w:before="120" w:after="120"/>
      <w:ind w:firstLine="284"/>
      <w:contextualSpacing/>
    </w:pPr>
    <w:rPr>
      <w:rFonts w:eastAsia="Times New Roman"/>
      <w:spacing w:val="30"/>
      <w:lang w:eastAsia="ru-RU"/>
    </w:rPr>
  </w:style>
  <w:style w:type="paragraph" w:customStyle="1" w:styleId="1f0">
    <w:name w:val="Абзац 1"/>
    <w:basedOn w:val="-22"/>
    <w:link w:val="1f1"/>
    <w:autoRedefine/>
    <w:qFormat/>
    <w:rsid w:val="00F47937"/>
    <w:pPr>
      <w:spacing w:before="0" w:after="0"/>
      <w:ind w:left="284" w:firstLine="425"/>
    </w:pPr>
    <w:rPr>
      <w:b w:val="0"/>
    </w:rPr>
  </w:style>
  <w:style w:type="paragraph" w:customStyle="1" w:styleId="37">
    <w:name w:val="Абзац 3"/>
    <w:basedOn w:val="-42"/>
    <w:link w:val="38"/>
    <w:autoRedefine/>
    <w:qFormat/>
    <w:rsid w:val="00F47937"/>
    <w:pPr>
      <w:spacing w:before="0" w:after="0"/>
      <w:ind w:left="284" w:firstLine="425"/>
    </w:pPr>
    <w:rPr>
      <w:b w:val="0"/>
    </w:rPr>
  </w:style>
  <w:style w:type="paragraph" w:customStyle="1" w:styleId="48">
    <w:name w:val="Абзац 4"/>
    <w:basedOn w:val="-51"/>
    <w:link w:val="49"/>
    <w:autoRedefine/>
    <w:qFormat/>
    <w:rsid w:val="00F47937"/>
    <w:pPr>
      <w:spacing w:before="0" w:after="0"/>
    </w:pPr>
  </w:style>
  <w:style w:type="paragraph" w:customStyle="1" w:styleId="1f2">
    <w:name w:val="Список 1"/>
    <w:basedOn w:val="af3"/>
    <w:autoRedefine/>
    <w:uiPriority w:val="99"/>
    <w:rsid w:val="00AD42D7"/>
    <w:pPr>
      <w:tabs>
        <w:tab w:val="num" w:pos="1778"/>
      </w:tabs>
      <w:ind w:left="1778" w:hanging="360"/>
    </w:pPr>
  </w:style>
  <w:style w:type="paragraph" w:customStyle="1" w:styleId="54">
    <w:name w:val="Абзац 5"/>
    <w:basedOn w:val="-60"/>
    <w:autoRedefine/>
    <w:uiPriority w:val="99"/>
    <w:qFormat/>
    <w:rsid w:val="00F47937"/>
    <w:pPr>
      <w:tabs>
        <w:tab w:val="clear" w:pos="1134"/>
        <w:tab w:val="left" w:pos="284"/>
      </w:tabs>
      <w:spacing w:before="0" w:after="0"/>
      <w:ind w:left="284" w:firstLine="425"/>
    </w:pPr>
  </w:style>
  <w:style w:type="paragraph" w:customStyle="1" w:styleId="64">
    <w:name w:val="Абзац 6"/>
    <w:basedOn w:val="7"/>
    <w:uiPriority w:val="99"/>
    <w:rsid w:val="00F47937"/>
    <w:pPr>
      <w:keepNext w:val="0"/>
      <w:spacing w:after="80"/>
      <w:ind w:left="0" w:firstLine="0"/>
      <w:outlineLvl w:val="9"/>
    </w:pPr>
    <w:rPr>
      <w:b w:val="0"/>
    </w:rPr>
  </w:style>
  <w:style w:type="table" w:styleId="aff8">
    <w:name w:val="Table Grid"/>
    <w:basedOn w:val="af5"/>
    <w:rsid w:val="002E13C8"/>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9">
    <w:name w:val="List 3"/>
    <w:basedOn w:val="af3"/>
    <w:link w:val="3a"/>
    <w:uiPriority w:val="99"/>
    <w:unhideWhenUsed/>
    <w:rsid w:val="002E13C8"/>
    <w:pPr>
      <w:ind w:left="849" w:hanging="283"/>
      <w:contextualSpacing/>
    </w:pPr>
  </w:style>
  <w:style w:type="paragraph" w:styleId="aff9">
    <w:name w:val="Balloon Text"/>
    <w:basedOn w:val="af3"/>
    <w:link w:val="affa"/>
    <w:uiPriority w:val="99"/>
    <w:unhideWhenUsed/>
    <w:rsid w:val="002E13C8"/>
    <w:pPr>
      <w:spacing w:line="240" w:lineRule="auto"/>
    </w:pPr>
    <w:rPr>
      <w:rFonts w:ascii="Tahoma" w:hAnsi="Tahoma" w:cs="Tahoma"/>
      <w:sz w:val="16"/>
      <w:szCs w:val="16"/>
    </w:rPr>
  </w:style>
  <w:style w:type="character" w:customStyle="1" w:styleId="affa">
    <w:name w:val="Текст выноски Знак"/>
    <w:link w:val="aff9"/>
    <w:uiPriority w:val="99"/>
    <w:locked/>
    <w:rsid w:val="002E13C8"/>
    <w:rPr>
      <w:rFonts w:ascii="Tahoma" w:eastAsia="Calibri" w:hAnsi="Tahoma" w:cs="Tahoma"/>
      <w:sz w:val="16"/>
      <w:szCs w:val="16"/>
      <w:lang w:eastAsia="en-US"/>
    </w:rPr>
  </w:style>
  <w:style w:type="paragraph" w:customStyle="1" w:styleId="1f3">
    <w:name w:val="Стиль1"/>
    <w:basedOn w:val="52"/>
    <w:autoRedefine/>
    <w:uiPriority w:val="99"/>
    <w:rsid w:val="00F47937"/>
  </w:style>
  <w:style w:type="paragraph" w:customStyle="1" w:styleId="2b">
    <w:name w:val="Стиль2"/>
    <w:basedOn w:val="52"/>
    <w:autoRedefine/>
    <w:uiPriority w:val="99"/>
    <w:rsid w:val="00F47937"/>
    <w:pPr>
      <w:spacing w:before="0" w:after="0"/>
    </w:pPr>
  </w:style>
  <w:style w:type="paragraph" w:customStyle="1" w:styleId="3b">
    <w:name w:val="Стиль3"/>
    <w:basedOn w:val="35"/>
    <w:autoRedefine/>
    <w:uiPriority w:val="99"/>
    <w:rsid w:val="00F47937"/>
    <w:pPr>
      <w:spacing w:before="120" w:after="0"/>
      <w:contextualSpacing/>
    </w:pPr>
  </w:style>
  <w:style w:type="paragraph" w:customStyle="1" w:styleId="2c">
    <w:name w:val="Абзац 2"/>
    <w:basedOn w:val="-30"/>
    <w:link w:val="2d"/>
    <w:autoRedefine/>
    <w:qFormat/>
    <w:rsid w:val="00F47937"/>
    <w:pPr>
      <w:spacing w:before="0" w:after="0"/>
      <w:ind w:left="284" w:firstLine="425"/>
    </w:pPr>
    <w:rPr>
      <w:b w:val="0"/>
    </w:rPr>
  </w:style>
  <w:style w:type="paragraph" w:customStyle="1" w:styleId="-9">
    <w:name w:val="АС-Рисунок_Не отрывать от след#"/>
    <w:basedOn w:val="af3"/>
    <w:next w:val="af3"/>
    <w:link w:val="-a"/>
    <w:rsid w:val="00720EE8"/>
    <w:pPr>
      <w:keepNext/>
      <w:jc w:val="center"/>
    </w:pPr>
    <w:rPr>
      <w:spacing w:val="40"/>
      <w:sz w:val="22"/>
    </w:rPr>
  </w:style>
  <w:style w:type="paragraph" w:customStyle="1" w:styleId="affb">
    <w:name w:val="название таблицы"/>
    <w:basedOn w:val="af8"/>
    <w:link w:val="affc"/>
    <w:rsid w:val="001B13B7"/>
    <w:pPr>
      <w:spacing w:after="120"/>
    </w:pPr>
    <w:rPr>
      <w:b w:val="0"/>
      <w:spacing w:val="26"/>
      <w:sz w:val="24"/>
    </w:rPr>
  </w:style>
  <w:style w:type="paragraph" w:customStyle="1" w:styleId="2e">
    <w:name w:val="нумерованный 2"/>
    <w:basedOn w:val="af3"/>
    <w:uiPriority w:val="99"/>
    <w:rsid w:val="00F47937"/>
    <w:pPr>
      <w:tabs>
        <w:tab w:val="num" w:pos="3681"/>
      </w:tabs>
      <w:ind w:left="3681"/>
    </w:pPr>
    <w:rPr>
      <w:bCs/>
      <w:szCs w:val="22"/>
    </w:rPr>
  </w:style>
  <w:style w:type="paragraph" w:styleId="af8">
    <w:name w:val="caption"/>
    <w:basedOn w:val="af3"/>
    <w:next w:val="af3"/>
    <w:link w:val="af7"/>
    <w:qFormat/>
    <w:rsid w:val="00F47937"/>
    <w:rPr>
      <w:b/>
      <w:bCs/>
      <w:sz w:val="20"/>
    </w:rPr>
  </w:style>
  <w:style w:type="paragraph" w:customStyle="1" w:styleId="affd">
    <w:name w:val="название рисунка"/>
    <w:basedOn w:val="af8"/>
    <w:link w:val="affe"/>
    <w:rsid w:val="00F47937"/>
    <w:pPr>
      <w:spacing w:before="120" w:after="120"/>
      <w:jc w:val="center"/>
    </w:pPr>
    <w:rPr>
      <w:b w:val="0"/>
      <w:sz w:val="24"/>
    </w:rPr>
  </w:style>
  <w:style w:type="paragraph" w:styleId="afff">
    <w:name w:val="header"/>
    <w:aliases w:val="АС-Верхний колонтитул#"/>
    <w:basedOn w:val="af3"/>
    <w:link w:val="afff0"/>
    <w:rsid w:val="00F47937"/>
    <w:pPr>
      <w:tabs>
        <w:tab w:val="center" w:pos="4677"/>
        <w:tab w:val="right" w:pos="9355"/>
      </w:tabs>
    </w:pPr>
  </w:style>
  <w:style w:type="character" w:customStyle="1" w:styleId="afff0">
    <w:name w:val="Верхний колонтитул Знак"/>
    <w:aliases w:val="АС-Верхний колонтитул# Знак"/>
    <w:link w:val="afff"/>
    <w:locked/>
    <w:rsid w:val="005171FA"/>
    <w:rPr>
      <w:sz w:val="24"/>
    </w:rPr>
  </w:style>
  <w:style w:type="character" w:customStyle="1" w:styleId="240">
    <w:name w:val="Знак Знак24"/>
    <w:uiPriority w:val="99"/>
    <w:rsid w:val="00103298"/>
    <w:rPr>
      <w:b/>
    </w:rPr>
  </w:style>
  <w:style w:type="character" w:customStyle="1" w:styleId="affc">
    <w:name w:val="название таблицы Знак"/>
    <w:link w:val="affb"/>
    <w:locked/>
    <w:rsid w:val="001B13B7"/>
    <w:rPr>
      <w:rFonts w:eastAsia="Calibri"/>
      <w:bCs/>
      <w:spacing w:val="26"/>
      <w:sz w:val="24"/>
      <w:szCs w:val="24"/>
      <w:lang w:eastAsia="en-US"/>
    </w:rPr>
  </w:style>
  <w:style w:type="paragraph" w:styleId="afff1">
    <w:name w:val="footer"/>
    <w:aliases w:val="АС-Нижний колонтитул#"/>
    <w:basedOn w:val="af3"/>
    <w:link w:val="afff2"/>
    <w:rsid w:val="00F47937"/>
    <w:pPr>
      <w:tabs>
        <w:tab w:val="center" w:pos="4677"/>
        <w:tab w:val="right" w:pos="9355"/>
      </w:tabs>
    </w:pPr>
  </w:style>
  <w:style w:type="character" w:customStyle="1" w:styleId="afff2">
    <w:name w:val="Нижний колонтитул Знак"/>
    <w:aliases w:val="АС-Нижний колонтитул# Знак"/>
    <w:link w:val="afff1"/>
    <w:locked/>
    <w:rsid w:val="00F47937"/>
    <w:rPr>
      <w:sz w:val="24"/>
    </w:rPr>
  </w:style>
  <w:style w:type="character" w:styleId="afff3">
    <w:name w:val="page number"/>
    <w:aliases w:val="АС-Номер страницы#"/>
    <w:basedOn w:val="af4"/>
    <w:rsid w:val="002E13C8"/>
  </w:style>
  <w:style w:type="paragraph" w:customStyle="1" w:styleId="a7">
    <w:name w:val="список нумерованный"/>
    <w:basedOn w:val="af3"/>
    <w:autoRedefine/>
    <w:uiPriority w:val="99"/>
    <w:rsid w:val="00F47937"/>
    <w:pPr>
      <w:numPr>
        <w:numId w:val="2"/>
      </w:numPr>
    </w:pPr>
  </w:style>
  <w:style w:type="paragraph" w:customStyle="1" w:styleId="afff4">
    <w:name w:val="Наименование документа"/>
    <w:basedOn w:val="af3"/>
    <w:uiPriority w:val="99"/>
    <w:locked/>
    <w:rsid w:val="00F47937"/>
    <w:pPr>
      <w:spacing w:before="480" w:after="200"/>
      <w:ind w:left="1276"/>
      <w:jc w:val="center"/>
    </w:pPr>
    <w:rPr>
      <w:b/>
      <w:kern w:val="28"/>
      <w:sz w:val="32"/>
    </w:rPr>
  </w:style>
  <w:style w:type="paragraph" w:customStyle="1" w:styleId="-10">
    <w:name w:val="АС-Заголовок_1#"/>
    <w:basedOn w:val="1d"/>
    <w:next w:val="af3"/>
    <w:autoRedefine/>
    <w:uiPriority w:val="99"/>
    <w:rsid w:val="001606DB"/>
    <w:pPr>
      <w:pageBreakBefore/>
      <w:numPr>
        <w:numId w:val="40"/>
      </w:numPr>
    </w:pPr>
    <w:rPr>
      <w:rFonts w:cs="Arial"/>
      <w:b w:val="0"/>
      <w:bCs w:val="0"/>
      <w:sz w:val="28"/>
    </w:rPr>
  </w:style>
  <w:style w:type="paragraph" w:customStyle="1" w:styleId="-23">
    <w:name w:val="АС-Заголовок_2#_"/>
    <w:basedOn w:val="29"/>
    <w:link w:val="-24"/>
    <w:autoRedefine/>
    <w:rsid w:val="001606DB"/>
    <w:pPr>
      <w:tabs>
        <w:tab w:val="num" w:pos="0"/>
        <w:tab w:val="left" w:pos="1134"/>
      </w:tabs>
      <w:spacing w:before="560" w:after="560"/>
      <w:ind w:left="284" w:firstLine="425"/>
    </w:pPr>
    <w:rPr>
      <w:bCs w:val="0"/>
      <w:i w:val="0"/>
      <w:iCs w:val="0"/>
    </w:rPr>
  </w:style>
  <w:style w:type="paragraph" w:customStyle="1" w:styleId="-43">
    <w:name w:val="АС-Абзац_4#_"/>
    <w:basedOn w:val="-b"/>
    <w:uiPriority w:val="99"/>
    <w:rsid w:val="00642E75"/>
    <w:pPr>
      <w:ind w:left="2268"/>
    </w:pPr>
  </w:style>
  <w:style w:type="paragraph" w:customStyle="1" w:styleId="-44">
    <w:name w:val="АС-Заголовок_4#"/>
    <w:basedOn w:val="46"/>
    <w:link w:val="-45"/>
    <w:autoRedefine/>
    <w:rsid w:val="001606DB"/>
    <w:pPr>
      <w:tabs>
        <w:tab w:val="num" w:pos="709"/>
        <w:tab w:val="left" w:pos="1560"/>
      </w:tabs>
      <w:ind w:left="1069" w:hanging="360"/>
    </w:pPr>
  </w:style>
  <w:style w:type="character" w:customStyle="1" w:styleId="-15">
    <w:name w:val="АС-Нижний колонтитул# Знак Знак1"/>
    <w:uiPriority w:val="99"/>
    <w:locked/>
    <w:rsid w:val="00103298"/>
    <w:rPr>
      <w:sz w:val="24"/>
    </w:rPr>
  </w:style>
  <w:style w:type="paragraph" w:customStyle="1" w:styleId="afff5">
    <w:name w:val="верхний колонт."/>
    <w:basedOn w:val="afff"/>
    <w:uiPriority w:val="99"/>
    <w:rsid w:val="00F47937"/>
    <w:pPr>
      <w:jc w:val="center"/>
    </w:pPr>
  </w:style>
  <w:style w:type="paragraph" w:customStyle="1" w:styleId="afff6">
    <w:name w:val="текст подписи"/>
    <w:basedOn w:val="af3"/>
    <w:autoRedefine/>
    <w:uiPriority w:val="99"/>
    <w:rsid w:val="00F47937"/>
    <w:pPr>
      <w:ind w:left="305"/>
      <w:jc w:val="center"/>
    </w:pPr>
  </w:style>
  <w:style w:type="paragraph" w:customStyle="1" w:styleId="afff7">
    <w:name w:val="Название ПО"/>
    <w:basedOn w:val="afff4"/>
    <w:uiPriority w:val="99"/>
    <w:rsid w:val="00F47937"/>
    <w:rPr>
      <w:szCs w:val="32"/>
    </w:rPr>
  </w:style>
  <w:style w:type="paragraph" w:customStyle="1" w:styleId="afff8">
    <w:name w:val="Приложение"/>
    <w:basedOn w:val="af8"/>
    <w:uiPriority w:val="99"/>
    <w:rsid w:val="00F47937"/>
    <w:pPr>
      <w:jc w:val="right"/>
    </w:pPr>
    <w:rPr>
      <w:b w:val="0"/>
      <w:sz w:val="28"/>
      <w:szCs w:val="28"/>
    </w:rPr>
  </w:style>
  <w:style w:type="paragraph" w:customStyle="1" w:styleId="afff9">
    <w:name w:val="Название приложения"/>
    <w:basedOn w:val="af3"/>
    <w:uiPriority w:val="99"/>
    <w:rsid w:val="00AD42D7"/>
    <w:pPr>
      <w:keepNext/>
      <w:tabs>
        <w:tab w:val="num" w:pos="360"/>
      </w:tabs>
      <w:spacing w:before="120" w:after="480"/>
      <w:jc w:val="center"/>
      <w:outlineLvl w:val="0"/>
    </w:pPr>
    <w:rPr>
      <w:sz w:val="28"/>
      <w:szCs w:val="28"/>
    </w:rPr>
  </w:style>
  <w:style w:type="paragraph" w:customStyle="1" w:styleId="afffa">
    <w:name w:val="Стиль Междустр.интервал:  полуторный"/>
    <w:basedOn w:val="af3"/>
    <w:autoRedefine/>
    <w:uiPriority w:val="99"/>
    <w:rsid w:val="00F47937"/>
  </w:style>
  <w:style w:type="paragraph" w:customStyle="1" w:styleId="-c">
    <w:name w:val="АС-список нумер."/>
    <w:basedOn w:val="a7"/>
    <w:autoRedefine/>
    <w:uiPriority w:val="99"/>
    <w:rsid w:val="00AD42D7"/>
    <w:pPr>
      <w:numPr>
        <w:numId w:val="0"/>
      </w:numPr>
      <w:tabs>
        <w:tab w:val="left" w:pos="3261"/>
      </w:tabs>
    </w:pPr>
  </w:style>
  <w:style w:type="paragraph" w:customStyle="1" w:styleId="65">
    <w:name w:val="нумерованный 6"/>
    <w:basedOn w:val="55"/>
    <w:autoRedefine/>
    <w:uiPriority w:val="99"/>
    <w:rsid w:val="00F47937"/>
    <w:pPr>
      <w:tabs>
        <w:tab w:val="num" w:pos="1492"/>
      </w:tabs>
      <w:ind w:left="1492" w:hanging="360"/>
    </w:pPr>
  </w:style>
  <w:style w:type="paragraph" w:styleId="55">
    <w:name w:val="List Number 5"/>
    <w:basedOn w:val="af3"/>
    <w:uiPriority w:val="99"/>
    <w:rsid w:val="00F47937"/>
  </w:style>
  <w:style w:type="paragraph" w:styleId="50">
    <w:name w:val="List 5"/>
    <w:aliases w:val="Список а"/>
    <w:basedOn w:val="af3"/>
    <w:autoRedefine/>
    <w:uiPriority w:val="99"/>
    <w:rsid w:val="00F47937"/>
    <w:pPr>
      <w:numPr>
        <w:numId w:val="4"/>
      </w:numPr>
      <w:tabs>
        <w:tab w:val="left" w:pos="2552"/>
      </w:tabs>
    </w:pPr>
  </w:style>
  <w:style w:type="paragraph" w:customStyle="1" w:styleId="afffb">
    <w:name w:val="таблица"/>
    <w:basedOn w:val="affb"/>
    <w:autoRedefine/>
    <w:uiPriority w:val="99"/>
    <w:rsid w:val="00F47937"/>
    <w:pPr>
      <w:jc w:val="center"/>
    </w:pPr>
  </w:style>
  <w:style w:type="table" w:customStyle="1" w:styleId="-d">
    <w:name w:val="АС-Таблица#"/>
    <w:basedOn w:val="aff8"/>
    <w:rsid w:val="00F47937"/>
    <w:pPr>
      <w:widowControl w:val="0"/>
    </w:pPr>
    <w:rPr>
      <w:color w:val="000000"/>
    </w:rPr>
    <w:tblPr>
      <w:jc w:val="center"/>
      <w:tblCellMar>
        <w:top w:w="57" w:type="dxa"/>
        <w:left w:w="0" w:type="dxa"/>
        <w:bottom w:w="57" w:type="dxa"/>
        <w:right w:w="0" w:type="dxa"/>
      </w:tblCellMar>
    </w:tblPr>
    <w:trPr>
      <w:cantSplit/>
      <w:jc w:val="center"/>
    </w:trPr>
    <w:tblStylePr w:type="firstRow">
      <w:pPr>
        <w:jc w:val="center"/>
      </w:pPr>
      <w:rPr>
        <w:rFonts w:ascii="Times New Roman" w:hAnsi="Times New Roman" w:cs="Times New Roman"/>
        <w:b/>
        <w:color w:val="FFFFFF"/>
        <w:sz w:val="20"/>
      </w:rPr>
      <w:tblPr/>
      <w:tcPr>
        <w:shd w:val="clear" w:color="auto" w:fill="008000"/>
      </w:tcPr>
    </w:tblStylePr>
  </w:style>
  <w:style w:type="character" w:customStyle="1" w:styleId="-e">
    <w:name w:val="АС-Текст_Жирный#"/>
    <w:rsid w:val="002E13C8"/>
    <w:rPr>
      <w:b/>
    </w:rPr>
  </w:style>
  <w:style w:type="character" w:customStyle="1" w:styleId="-f">
    <w:name w:val="АС-Текст_Курсивный#"/>
    <w:rsid w:val="002E13C8"/>
    <w:rPr>
      <w:i/>
    </w:rPr>
  </w:style>
  <w:style w:type="character" w:customStyle="1" w:styleId="-f0">
    <w:name w:val="АС-Текст_Обычный#"/>
    <w:rsid w:val="002E13C8"/>
  </w:style>
  <w:style w:type="character" w:customStyle="1" w:styleId="-f1">
    <w:name w:val="АС-Текст_Разреженный#"/>
    <w:rsid w:val="002E13C8"/>
    <w:rPr>
      <w:spacing w:val="40"/>
    </w:rPr>
  </w:style>
  <w:style w:type="paragraph" w:customStyle="1" w:styleId="-f2">
    <w:name w:val="АС-Текст_таблицы#"/>
    <w:rsid w:val="00F47937"/>
    <w:pPr>
      <w:widowControl w:val="0"/>
      <w:ind w:left="57"/>
    </w:pPr>
    <w:rPr>
      <w:sz w:val="24"/>
      <w:szCs w:val="24"/>
    </w:rPr>
  </w:style>
  <w:style w:type="table" w:customStyle="1" w:styleId="afffc">
    <w:name w:val="таблица для документов"/>
    <w:basedOn w:val="af5"/>
    <w:rsid w:val="00F4793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afffd">
    <w:name w:val="заголовок таблицы"/>
    <w:basedOn w:val="af5"/>
    <w:rsid w:val="00F47937"/>
    <w:tblPr>
      <w:tblBorders>
        <w:top w:val="single" w:sz="6" w:space="0" w:color="000000"/>
        <w:left w:val="single" w:sz="6" w:space="0" w:color="000000"/>
        <w:bottom w:val="double" w:sz="4" w:space="0" w:color="auto"/>
        <w:right w:val="single" w:sz="6" w:space="0" w:color="000000"/>
        <w:insideH w:val="single" w:sz="6" w:space="0" w:color="000000"/>
        <w:insideV w:val="single" w:sz="6" w:space="0" w:color="000000"/>
      </w:tblBorders>
    </w:tblPr>
  </w:style>
  <w:style w:type="table" w:customStyle="1" w:styleId="2f">
    <w:name w:val="таблица 2"/>
    <w:basedOn w:val="af5"/>
    <w:rsid w:val="00F47937"/>
    <w:tblPr/>
  </w:style>
  <w:style w:type="paragraph" w:customStyle="1" w:styleId="56">
    <w:name w:val="Стиль5"/>
    <w:basedOn w:val="af3"/>
    <w:autoRedefine/>
    <w:uiPriority w:val="99"/>
    <w:rsid w:val="00F47937"/>
    <w:pPr>
      <w:keepNext/>
      <w:spacing w:after="80"/>
      <w:contextualSpacing/>
      <w:outlineLvl w:val="1"/>
    </w:pPr>
  </w:style>
  <w:style w:type="character" w:customStyle="1" w:styleId="-a">
    <w:name w:val="АС-Рисунок_Не отрывать от след# Знак"/>
    <w:link w:val="-9"/>
    <w:locked/>
    <w:rsid w:val="00720EE8"/>
    <w:rPr>
      <w:spacing w:val="40"/>
      <w:sz w:val="24"/>
      <w:lang w:val="x-none" w:eastAsia="en-US"/>
    </w:rPr>
  </w:style>
  <w:style w:type="character" w:customStyle="1" w:styleId="affe">
    <w:name w:val="название рисунка Знак"/>
    <w:link w:val="affd"/>
    <w:locked/>
    <w:rsid w:val="00B02FF8"/>
    <w:rPr>
      <w:sz w:val="24"/>
      <w:lang w:val="x-none" w:eastAsia="en-US"/>
    </w:rPr>
  </w:style>
  <w:style w:type="paragraph" w:styleId="1f4">
    <w:name w:val="toc 1"/>
    <w:aliases w:val="АС-Оглавление_1#"/>
    <w:basedOn w:val="af3"/>
    <w:next w:val="af3"/>
    <w:link w:val="1f5"/>
    <w:uiPriority w:val="39"/>
    <w:unhideWhenUsed/>
    <w:rsid w:val="002E13C8"/>
    <w:pPr>
      <w:tabs>
        <w:tab w:val="left" w:pos="851"/>
        <w:tab w:val="right" w:leader="dot" w:pos="9356"/>
      </w:tabs>
      <w:jc w:val="left"/>
    </w:pPr>
    <w:rPr>
      <w:rFonts w:eastAsia="Times New Roman"/>
    </w:rPr>
  </w:style>
  <w:style w:type="paragraph" w:styleId="2f0">
    <w:name w:val="toc 2"/>
    <w:aliases w:val="АС-Оглавление_2#"/>
    <w:basedOn w:val="af3"/>
    <w:next w:val="af3"/>
    <w:uiPriority w:val="39"/>
    <w:unhideWhenUsed/>
    <w:rsid w:val="002E13C8"/>
    <w:pPr>
      <w:tabs>
        <w:tab w:val="left" w:pos="851"/>
        <w:tab w:val="right" w:leader="dot" w:pos="9356"/>
      </w:tabs>
      <w:ind w:left="624" w:hanging="227"/>
      <w:jc w:val="left"/>
    </w:pPr>
    <w:rPr>
      <w:sz w:val="22"/>
    </w:rPr>
  </w:style>
  <w:style w:type="paragraph" w:styleId="3c">
    <w:name w:val="toc 3"/>
    <w:aliases w:val="АС-Оглавление_3#"/>
    <w:basedOn w:val="af3"/>
    <w:next w:val="af3"/>
    <w:uiPriority w:val="39"/>
    <w:unhideWhenUsed/>
    <w:rsid w:val="002E13C8"/>
    <w:pPr>
      <w:tabs>
        <w:tab w:val="left" w:pos="1418"/>
        <w:tab w:val="right" w:leader="dot" w:pos="9356"/>
      </w:tabs>
      <w:ind w:left="1418" w:hanging="567"/>
      <w:jc w:val="left"/>
    </w:pPr>
    <w:rPr>
      <w:sz w:val="20"/>
    </w:rPr>
  </w:style>
  <w:style w:type="character" w:styleId="afffe">
    <w:name w:val="Hyperlink"/>
    <w:uiPriority w:val="99"/>
    <w:unhideWhenUsed/>
    <w:rsid w:val="002E13C8"/>
    <w:rPr>
      <w:color w:val="0000FF"/>
      <w:u w:val="single"/>
    </w:rPr>
  </w:style>
  <w:style w:type="paragraph" w:customStyle="1" w:styleId="affff">
    <w:name w:val="а) список"/>
    <w:basedOn w:val="50"/>
    <w:autoRedefine/>
    <w:uiPriority w:val="99"/>
    <w:rsid w:val="00AD42D7"/>
  </w:style>
  <w:style w:type="paragraph" w:customStyle="1" w:styleId="1750">
    <w:name w:val="Стиль Слева:  175 мм Первая строка:  0 мм"/>
    <w:basedOn w:val="af3"/>
    <w:uiPriority w:val="99"/>
    <w:rsid w:val="00AD42D7"/>
    <w:pPr>
      <w:ind w:left="993"/>
    </w:pPr>
  </w:style>
  <w:style w:type="paragraph" w:customStyle="1" w:styleId="3d">
    <w:name w:val="список маркир. 3"/>
    <w:basedOn w:val="34"/>
    <w:autoRedefine/>
    <w:uiPriority w:val="99"/>
    <w:rsid w:val="00AD42D7"/>
    <w:pPr>
      <w:numPr>
        <w:numId w:val="0"/>
      </w:numPr>
    </w:pPr>
  </w:style>
  <w:style w:type="paragraph" w:customStyle="1" w:styleId="61">
    <w:name w:val="маркир.6"/>
    <w:basedOn w:val="34"/>
    <w:link w:val="66"/>
    <w:autoRedefine/>
    <w:rsid w:val="00AD42D7"/>
    <w:pPr>
      <w:numPr>
        <w:numId w:val="6"/>
      </w:numPr>
      <w:tabs>
        <w:tab w:val="left" w:pos="1644"/>
      </w:tabs>
    </w:pPr>
  </w:style>
  <w:style w:type="paragraph" w:customStyle="1" w:styleId="affff0">
    <w:name w:val="Текст таблицы"/>
    <w:basedOn w:val="af3"/>
    <w:link w:val="affff1"/>
    <w:uiPriority w:val="99"/>
    <w:qFormat/>
    <w:rsid w:val="00F47937"/>
    <w:pPr>
      <w:spacing w:before="40" w:after="40"/>
    </w:pPr>
    <w:rPr>
      <w:rFonts w:ascii="Arial" w:hAnsi="Arial"/>
      <w:bCs/>
      <w:iCs/>
      <w:spacing w:val="-2"/>
      <w:sz w:val="20"/>
      <w:szCs w:val="22"/>
    </w:rPr>
  </w:style>
  <w:style w:type="character" w:customStyle="1" w:styleId="2f1">
    <w:name w:val="Абзац 2 Знак Знак"/>
    <w:locked/>
    <w:rsid w:val="008034C3"/>
    <w:rPr>
      <w:rFonts w:ascii="Cambria" w:hAnsi="Cambria"/>
      <w:b/>
      <w:sz w:val="26"/>
      <w:lang w:val="x-none" w:eastAsia="en-US"/>
    </w:rPr>
  </w:style>
  <w:style w:type="paragraph" w:customStyle="1" w:styleId="affff2">
    <w:name w:val="Организация"/>
    <w:basedOn w:val="af3"/>
    <w:uiPriority w:val="99"/>
    <w:locked/>
    <w:rsid w:val="00F47937"/>
    <w:pPr>
      <w:keepLines/>
      <w:framePr w:w="8640" w:h="1440" w:wrap="notBeside" w:vAnchor="page" w:hAnchor="margin" w:xAlign="center" w:y="889" w:anchorLock="1"/>
      <w:spacing w:after="120" w:line="240" w:lineRule="atLeast"/>
      <w:ind w:firstLine="397"/>
      <w:jc w:val="center"/>
    </w:pPr>
    <w:rPr>
      <w:caps/>
      <w:spacing w:val="75"/>
    </w:rPr>
  </w:style>
  <w:style w:type="paragraph" w:styleId="affff3">
    <w:name w:val="Subtitle"/>
    <w:basedOn w:val="af3"/>
    <w:link w:val="affff4"/>
    <w:uiPriority w:val="99"/>
    <w:qFormat/>
    <w:rsid w:val="00F47937"/>
    <w:pPr>
      <w:spacing w:after="120"/>
      <w:ind w:left="1134" w:right="1134"/>
      <w:jc w:val="center"/>
    </w:pPr>
    <w:rPr>
      <w:b/>
      <w:noProof/>
      <w:sz w:val="28"/>
      <w:szCs w:val="26"/>
    </w:rPr>
  </w:style>
  <w:style w:type="character" w:customStyle="1" w:styleId="affff4">
    <w:name w:val="Подзаголовок Знак"/>
    <w:link w:val="affff3"/>
    <w:uiPriority w:val="99"/>
    <w:locked/>
    <w:rsid w:val="00F47937"/>
    <w:rPr>
      <w:b/>
      <w:noProof/>
      <w:sz w:val="26"/>
    </w:rPr>
  </w:style>
  <w:style w:type="paragraph" w:customStyle="1" w:styleId="affff5">
    <w:name w:val="Оглавление"/>
    <w:basedOn w:val="af3"/>
    <w:next w:val="af3"/>
    <w:uiPriority w:val="99"/>
    <w:locked/>
    <w:rsid w:val="00F47937"/>
    <w:pPr>
      <w:keepLines/>
      <w:pageBreakBefore/>
      <w:pBdr>
        <w:bottom w:val="single" w:sz="4" w:space="16" w:color="auto"/>
      </w:pBdr>
      <w:spacing w:after="840"/>
      <w:ind w:left="397" w:right="2835"/>
      <w:outlineLvl w:val="0"/>
    </w:pPr>
    <w:rPr>
      <w:b/>
      <w:caps/>
      <w:sz w:val="28"/>
      <w:szCs w:val="28"/>
    </w:rPr>
  </w:style>
  <w:style w:type="paragraph" w:styleId="42">
    <w:name w:val="List Bullet 4"/>
    <w:basedOn w:val="af3"/>
    <w:autoRedefine/>
    <w:uiPriority w:val="99"/>
    <w:rsid w:val="008034C3"/>
    <w:pPr>
      <w:widowControl w:val="0"/>
      <w:numPr>
        <w:numId w:val="12"/>
      </w:numPr>
      <w:spacing w:before="60" w:after="60"/>
    </w:pPr>
    <w:rPr>
      <w:sz w:val="26"/>
      <w:szCs w:val="26"/>
    </w:rPr>
  </w:style>
  <w:style w:type="paragraph" w:styleId="4a">
    <w:name w:val="toc 4"/>
    <w:basedOn w:val="af3"/>
    <w:next w:val="af3"/>
    <w:autoRedefine/>
    <w:uiPriority w:val="39"/>
    <w:rsid w:val="00F47937"/>
    <w:pPr>
      <w:tabs>
        <w:tab w:val="left" w:pos="1985"/>
        <w:tab w:val="right" w:leader="dot" w:pos="9923"/>
      </w:tabs>
      <w:ind w:left="1078" w:hanging="227"/>
    </w:pPr>
  </w:style>
  <w:style w:type="paragraph" w:styleId="57">
    <w:name w:val="toc 5"/>
    <w:basedOn w:val="af3"/>
    <w:next w:val="af3"/>
    <w:autoRedefine/>
    <w:uiPriority w:val="39"/>
    <w:rsid w:val="00F47937"/>
    <w:pPr>
      <w:tabs>
        <w:tab w:val="left" w:pos="2410"/>
        <w:tab w:val="right" w:leader="dot" w:pos="9923"/>
      </w:tabs>
      <w:ind w:left="1304" w:hanging="227"/>
    </w:pPr>
  </w:style>
  <w:style w:type="paragraph" w:styleId="67">
    <w:name w:val="toc 6"/>
    <w:basedOn w:val="af3"/>
    <w:next w:val="af3"/>
    <w:autoRedefine/>
    <w:uiPriority w:val="39"/>
    <w:rsid w:val="00F47937"/>
    <w:pPr>
      <w:ind w:left="1000"/>
    </w:pPr>
  </w:style>
  <w:style w:type="paragraph" w:styleId="72">
    <w:name w:val="toc 7"/>
    <w:basedOn w:val="af3"/>
    <w:next w:val="af3"/>
    <w:autoRedefine/>
    <w:uiPriority w:val="39"/>
    <w:rsid w:val="00F47937"/>
    <w:pPr>
      <w:ind w:left="1200"/>
    </w:pPr>
  </w:style>
  <w:style w:type="paragraph" w:styleId="81">
    <w:name w:val="toc 8"/>
    <w:basedOn w:val="af3"/>
    <w:next w:val="af3"/>
    <w:autoRedefine/>
    <w:uiPriority w:val="39"/>
    <w:rsid w:val="00F47937"/>
    <w:pPr>
      <w:ind w:left="1400"/>
    </w:pPr>
  </w:style>
  <w:style w:type="paragraph" w:styleId="91">
    <w:name w:val="toc 9"/>
    <w:basedOn w:val="af3"/>
    <w:next w:val="af3"/>
    <w:autoRedefine/>
    <w:uiPriority w:val="39"/>
    <w:rsid w:val="00F47937"/>
    <w:pPr>
      <w:ind w:left="1600"/>
    </w:pPr>
  </w:style>
  <w:style w:type="character" w:styleId="affff6">
    <w:name w:val="annotation reference"/>
    <w:rsid w:val="00F47937"/>
    <w:rPr>
      <w:sz w:val="16"/>
    </w:rPr>
  </w:style>
  <w:style w:type="character" w:styleId="affff7">
    <w:name w:val="Emphasis"/>
    <w:qFormat/>
    <w:rsid w:val="00F47937"/>
    <w:rPr>
      <w:i/>
    </w:rPr>
  </w:style>
  <w:style w:type="paragraph" w:styleId="affff8">
    <w:name w:val="List Bullet"/>
    <w:basedOn w:val="af3"/>
    <w:autoRedefine/>
    <w:uiPriority w:val="99"/>
    <w:rsid w:val="00F47937"/>
    <w:pPr>
      <w:tabs>
        <w:tab w:val="num" w:pos="360"/>
      </w:tabs>
      <w:ind w:left="360" w:hanging="360"/>
    </w:pPr>
  </w:style>
  <w:style w:type="paragraph" w:customStyle="1" w:styleId="affff9">
    <w:name w:val="Название таблицы"/>
    <w:basedOn w:val="af3"/>
    <w:link w:val="affffa"/>
    <w:uiPriority w:val="99"/>
    <w:locked/>
    <w:rsid w:val="001B13B7"/>
    <w:pPr>
      <w:keepNext/>
      <w:spacing w:before="120"/>
    </w:pPr>
  </w:style>
  <w:style w:type="paragraph" w:customStyle="1" w:styleId="1b">
    <w:name w:val="Приложение 1"/>
    <w:basedOn w:val="af3"/>
    <w:next w:val="af9"/>
    <w:uiPriority w:val="99"/>
    <w:locked/>
    <w:rsid w:val="00F47937"/>
    <w:pPr>
      <w:keepNext/>
      <w:keepLines/>
      <w:numPr>
        <w:numId w:val="11"/>
      </w:numPr>
      <w:pBdr>
        <w:bottom w:val="single" w:sz="4" w:space="16" w:color="auto"/>
      </w:pBdr>
      <w:spacing w:after="840"/>
      <w:ind w:right="2835"/>
      <w:outlineLvl w:val="0"/>
    </w:pPr>
    <w:rPr>
      <w:b/>
      <w:caps/>
      <w:sz w:val="28"/>
      <w:szCs w:val="28"/>
    </w:rPr>
  </w:style>
  <w:style w:type="paragraph" w:customStyle="1" w:styleId="112">
    <w:name w:val="Приложение 1 прод1"/>
    <w:basedOn w:val="af3"/>
    <w:next w:val="af9"/>
    <w:uiPriority w:val="99"/>
    <w:locked/>
    <w:rsid w:val="00F47937"/>
    <w:pPr>
      <w:numPr>
        <w:ilvl w:val="1"/>
        <w:numId w:val="11"/>
      </w:numPr>
      <w:tabs>
        <w:tab w:val="left" w:pos="1560"/>
      </w:tabs>
      <w:spacing w:after="120"/>
      <w:outlineLvl w:val="1"/>
    </w:pPr>
    <w:rPr>
      <w:b/>
      <w:sz w:val="28"/>
      <w:lang w:val="en-US"/>
    </w:rPr>
  </w:style>
  <w:style w:type="paragraph" w:customStyle="1" w:styleId="120">
    <w:name w:val="Приложение 1 прод2"/>
    <w:basedOn w:val="af3"/>
    <w:next w:val="af9"/>
    <w:uiPriority w:val="99"/>
    <w:locked/>
    <w:rsid w:val="00F47937"/>
    <w:pPr>
      <w:keepNext/>
      <w:numPr>
        <w:ilvl w:val="2"/>
        <w:numId w:val="11"/>
      </w:numPr>
      <w:spacing w:after="120"/>
      <w:outlineLvl w:val="2"/>
    </w:pPr>
    <w:rPr>
      <w:b/>
      <w:sz w:val="28"/>
    </w:rPr>
  </w:style>
  <w:style w:type="paragraph" w:customStyle="1" w:styleId="affffb">
    <w:name w:val="Введение"/>
    <w:basedOn w:val="affff5"/>
    <w:next w:val="af3"/>
    <w:uiPriority w:val="99"/>
    <w:locked/>
    <w:rsid w:val="00F47937"/>
  </w:style>
  <w:style w:type="paragraph" w:styleId="1f6">
    <w:name w:val="index 1"/>
    <w:basedOn w:val="af3"/>
    <w:next w:val="af3"/>
    <w:autoRedefine/>
    <w:uiPriority w:val="99"/>
    <w:rsid w:val="00F47937"/>
    <w:pPr>
      <w:ind w:left="240" w:hanging="240"/>
    </w:pPr>
  </w:style>
  <w:style w:type="character" w:styleId="affffc">
    <w:name w:val="FollowedHyperlink"/>
    <w:rsid w:val="00F47937"/>
    <w:rPr>
      <w:color w:val="800080"/>
      <w:u w:val="single"/>
    </w:rPr>
  </w:style>
  <w:style w:type="paragraph" w:customStyle="1" w:styleId="affffd">
    <w:name w:val="Стиль абзаца"/>
    <w:basedOn w:val="af3"/>
    <w:link w:val="affffe"/>
    <w:locked/>
    <w:rsid w:val="00F47937"/>
    <w:pPr>
      <w:spacing w:after="120"/>
      <w:ind w:firstLine="397"/>
    </w:pPr>
  </w:style>
  <w:style w:type="paragraph" w:styleId="3e">
    <w:name w:val="Body Text Indent 3"/>
    <w:basedOn w:val="af3"/>
    <w:link w:val="3f"/>
    <w:uiPriority w:val="99"/>
    <w:rsid w:val="008034C3"/>
    <w:pPr>
      <w:spacing w:after="120"/>
    </w:pPr>
  </w:style>
  <w:style w:type="character" w:customStyle="1" w:styleId="3f">
    <w:name w:val="Основной текст с отступом 3 Знак"/>
    <w:link w:val="3e"/>
    <w:uiPriority w:val="99"/>
    <w:locked/>
    <w:rsid w:val="005171FA"/>
    <w:rPr>
      <w:sz w:val="24"/>
      <w:lang w:val="ru-RU" w:eastAsia="en-US"/>
    </w:rPr>
  </w:style>
  <w:style w:type="character" w:customStyle="1" w:styleId="1f5">
    <w:name w:val="Оглавление 1 Знак"/>
    <w:aliases w:val="АС-Оглавление_1# Знак"/>
    <w:link w:val="1f4"/>
    <w:locked/>
    <w:rsid w:val="002E13C8"/>
    <w:rPr>
      <w:sz w:val="24"/>
      <w:szCs w:val="24"/>
      <w:lang w:eastAsia="en-US"/>
    </w:rPr>
  </w:style>
  <w:style w:type="paragraph" w:customStyle="1" w:styleId="14">
    <w:name w:val="Список маркированный (1 уровень)"/>
    <w:basedOn w:val="af3"/>
    <w:autoRedefine/>
    <w:uiPriority w:val="99"/>
    <w:rsid w:val="00F47937"/>
    <w:pPr>
      <w:numPr>
        <w:numId w:val="8"/>
      </w:numPr>
      <w:tabs>
        <w:tab w:val="left" w:pos="794"/>
      </w:tabs>
    </w:pPr>
    <w:rPr>
      <w:bCs/>
    </w:rPr>
  </w:style>
  <w:style w:type="paragraph" w:customStyle="1" w:styleId="afffff">
    <w:name w:val="ТЗ Текст в таблице"/>
    <w:uiPriority w:val="99"/>
    <w:rsid w:val="008034C3"/>
    <w:pPr>
      <w:spacing w:after="120"/>
      <w:jc w:val="both"/>
    </w:pPr>
  </w:style>
  <w:style w:type="paragraph" w:customStyle="1" w:styleId="afffff0">
    <w:name w:val="ТЗ Заголовок таблицы"/>
    <w:basedOn w:val="af3"/>
    <w:uiPriority w:val="99"/>
    <w:rsid w:val="00F47937"/>
    <w:pPr>
      <w:spacing w:before="120" w:after="120"/>
      <w:jc w:val="center"/>
    </w:pPr>
    <w:rPr>
      <w:b/>
    </w:rPr>
  </w:style>
  <w:style w:type="paragraph" w:styleId="3f0">
    <w:name w:val="Body Text 3"/>
    <w:basedOn w:val="af3"/>
    <w:link w:val="3f1"/>
    <w:uiPriority w:val="99"/>
    <w:rsid w:val="008034C3"/>
    <w:pPr>
      <w:spacing w:after="120"/>
    </w:pPr>
    <w:rPr>
      <w:szCs w:val="16"/>
    </w:rPr>
  </w:style>
  <w:style w:type="character" w:customStyle="1" w:styleId="3f1">
    <w:name w:val="Основной текст 3 Знак"/>
    <w:link w:val="3f0"/>
    <w:uiPriority w:val="99"/>
    <w:locked/>
    <w:rsid w:val="008B3AA0"/>
    <w:rPr>
      <w:sz w:val="16"/>
      <w:lang w:val="x-none" w:eastAsia="en-US"/>
    </w:rPr>
  </w:style>
  <w:style w:type="paragraph" w:styleId="afffff1">
    <w:name w:val="Body Text Indent"/>
    <w:basedOn w:val="af9"/>
    <w:link w:val="afffff2"/>
    <w:uiPriority w:val="99"/>
    <w:rsid w:val="00F47937"/>
    <w:pPr>
      <w:keepNext/>
      <w:keepLines/>
      <w:spacing w:before="120" w:after="60"/>
      <w:ind w:firstLine="397"/>
    </w:pPr>
    <w:rPr>
      <w:b/>
    </w:rPr>
  </w:style>
  <w:style w:type="character" w:customStyle="1" w:styleId="afffff2">
    <w:name w:val="Основной текст с отступом Знак"/>
    <w:link w:val="afffff1"/>
    <w:uiPriority w:val="99"/>
    <w:locked/>
    <w:rsid w:val="00F47937"/>
    <w:rPr>
      <w:b/>
      <w:sz w:val="24"/>
    </w:rPr>
  </w:style>
  <w:style w:type="paragraph" w:customStyle="1" w:styleId="afffff3">
    <w:name w:val="Таблица"/>
    <w:basedOn w:val="af9"/>
    <w:next w:val="affff9"/>
    <w:uiPriority w:val="99"/>
    <w:rsid w:val="00F47937"/>
    <w:pPr>
      <w:keepNext/>
      <w:ind w:firstLine="397"/>
      <w:jc w:val="right"/>
    </w:pPr>
    <w:rPr>
      <w:i/>
    </w:rPr>
  </w:style>
  <w:style w:type="paragraph" w:styleId="afffff4">
    <w:name w:val="envelope address"/>
    <w:basedOn w:val="af3"/>
    <w:uiPriority w:val="99"/>
    <w:rsid w:val="00F47937"/>
    <w:pPr>
      <w:framePr w:w="7920" w:h="1980" w:hRule="exact" w:hSpace="180" w:wrap="auto" w:hAnchor="page" w:xAlign="center" w:yAlign="bottom"/>
      <w:ind w:left="2880"/>
    </w:pPr>
  </w:style>
  <w:style w:type="paragraph" w:customStyle="1" w:styleId="afffff5">
    <w:name w:val="Тема"/>
    <w:basedOn w:val="af3"/>
    <w:next w:val="af3"/>
    <w:uiPriority w:val="99"/>
    <w:rsid w:val="00F47937"/>
    <w:pPr>
      <w:spacing w:before="120" w:after="120"/>
      <w:jc w:val="center"/>
    </w:pPr>
    <w:rPr>
      <w:b/>
      <w:smallCaps/>
      <w:sz w:val="28"/>
    </w:rPr>
  </w:style>
  <w:style w:type="paragraph" w:styleId="2f2">
    <w:name w:val="Body Text 2"/>
    <w:basedOn w:val="af3"/>
    <w:link w:val="2f3"/>
    <w:uiPriority w:val="99"/>
    <w:rsid w:val="008034C3"/>
    <w:rPr>
      <w:sz w:val="22"/>
    </w:rPr>
  </w:style>
  <w:style w:type="character" w:customStyle="1" w:styleId="2f3">
    <w:name w:val="Основной текст 2 Знак"/>
    <w:link w:val="2f2"/>
    <w:uiPriority w:val="99"/>
    <w:locked/>
    <w:rsid w:val="008B3AA0"/>
    <w:rPr>
      <w:sz w:val="22"/>
      <w:lang w:val="x-none" w:eastAsia="en-US"/>
    </w:rPr>
  </w:style>
  <w:style w:type="paragraph" w:styleId="afffff6">
    <w:name w:val="Plain Text"/>
    <w:basedOn w:val="af3"/>
    <w:link w:val="afffff7"/>
    <w:uiPriority w:val="99"/>
    <w:unhideWhenUsed/>
    <w:rsid w:val="00F15891"/>
    <w:rPr>
      <w:rFonts w:ascii="Courier New" w:hAnsi="Courier New" w:cs="Consolas"/>
      <w:sz w:val="18"/>
      <w:szCs w:val="21"/>
    </w:rPr>
  </w:style>
  <w:style w:type="character" w:customStyle="1" w:styleId="afffff7">
    <w:name w:val="Текст Знак"/>
    <w:link w:val="afffff6"/>
    <w:uiPriority w:val="99"/>
    <w:locked/>
    <w:rsid w:val="00F15891"/>
    <w:rPr>
      <w:rFonts w:ascii="Courier New" w:eastAsia="Calibri" w:hAnsi="Courier New" w:cs="Consolas"/>
      <w:sz w:val="18"/>
      <w:szCs w:val="21"/>
      <w:lang w:eastAsia="en-US"/>
    </w:rPr>
  </w:style>
  <w:style w:type="paragraph" w:styleId="22">
    <w:name w:val="List Bullet 2"/>
    <w:basedOn w:val="af3"/>
    <w:autoRedefine/>
    <w:uiPriority w:val="99"/>
    <w:rsid w:val="00F47937"/>
    <w:pPr>
      <w:numPr>
        <w:numId w:val="9"/>
      </w:numPr>
    </w:pPr>
  </w:style>
  <w:style w:type="paragraph" w:customStyle="1" w:styleId="List2">
    <w:name w:val="List2"/>
    <w:basedOn w:val="af9"/>
    <w:uiPriority w:val="99"/>
    <w:rsid w:val="00F47937"/>
    <w:pPr>
      <w:numPr>
        <w:numId w:val="42"/>
      </w:numPr>
      <w:suppressAutoHyphens/>
    </w:pPr>
    <w:rPr>
      <w:lang w:eastAsia="ar-SA"/>
    </w:rPr>
  </w:style>
  <w:style w:type="paragraph" w:customStyle="1" w:styleId="List2Last">
    <w:name w:val="List2Last"/>
    <w:basedOn w:val="List2"/>
    <w:next w:val="af9"/>
    <w:uiPriority w:val="99"/>
    <w:rsid w:val="008034C3"/>
    <w:pPr>
      <w:tabs>
        <w:tab w:val="num" w:pos="1021"/>
        <w:tab w:val="num" w:pos="5747"/>
      </w:tabs>
      <w:ind w:left="1021" w:hanging="360"/>
    </w:pPr>
  </w:style>
  <w:style w:type="paragraph" w:customStyle="1" w:styleId="List1">
    <w:name w:val="List1"/>
    <w:basedOn w:val="af9"/>
    <w:uiPriority w:val="99"/>
    <w:rsid w:val="00F47937"/>
    <w:pPr>
      <w:tabs>
        <w:tab w:val="left" w:pos="540"/>
      </w:tabs>
      <w:ind w:firstLine="0"/>
    </w:pPr>
    <w:rPr>
      <w:rFonts w:ascii="Arial" w:hAnsi="Arial" w:cs="Arial"/>
    </w:rPr>
  </w:style>
  <w:style w:type="paragraph" w:customStyle="1" w:styleId="List3">
    <w:name w:val="List3"/>
    <w:basedOn w:val="af9"/>
    <w:uiPriority w:val="99"/>
    <w:rsid w:val="008034C3"/>
    <w:pPr>
      <w:tabs>
        <w:tab w:val="num" w:pos="1134"/>
      </w:tabs>
      <w:spacing w:after="40"/>
      <w:ind w:left="1134" w:firstLine="0"/>
    </w:pPr>
    <w:rPr>
      <w:lang w:val="en-US"/>
    </w:rPr>
  </w:style>
  <w:style w:type="paragraph" w:customStyle="1" w:styleId="List3Fin">
    <w:name w:val="List3Fin"/>
    <w:basedOn w:val="List3"/>
    <w:uiPriority w:val="99"/>
    <w:rsid w:val="008034C3"/>
    <w:pPr>
      <w:tabs>
        <w:tab w:val="clear" w:pos="1134"/>
        <w:tab w:val="num" w:pos="644"/>
        <w:tab w:val="num" w:pos="1211"/>
        <w:tab w:val="num" w:pos="1778"/>
      </w:tabs>
      <w:spacing w:after="120"/>
      <w:ind w:left="360" w:firstLine="491"/>
    </w:pPr>
  </w:style>
  <w:style w:type="paragraph" w:customStyle="1" w:styleId="List3last">
    <w:name w:val="List3last"/>
    <w:basedOn w:val="List3"/>
    <w:next w:val="af9"/>
    <w:uiPriority w:val="99"/>
    <w:rsid w:val="008034C3"/>
    <w:pPr>
      <w:tabs>
        <w:tab w:val="clear" w:pos="1134"/>
        <w:tab w:val="num" w:pos="644"/>
        <w:tab w:val="num" w:pos="1211"/>
        <w:tab w:val="num" w:pos="3762"/>
      </w:tabs>
      <w:spacing w:after="80"/>
      <w:ind w:left="360" w:firstLine="491"/>
    </w:pPr>
  </w:style>
  <w:style w:type="paragraph" w:customStyle="1" w:styleId="a9">
    <w:name w:val="Список маркированный (сжатый)"/>
    <w:basedOn w:val="af3"/>
    <w:uiPriority w:val="99"/>
    <w:rsid w:val="00F47937"/>
    <w:pPr>
      <w:numPr>
        <w:numId w:val="10"/>
      </w:numPr>
      <w:spacing w:after="60"/>
    </w:pPr>
  </w:style>
  <w:style w:type="paragraph" w:customStyle="1" w:styleId="1-">
    <w:name w:val="ТЗ Маркированный список в абз 1-го уровня"/>
    <w:basedOn w:val="af3"/>
    <w:uiPriority w:val="99"/>
    <w:rsid w:val="008034C3"/>
    <w:pPr>
      <w:numPr>
        <w:numId w:val="13"/>
      </w:numPr>
      <w:spacing w:before="60" w:after="60"/>
    </w:pPr>
    <w:rPr>
      <w:sz w:val="26"/>
      <w:szCs w:val="26"/>
    </w:rPr>
  </w:style>
  <w:style w:type="paragraph" w:customStyle="1" w:styleId="2-0">
    <w:name w:val="ТЗ Маркированный список в абз. 2-го уровня"/>
    <w:basedOn w:val="1-"/>
    <w:uiPriority w:val="99"/>
    <w:rsid w:val="008034C3"/>
  </w:style>
  <w:style w:type="paragraph" w:customStyle="1" w:styleId="2-">
    <w:name w:val="ТЗ Нумерованный список 2-го уровня"/>
    <w:basedOn w:val="af3"/>
    <w:uiPriority w:val="99"/>
    <w:rsid w:val="008034C3"/>
    <w:pPr>
      <w:numPr>
        <w:ilvl w:val="1"/>
        <w:numId w:val="14"/>
      </w:numPr>
      <w:spacing w:before="120" w:after="120"/>
    </w:pPr>
    <w:rPr>
      <w:b/>
      <w:sz w:val="26"/>
      <w:szCs w:val="26"/>
    </w:rPr>
  </w:style>
  <w:style w:type="paragraph" w:customStyle="1" w:styleId="-f3">
    <w:name w:val="НИР - список"/>
    <w:basedOn w:val="af3"/>
    <w:uiPriority w:val="99"/>
    <w:rsid w:val="008034C3"/>
    <w:pPr>
      <w:tabs>
        <w:tab w:val="num" w:pos="822"/>
        <w:tab w:val="num" w:pos="2949"/>
      </w:tabs>
      <w:ind w:left="822" w:hanging="397"/>
    </w:pPr>
    <w:rPr>
      <w:sz w:val="28"/>
      <w:szCs w:val="28"/>
    </w:rPr>
  </w:style>
  <w:style w:type="paragraph" w:styleId="afffff8">
    <w:name w:val="Normal (Web)"/>
    <w:basedOn w:val="af3"/>
    <w:uiPriority w:val="99"/>
    <w:rsid w:val="00F47937"/>
    <w:pPr>
      <w:spacing w:before="100" w:beforeAutospacing="1" w:after="100" w:afterAutospacing="1"/>
    </w:pPr>
  </w:style>
  <w:style w:type="character" w:customStyle="1" w:styleId="1f7">
    <w:name w:val="Знак Знак1"/>
    <w:aliases w:val="Знак Знак Знак Знак Знак Знак Знак Знак Знак Знак Знак11,Знак Знак Знак Знак Знак Знак Знак Знак Знак Знак Знак Знак Знак Знак Знак11,Знак Знак Знак Знак Знак Знак Знак Знак Знак Знак Знак Знак Знак Знак Знак Знак Знак Знак1"/>
    <w:rsid w:val="008034C3"/>
    <w:rPr>
      <w:rFonts w:ascii="Georgia" w:hAnsi="Georgia"/>
      <w:sz w:val="24"/>
      <w:lang w:val="ru-RU" w:eastAsia="en-US"/>
    </w:rPr>
  </w:style>
  <w:style w:type="paragraph" w:customStyle="1" w:styleId="2f4">
    <w:name w:val="Абзац2"/>
    <w:basedOn w:val="35"/>
    <w:link w:val="2f5"/>
    <w:rsid w:val="00F47937"/>
    <w:pPr>
      <w:keepNext w:val="0"/>
      <w:outlineLvl w:val="9"/>
    </w:pPr>
    <w:rPr>
      <w:rFonts w:ascii="Georgia" w:hAnsi="Georgia"/>
    </w:rPr>
  </w:style>
  <w:style w:type="paragraph" w:customStyle="1" w:styleId="14-1">
    <w:name w:val="Стиль14-1"/>
    <w:basedOn w:val="af3"/>
    <w:uiPriority w:val="99"/>
    <w:rsid w:val="008034C3"/>
    <w:rPr>
      <w:sz w:val="28"/>
    </w:rPr>
  </w:style>
  <w:style w:type="paragraph" w:customStyle="1" w:styleId="afffff9">
    <w:name w:val="Подпись под рисунком#"/>
    <w:uiPriority w:val="99"/>
    <w:rsid w:val="008034C3"/>
    <w:rPr>
      <w:rFonts w:ascii="Arial" w:hAnsi="Arial"/>
      <w:b/>
      <w:sz w:val="24"/>
      <w:szCs w:val="24"/>
      <w:lang w:eastAsia="en-US"/>
    </w:rPr>
  </w:style>
  <w:style w:type="paragraph" w:customStyle="1" w:styleId="73">
    <w:name w:val="Абзац 7"/>
    <w:basedOn w:val="8"/>
    <w:uiPriority w:val="99"/>
    <w:rsid w:val="008034C3"/>
    <w:pPr>
      <w:keepNext w:val="0"/>
      <w:spacing w:after="80"/>
      <w:ind w:left="0" w:firstLine="425"/>
      <w:outlineLvl w:val="9"/>
    </w:pPr>
    <w:rPr>
      <w:b w:val="0"/>
    </w:rPr>
  </w:style>
  <w:style w:type="paragraph" w:customStyle="1" w:styleId="82">
    <w:name w:val="Абзац 8"/>
    <w:basedOn w:val="9"/>
    <w:uiPriority w:val="99"/>
    <w:rsid w:val="008034C3"/>
    <w:pPr>
      <w:keepNext w:val="0"/>
      <w:spacing w:after="80"/>
      <w:ind w:left="0" w:firstLine="425"/>
      <w:outlineLvl w:val="9"/>
    </w:pPr>
    <w:rPr>
      <w:b w:val="0"/>
    </w:rPr>
  </w:style>
  <w:style w:type="character" w:customStyle="1" w:styleId="2f5">
    <w:name w:val="Абзац2 Знак"/>
    <w:link w:val="2f4"/>
    <w:locked/>
    <w:rsid w:val="008034C3"/>
    <w:rPr>
      <w:rFonts w:ascii="Georgia" w:hAnsi="Georgia"/>
      <w:b/>
      <w:sz w:val="24"/>
      <w:lang w:val="x-none" w:eastAsia="en-US"/>
    </w:rPr>
  </w:style>
  <w:style w:type="paragraph" w:customStyle="1" w:styleId="1f8">
    <w:name w:val="Абзац1"/>
    <w:basedOn w:val="29"/>
    <w:uiPriority w:val="99"/>
    <w:rsid w:val="00F47937"/>
    <w:pPr>
      <w:outlineLvl w:val="9"/>
    </w:pPr>
    <w:rPr>
      <w:rFonts w:ascii="Georgia" w:hAnsi="Georgia"/>
      <w:b w:val="0"/>
      <w:bCs w:val="0"/>
      <w:szCs w:val="40"/>
    </w:rPr>
  </w:style>
  <w:style w:type="paragraph" w:customStyle="1" w:styleId="3f2">
    <w:name w:val="Абзац3"/>
    <w:basedOn w:val="46"/>
    <w:link w:val="3f3"/>
    <w:rsid w:val="00F47937"/>
    <w:pPr>
      <w:keepNext w:val="0"/>
      <w:tabs>
        <w:tab w:val="decimal" w:pos="397"/>
      </w:tabs>
      <w:outlineLvl w:val="9"/>
    </w:pPr>
    <w:rPr>
      <w:rFonts w:ascii="Georgia" w:hAnsi="Georgia"/>
      <w:bCs w:val="0"/>
      <w:szCs w:val="32"/>
    </w:rPr>
  </w:style>
  <w:style w:type="paragraph" w:customStyle="1" w:styleId="58">
    <w:name w:val="Абзац5"/>
    <w:basedOn w:val="62"/>
    <w:uiPriority w:val="99"/>
    <w:rsid w:val="008034C3"/>
    <w:pPr>
      <w:spacing w:before="0" w:after="80"/>
      <w:ind w:firstLine="425"/>
      <w:outlineLvl w:val="9"/>
    </w:pPr>
    <w:rPr>
      <w:bCs w:val="0"/>
    </w:rPr>
  </w:style>
  <w:style w:type="paragraph" w:customStyle="1" w:styleId="68">
    <w:name w:val="Абзац6"/>
    <w:basedOn w:val="7"/>
    <w:uiPriority w:val="99"/>
    <w:rsid w:val="008034C3"/>
    <w:pPr>
      <w:keepNext w:val="0"/>
      <w:tabs>
        <w:tab w:val="num" w:pos="1721"/>
      </w:tabs>
      <w:spacing w:after="80"/>
      <w:ind w:left="0" w:firstLine="425"/>
      <w:outlineLvl w:val="9"/>
    </w:pPr>
    <w:rPr>
      <w:b w:val="0"/>
    </w:rPr>
  </w:style>
  <w:style w:type="paragraph" w:customStyle="1" w:styleId="4b">
    <w:name w:val="Абзац4"/>
    <w:basedOn w:val="52"/>
    <w:link w:val="4c"/>
    <w:uiPriority w:val="99"/>
    <w:locked/>
    <w:rsid w:val="00F47937"/>
    <w:pPr>
      <w:tabs>
        <w:tab w:val="decimal" w:pos="397"/>
      </w:tabs>
      <w:outlineLvl w:val="9"/>
    </w:pPr>
    <w:rPr>
      <w:rFonts w:ascii="Arial" w:hAnsi="Arial"/>
      <w:bCs w:val="0"/>
      <w:iCs w:val="0"/>
      <w:szCs w:val="20"/>
    </w:rPr>
  </w:style>
  <w:style w:type="paragraph" w:customStyle="1" w:styleId="text">
    <w:name w:val="text"/>
    <w:basedOn w:val="af3"/>
    <w:uiPriority w:val="99"/>
    <w:rsid w:val="008034C3"/>
    <w:pPr>
      <w:spacing w:before="100" w:beforeAutospacing="1" w:after="100" w:afterAutospacing="1" w:line="300" w:lineRule="atLeast"/>
    </w:pPr>
    <w:rPr>
      <w:rFonts w:ascii="Arial" w:hAnsi="Arial" w:cs="Arial"/>
      <w:color w:val="000000"/>
      <w:sz w:val="18"/>
      <w:szCs w:val="18"/>
    </w:rPr>
  </w:style>
  <w:style w:type="character" w:customStyle="1" w:styleId="213">
    <w:name w:val="Цитата 21"/>
    <w:rsid w:val="008034C3"/>
    <w:rPr>
      <w:rFonts w:cs="Times New Roman"/>
    </w:rPr>
  </w:style>
  <w:style w:type="character" w:customStyle="1" w:styleId="3f3">
    <w:name w:val="Абзац3 Знак"/>
    <w:link w:val="3f2"/>
    <w:locked/>
    <w:rsid w:val="008034C3"/>
    <w:rPr>
      <w:rFonts w:ascii="Georgia" w:hAnsi="Georgia"/>
      <w:b/>
      <w:sz w:val="32"/>
    </w:rPr>
  </w:style>
  <w:style w:type="paragraph" w:styleId="51">
    <w:name w:val="List Bullet 5"/>
    <w:basedOn w:val="af3"/>
    <w:uiPriority w:val="99"/>
    <w:rsid w:val="00E97CA8"/>
    <w:pPr>
      <w:numPr>
        <w:numId w:val="15"/>
      </w:numPr>
      <w:ind w:left="1077" w:firstLine="0"/>
    </w:pPr>
    <w:rPr>
      <w:lang w:val="en-US"/>
    </w:rPr>
  </w:style>
  <w:style w:type="paragraph" w:customStyle="1" w:styleId="afffffa">
    <w:name w:val="Основной"/>
    <w:basedOn w:val="af3"/>
    <w:uiPriority w:val="99"/>
    <w:rsid w:val="008034C3"/>
    <w:pPr>
      <w:spacing w:before="280" w:line="280" w:lineRule="atLeast"/>
      <w:ind w:left="480"/>
    </w:pPr>
    <w:rPr>
      <w:rFonts w:ascii="Garamond" w:hAnsi="Garamond"/>
    </w:rPr>
  </w:style>
  <w:style w:type="paragraph" w:styleId="afffffb">
    <w:name w:val="annotation text"/>
    <w:basedOn w:val="af3"/>
    <w:link w:val="afffffc"/>
    <w:uiPriority w:val="99"/>
    <w:rsid w:val="00F47937"/>
    <w:rPr>
      <w:sz w:val="20"/>
    </w:rPr>
  </w:style>
  <w:style w:type="character" w:customStyle="1" w:styleId="afffffc">
    <w:name w:val="Текст примечания Знак"/>
    <w:link w:val="afffffb"/>
    <w:uiPriority w:val="99"/>
    <w:locked/>
    <w:rsid w:val="00F47937"/>
    <w:rPr>
      <w:rFonts w:cs="Times New Roman"/>
    </w:rPr>
  </w:style>
  <w:style w:type="paragraph" w:styleId="afffffd">
    <w:name w:val="annotation subject"/>
    <w:basedOn w:val="afffffb"/>
    <w:next w:val="afffffb"/>
    <w:link w:val="afffffe"/>
    <w:uiPriority w:val="99"/>
    <w:rsid w:val="00F47937"/>
    <w:rPr>
      <w:b/>
      <w:bCs/>
    </w:rPr>
  </w:style>
  <w:style w:type="character" w:customStyle="1" w:styleId="afffffe">
    <w:name w:val="Тема примечания Знак"/>
    <w:link w:val="afffffd"/>
    <w:uiPriority w:val="99"/>
    <w:locked/>
    <w:rsid w:val="00F47937"/>
    <w:rPr>
      <w:rFonts w:cs="Times New Roman"/>
      <w:b/>
    </w:rPr>
  </w:style>
  <w:style w:type="paragraph" w:customStyle="1" w:styleId="affffff">
    <w:name w:val="Текст без отступа"/>
    <w:basedOn w:val="af3"/>
    <w:uiPriority w:val="99"/>
    <w:rsid w:val="00744691"/>
    <w:pPr>
      <w:ind w:left="57" w:right="57"/>
    </w:pPr>
    <w:rPr>
      <w:rFonts w:ascii="Arial" w:hAnsi="Arial"/>
    </w:rPr>
  </w:style>
  <w:style w:type="paragraph" w:styleId="affffff0">
    <w:name w:val="macro"/>
    <w:link w:val="affffff1"/>
    <w:uiPriority w:val="99"/>
    <w:rsid w:val="00744691"/>
    <w:pPr>
      <w:tabs>
        <w:tab w:val="left" w:pos="480"/>
        <w:tab w:val="left" w:pos="960"/>
        <w:tab w:val="left" w:pos="1440"/>
        <w:tab w:val="left" w:pos="1920"/>
        <w:tab w:val="left" w:pos="2400"/>
        <w:tab w:val="left" w:pos="2880"/>
        <w:tab w:val="left" w:pos="3360"/>
        <w:tab w:val="left" w:pos="3840"/>
        <w:tab w:val="left" w:pos="4320"/>
      </w:tabs>
    </w:pPr>
    <w:rPr>
      <w:rFonts w:ascii="Arial" w:hAnsi="Arial"/>
    </w:rPr>
  </w:style>
  <w:style w:type="character" w:customStyle="1" w:styleId="affffff1">
    <w:name w:val="Текст макроса Знак"/>
    <w:link w:val="affffff0"/>
    <w:uiPriority w:val="99"/>
    <w:locked/>
    <w:rsid w:val="005171FA"/>
    <w:rPr>
      <w:rFonts w:ascii="Arial" w:hAnsi="Arial"/>
      <w:lang w:val="ru-RU" w:eastAsia="ru-RU"/>
    </w:rPr>
  </w:style>
  <w:style w:type="paragraph" w:customStyle="1" w:styleId="77">
    <w:name w:val="Стиль название таблицы + Первая строка:  77 мм"/>
    <w:basedOn w:val="affb"/>
    <w:autoRedefine/>
    <w:uiPriority w:val="99"/>
    <w:rsid w:val="00AD42D7"/>
    <w:pPr>
      <w:ind w:firstLine="436"/>
    </w:pPr>
    <w:rPr>
      <w:szCs w:val="20"/>
    </w:rPr>
  </w:style>
  <w:style w:type="character" w:customStyle="1" w:styleId="3f4">
    <w:name w:val="Абзац 3 Знак"/>
    <w:rsid w:val="001B0E76"/>
    <w:rPr>
      <w:sz w:val="24"/>
      <w:lang w:val="ru-RU" w:eastAsia="ru-RU"/>
    </w:rPr>
  </w:style>
  <w:style w:type="character" w:customStyle="1" w:styleId="49">
    <w:name w:val="Абзац 4 Знак"/>
    <w:link w:val="48"/>
    <w:locked/>
    <w:rsid w:val="005D55E6"/>
    <w:rPr>
      <w:bCs/>
      <w:iCs/>
      <w:sz w:val="24"/>
      <w:szCs w:val="26"/>
    </w:rPr>
  </w:style>
  <w:style w:type="character" w:customStyle="1" w:styleId="310">
    <w:name w:val="3 Знак1"/>
    <w:aliases w:val="H3 Знак Знак1,Заголовок 3 Знак1,H3 Знак1,h3 Знак2,Пункт Знак1,h3 Знак Знак1,OT Hdg 3 Знак1,Gliederung3 Char Знак1,Gliederung3 Знак1,Заголовок 3 Знак Знак1 Знак1,H3 текст регламента Знак1,Minor Знак1"/>
    <w:uiPriority w:val="99"/>
    <w:locked/>
    <w:rsid w:val="005171FA"/>
    <w:rPr>
      <w:rFonts w:ascii="Arial Narrow" w:hAnsi="Arial Narrow"/>
      <w:b/>
      <w:sz w:val="26"/>
      <w:lang w:val="x-none" w:eastAsia="en-US"/>
    </w:rPr>
  </w:style>
  <w:style w:type="character" w:customStyle="1" w:styleId="-16">
    <w:name w:val="АС-Оглавление_1# Знак Знак"/>
    <w:locked/>
    <w:rsid w:val="005171FA"/>
    <w:rPr>
      <w:noProof/>
      <w:sz w:val="24"/>
      <w:lang w:val="ru-RU" w:eastAsia="en-US"/>
    </w:rPr>
  </w:style>
  <w:style w:type="character" w:customStyle="1" w:styleId="270">
    <w:name w:val="Знак Знак27"/>
    <w:rsid w:val="005171FA"/>
    <w:rPr>
      <w:rFonts w:ascii="Arial Narrow" w:hAnsi="Arial Narrow"/>
      <w:b/>
      <w:noProof/>
      <w:sz w:val="26"/>
      <w:lang w:val="ru-RU" w:eastAsia="en-US"/>
    </w:rPr>
  </w:style>
  <w:style w:type="character" w:customStyle="1" w:styleId="230">
    <w:name w:val="Знак Знак23"/>
    <w:rsid w:val="005171FA"/>
    <w:rPr>
      <w:b/>
      <w:sz w:val="24"/>
      <w:lang w:val="ru-RU" w:eastAsia="en-US"/>
    </w:rPr>
  </w:style>
  <w:style w:type="character" w:customStyle="1" w:styleId="google-src-text1">
    <w:name w:val="google-src-text1"/>
    <w:uiPriority w:val="99"/>
    <w:rsid w:val="005171FA"/>
    <w:rPr>
      <w:vanish/>
    </w:rPr>
  </w:style>
  <w:style w:type="character" w:styleId="affffff2">
    <w:name w:val="Strong"/>
    <w:qFormat/>
    <w:rsid w:val="00F47937"/>
    <w:rPr>
      <w:b/>
    </w:rPr>
  </w:style>
  <w:style w:type="character" w:customStyle="1" w:styleId="style19">
    <w:name w:val="style19"/>
    <w:uiPriority w:val="99"/>
    <w:rsid w:val="005171FA"/>
    <w:rPr>
      <w:rFonts w:cs="Times New Roman"/>
    </w:rPr>
  </w:style>
  <w:style w:type="character" w:customStyle="1" w:styleId="style13">
    <w:name w:val="style13"/>
    <w:rsid w:val="005171FA"/>
    <w:rPr>
      <w:rFonts w:cs="Times New Roman"/>
    </w:rPr>
  </w:style>
  <w:style w:type="character" w:customStyle="1" w:styleId="style4">
    <w:name w:val="style4"/>
    <w:uiPriority w:val="99"/>
    <w:rsid w:val="005171FA"/>
    <w:rPr>
      <w:rFonts w:cs="Times New Roman"/>
    </w:rPr>
  </w:style>
  <w:style w:type="character" w:customStyle="1" w:styleId="style7">
    <w:name w:val="style7"/>
    <w:uiPriority w:val="99"/>
    <w:rsid w:val="005171FA"/>
    <w:rPr>
      <w:rFonts w:cs="Times New Roman"/>
    </w:rPr>
  </w:style>
  <w:style w:type="paragraph" w:styleId="affffff3">
    <w:name w:val="Message Header"/>
    <w:basedOn w:val="af3"/>
    <w:link w:val="affffff4"/>
    <w:uiPriority w:val="99"/>
    <w:rsid w:val="00F4793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fff4">
    <w:name w:val="Шапка Знак"/>
    <w:link w:val="affffff3"/>
    <w:uiPriority w:val="99"/>
    <w:locked/>
    <w:rsid w:val="00F47937"/>
    <w:rPr>
      <w:rFonts w:ascii="Arial" w:hAnsi="Arial"/>
      <w:sz w:val="24"/>
      <w:shd w:val="pct20" w:color="auto" w:fill="auto"/>
    </w:rPr>
  </w:style>
  <w:style w:type="character" w:customStyle="1" w:styleId="Plain">
    <w:name w:val="Plain"/>
    <w:rsid w:val="005171FA"/>
  </w:style>
  <w:style w:type="character" w:customStyle="1" w:styleId="Keyword">
    <w:name w:val="Keyword"/>
    <w:uiPriority w:val="99"/>
    <w:rsid w:val="005171FA"/>
    <w:rPr>
      <w:b/>
    </w:rPr>
  </w:style>
  <w:style w:type="character" w:customStyle="1" w:styleId="Footnote">
    <w:name w:val="Footnote"/>
    <w:rsid w:val="005171FA"/>
    <w:rPr>
      <w:rFonts w:ascii="Arial" w:hAnsi="Arial"/>
      <w:sz w:val="20"/>
    </w:rPr>
  </w:style>
  <w:style w:type="character" w:customStyle="1" w:styleId="Tablehead">
    <w:name w:val="Table head"/>
    <w:uiPriority w:val="99"/>
    <w:rsid w:val="005171FA"/>
    <w:rPr>
      <w:b/>
      <w:i/>
    </w:rPr>
  </w:style>
  <w:style w:type="paragraph" w:customStyle="1" w:styleId="affffff5">
    <w:name w:val="Обычный (таблица)"/>
    <w:basedOn w:val="af3"/>
    <w:uiPriority w:val="99"/>
    <w:rsid w:val="005171FA"/>
    <w:rPr>
      <w:rFonts w:ascii="Arial" w:hAnsi="Arial"/>
    </w:rPr>
  </w:style>
  <w:style w:type="paragraph" w:customStyle="1" w:styleId="1f9">
    <w:name w:val="Заголовок 1 (без№)"/>
    <w:basedOn w:val="1d"/>
    <w:uiPriority w:val="99"/>
    <w:rsid w:val="005171FA"/>
    <w:pPr>
      <w:keepLines/>
      <w:pageBreakBefore/>
      <w:tabs>
        <w:tab w:val="left" w:pos="0"/>
        <w:tab w:val="left" w:pos="1134"/>
      </w:tabs>
      <w:spacing w:before="120" w:after="120"/>
    </w:pPr>
    <w:rPr>
      <w:rFonts w:ascii="Arial" w:hAnsi="Arial"/>
      <w:caps/>
      <w:kern w:val="28"/>
      <w:szCs w:val="20"/>
    </w:rPr>
  </w:style>
  <w:style w:type="character" w:customStyle="1" w:styleId="130">
    <w:name w:val="Знак Знак13"/>
    <w:rsid w:val="005171FA"/>
    <w:rPr>
      <w:sz w:val="40"/>
      <w:lang w:val="ru-RU" w:eastAsia="ru-RU"/>
    </w:rPr>
  </w:style>
  <w:style w:type="character" w:customStyle="1" w:styleId="1e">
    <w:name w:val="Заголовок 1 Знак"/>
    <w:aliases w:val="Заголовок 1_мой Знак Знак Знак,Заголовок 1_мой Знак,Heading for Top Section Знак,1 Знак,H1 Знак,Заголовок 1_мой + Times New Roman Знак,12 пт Знак,По центру Знак,Document Header1 Знак,Введение... Знак,Б1 Знак,Heading 1iz Знак,Б11 Знак"/>
    <w:link w:val="1d"/>
    <w:locked/>
    <w:rsid w:val="002E13C8"/>
    <w:rPr>
      <w:rFonts w:ascii="Cambria" w:hAnsi="Cambria"/>
      <w:b/>
      <w:bCs/>
      <w:kern w:val="32"/>
      <w:sz w:val="32"/>
      <w:szCs w:val="32"/>
      <w:lang w:eastAsia="en-US"/>
    </w:rPr>
  </w:style>
  <w:style w:type="paragraph" w:customStyle="1" w:styleId="28">
    <w:name w:val="Перечисление 2ур"/>
    <w:basedOn w:val="af3"/>
    <w:uiPriority w:val="99"/>
    <w:rsid w:val="005171FA"/>
    <w:pPr>
      <w:numPr>
        <w:ilvl w:val="1"/>
        <w:numId w:val="22"/>
      </w:numPr>
      <w:spacing w:line="480" w:lineRule="auto"/>
    </w:pPr>
    <w:rPr>
      <w:rFonts w:ascii="Arial" w:hAnsi="Arial"/>
    </w:rPr>
  </w:style>
  <w:style w:type="character" w:customStyle="1" w:styleId="100">
    <w:name w:val="Знак Знак10"/>
    <w:rsid w:val="005171FA"/>
    <w:rPr>
      <w:rFonts w:ascii="Arial Narrow" w:hAnsi="Arial Narrow"/>
      <w:b/>
      <w:noProof/>
      <w:sz w:val="26"/>
      <w:lang w:val="ru-RU" w:eastAsia="en-US"/>
    </w:rPr>
  </w:style>
  <w:style w:type="paragraph" w:customStyle="1" w:styleId="affffff6">
    <w:name w:val="Текст прилож."/>
    <w:basedOn w:val="af3"/>
    <w:uiPriority w:val="99"/>
    <w:rsid w:val="005171FA"/>
    <w:pPr>
      <w:spacing w:line="360" w:lineRule="exact"/>
      <w:ind w:firstLine="709"/>
    </w:pPr>
    <w:rPr>
      <w:sz w:val="30"/>
    </w:rPr>
  </w:style>
  <w:style w:type="character" w:customStyle="1" w:styleId="83">
    <w:name w:val="Знак Знак8"/>
    <w:rsid w:val="005171FA"/>
    <w:rPr>
      <w:noProof/>
      <w:sz w:val="24"/>
      <w:lang w:val="ru-RU" w:eastAsia="en-US"/>
    </w:rPr>
  </w:style>
  <w:style w:type="paragraph" w:customStyle="1" w:styleId="NumHeading1">
    <w:name w:val="Num Heading 1"/>
    <w:basedOn w:val="1d"/>
    <w:next w:val="af3"/>
    <w:uiPriority w:val="99"/>
    <w:qFormat/>
    <w:rsid w:val="005171FA"/>
    <w:pPr>
      <w:pageBreakBefore/>
      <w:numPr>
        <w:numId w:val="16"/>
      </w:numPr>
      <w:tabs>
        <w:tab w:val="left" w:pos="1134"/>
      </w:tabs>
      <w:spacing w:before="120" w:after="120" w:line="264" w:lineRule="auto"/>
      <w:ind w:left="1559" w:hanging="709"/>
    </w:pPr>
    <w:rPr>
      <w:rFonts w:ascii="Arial Black" w:hAnsi="Arial Black" w:cs="Arial Black"/>
      <w:bCs w:val="0"/>
      <w:caps/>
      <w:smallCaps/>
      <w:color w:val="333333"/>
      <w:u w:color="000000"/>
      <w:lang w:val="en-AU" w:eastAsia="ja-JP"/>
    </w:rPr>
  </w:style>
  <w:style w:type="paragraph" w:customStyle="1" w:styleId="NumHeading3">
    <w:name w:val="Num Heading 3"/>
    <w:basedOn w:val="35"/>
    <w:next w:val="af3"/>
    <w:uiPriority w:val="99"/>
    <w:qFormat/>
    <w:rsid w:val="005171FA"/>
    <w:pPr>
      <w:tabs>
        <w:tab w:val="num" w:pos="360"/>
      </w:tabs>
      <w:spacing w:before="180" w:line="264" w:lineRule="auto"/>
    </w:pPr>
    <w:rPr>
      <w:rFonts w:ascii="Arial" w:hAnsi="Arial" w:cs="Arial Narrow"/>
      <w:color w:val="333333"/>
      <w:lang w:val="en-AU" w:eastAsia="ja-JP"/>
    </w:rPr>
  </w:style>
  <w:style w:type="table" w:customStyle="1" w:styleId="TableNormal">
    <w:name w:val="Table Normal"/>
    <w:semiHidden/>
    <w:rsid w:val="005171FA"/>
    <w:tblPr>
      <w:tblCellMar>
        <w:top w:w="0" w:type="dxa"/>
        <w:left w:w="108" w:type="dxa"/>
        <w:bottom w:w="0" w:type="dxa"/>
        <w:right w:w="108" w:type="dxa"/>
      </w:tblCellMar>
    </w:tblPr>
  </w:style>
  <w:style w:type="paragraph" w:styleId="affffff7">
    <w:name w:val="Block Text"/>
    <w:basedOn w:val="af3"/>
    <w:uiPriority w:val="99"/>
    <w:rsid w:val="005171FA"/>
    <w:pPr>
      <w:spacing w:line="360" w:lineRule="exact"/>
      <w:ind w:left="113" w:right="284" w:firstLine="284"/>
    </w:pPr>
    <w:rPr>
      <w:color w:val="000000"/>
    </w:rPr>
  </w:style>
  <w:style w:type="paragraph" w:customStyle="1" w:styleId="affffff8">
    <w:name w:val="ОСновной"/>
    <w:basedOn w:val="af9"/>
    <w:link w:val="Char"/>
    <w:rsid w:val="005171FA"/>
    <w:pPr>
      <w:tabs>
        <w:tab w:val="left" w:pos="850"/>
        <w:tab w:val="left" w:pos="1134"/>
        <w:tab w:val="left" w:pos="1417"/>
      </w:tabs>
    </w:pPr>
    <w:rPr>
      <w:lang w:eastAsia="en-GB"/>
    </w:rPr>
  </w:style>
  <w:style w:type="character" w:customStyle="1" w:styleId="Char">
    <w:name w:val="ОСновной Char"/>
    <w:link w:val="affffff8"/>
    <w:locked/>
    <w:rsid w:val="005171FA"/>
    <w:rPr>
      <w:sz w:val="24"/>
      <w:lang w:val="ru-RU" w:eastAsia="en-GB"/>
    </w:rPr>
  </w:style>
  <w:style w:type="paragraph" w:customStyle="1" w:styleId="font6">
    <w:name w:val="font6"/>
    <w:basedOn w:val="af3"/>
    <w:uiPriority w:val="99"/>
    <w:rsid w:val="005171FA"/>
    <w:pPr>
      <w:spacing w:before="100" w:beforeAutospacing="1" w:after="100" w:afterAutospacing="1"/>
    </w:pPr>
    <w:rPr>
      <w:rFonts w:ascii="Arial CYR" w:eastAsia="Arial Unicode MS" w:hAnsi="Arial CYR" w:cs="Arial CYR"/>
    </w:rPr>
  </w:style>
  <w:style w:type="paragraph" w:customStyle="1" w:styleId="affffff9">
    <w:name w:val="Пунктик"/>
    <w:basedOn w:val="af3"/>
    <w:uiPriority w:val="99"/>
    <w:rsid w:val="005171FA"/>
    <w:pPr>
      <w:tabs>
        <w:tab w:val="left" w:pos="3420"/>
      </w:tabs>
      <w:spacing w:before="120"/>
      <w:ind w:left="4320" w:hanging="3600"/>
    </w:pPr>
    <w:rPr>
      <w:rFonts w:ascii="Arial" w:hAnsi="Arial"/>
      <w:sz w:val="22"/>
    </w:rPr>
  </w:style>
  <w:style w:type="paragraph" w:customStyle="1" w:styleId="NumHeading4">
    <w:name w:val="Num Heading 4"/>
    <w:basedOn w:val="46"/>
    <w:next w:val="af3"/>
    <w:uiPriority w:val="99"/>
    <w:qFormat/>
    <w:rsid w:val="005171FA"/>
    <w:pPr>
      <w:tabs>
        <w:tab w:val="num" w:pos="360"/>
      </w:tabs>
      <w:spacing w:before="180" w:line="264" w:lineRule="auto"/>
    </w:pPr>
    <w:rPr>
      <w:rFonts w:ascii="Arial" w:hAnsi="Arial" w:cs="Arial"/>
      <w:i/>
      <w:iCs/>
      <w:color w:val="333333"/>
      <w:lang w:val="en-AU" w:eastAsia="ja-JP"/>
    </w:rPr>
  </w:style>
  <w:style w:type="paragraph" w:customStyle="1" w:styleId="NumHeading5">
    <w:name w:val="Num Heading 5"/>
    <w:basedOn w:val="52"/>
    <w:next w:val="af3"/>
    <w:uiPriority w:val="99"/>
    <w:qFormat/>
    <w:rsid w:val="005171FA"/>
    <w:pPr>
      <w:keepNext/>
      <w:tabs>
        <w:tab w:val="num" w:pos="360"/>
      </w:tabs>
      <w:spacing w:before="180" w:line="264" w:lineRule="auto"/>
    </w:pPr>
    <w:rPr>
      <w:rFonts w:ascii="Arial" w:hAnsi="Arial" w:cs="Arial"/>
      <w:b w:val="0"/>
      <w:i w:val="0"/>
      <w:color w:val="333333"/>
      <w:sz w:val="22"/>
      <w:szCs w:val="22"/>
      <w:lang w:val="en-AU" w:eastAsia="ja-JP"/>
    </w:rPr>
  </w:style>
  <w:style w:type="paragraph" w:customStyle="1" w:styleId="font7">
    <w:name w:val="font7"/>
    <w:basedOn w:val="af3"/>
    <w:uiPriority w:val="99"/>
    <w:rsid w:val="005171FA"/>
    <w:pPr>
      <w:spacing w:before="100" w:beforeAutospacing="1" w:after="100" w:afterAutospacing="1"/>
    </w:pPr>
    <w:rPr>
      <w:rFonts w:eastAsia="Arial Unicode MS"/>
      <w:sz w:val="14"/>
      <w:szCs w:val="14"/>
    </w:rPr>
  </w:style>
  <w:style w:type="paragraph" w:customStyle="1" w:styleId="09506">
    <w:name w:val="Стиль По ширине Первая строка:  095 см Перед:  0 пт После:  6 п..."/>
    <w:basedOn w:val="af3"/>
    <w:uiPriority w:val="99"/>
    <w:rsid w:val="005171FA"/>
    <w:pPr>
      <w:spacing w:after="80"/>
      <w:ind w:firstLine="539"/>
    </w:pPr>
    <w:rPr>
      <w:lang w:val="en-US"/>
    </w:rPr>
  </w:style>
  <w:style w:type="paragraph" w:styleId="HTML">
    <w:name w:val="HTML Address"/>
    <w:basedOn w:val="af3"/>
    <w:link w:val="HTML0"/>
    <w:rsid w:val="00F47937"/>
    <w:rPr>
      <w:i/>
      <w:iCs/>
    </w:rPr>
  </w:style>
  <w:style w:type="character" w:customStyle="1" w:styleId="HTML0">
    <w:name w:val="Адрес HTML Знак"/>
    <w:link w:val="HTML"/>
    <w:locked/>
    <w:rsid w:val="00F47937"/>
    <w:rPr>
      <w:i/>
      <w:sz w:val="24"/>
    </w:rPr>
  </w:style>
  <w:style w:type="paragraph" w:styleId="affffffa">
    <w:name w:val="Date"/>
    <w:basedOn w:val="af3"/>
    <w:next w:val="af3"/>
    <w:link w:val="affffffb"/>
    <w:uiPriority w:val="99"/>
    <w:rsid w:val="00F47937"/>
  </w:style>
  <w:style w:type="character" w:customStyle="1" w:styleId="affffffb">
    <w:name w:val="Дата Знак"/>
    <w:link w:val="affffffa"/>
    <w:uiPriority w:val="99"/>
    <w:locked/>
    <w:rsid w:val="00F47937"/>
    <w:rPr>
      <w:sz w:val="24"/>
    </w:rPr>
  </w:style>
  <w:style w:type="paragraph" w:styleId="affffffc">
    <w:name w:val="Body Text First Indent"/>
    <w:basedOn w:val="af9"/>
    <w:link w:val="affffffd"/>
    <w:uiPriority w:val="99"/>
    <w:rsid w:val="005171FA"/>
    <w:pPr>
      <w:tabs>
        <w:tab w:val="left" w:pos="850"/>
        <w:tab w:val="left" w:pos="1134"/>
        <w:tab w:val="left" w:pos="1417"/>
      </w:tabs>
      <w:spacing w:after="120"/>
      <w:ind w:firstLine="210"/>
    </w:pPr>
  </w:style>
  <w:style w:type="character" w:customStyle="1" w:styleId="affffffd">
    <w:name w:val="Красная строка Знак"/>
    <w:link w:val="affffffc"/>
    <w:uiPriority w:val="99"/>
    <w:locked/>
    <w:rsid w:val="005171FA"/>
    <w:rPr>
      <w:sz w:val="24"/>
      <w:lang w:val="ru-RU" w:eastAsia="en-US"/>
    </w:rPr>
  </w:style>
  <w:style w:type="paragraph" w:styleId="2f6">
    <w:name w:val="Body Text First Indent 2"/>
    <w:basedOn w:val="afffff1"/>
    <w:link w:val="2f7"/>
    <w:uiPriority w:val="99"/>
    <w:rsid w:val="005171FA"/>
    <w:pPr>
      <w:keepNext w:val="0"/>
      <w:keepLines w:val="0"/>
      <w:tabs>
        <w:tab w:val="left" w:pos="850"/>
        <w:tab w:val="left" w:pos="1134"/>
        <w:tab w:val="left" w:pos="1417"/>
      </w:tabs>
      <w:spacing w:before="0" w:after="120"/>
      <w:ind w:left="283" w:firstLine="210"/>
    </w:pPr>
    <w:rPr>
      <w:b w:val="0"/>
    </w:rPr>
  </w:style>
  <w:style w:type="character" w:customStyle="1" w:styleId="2f7">
    <w:name w:val="Красная строка 2 Знак"/>
    <w:link w:val="2f6"/>
    <w:uiPriority w:val="99"/>
    <w:locked/>
    <w:rsid w:val="005171FA"/>
    <w:rPr>
      <w:b/>
      <w:sz w:val="24"/>
      <w:lang w:val="ru-RU" w:eastAsia="en-US"/>
    </w:rPr>
  </w:style>
  <w:style w:type="paragraph" w:styleId="3f5">
    <w:name w:val="List Bullet 3"/>
    <w:basedOn w:val="af3"/>
    <w:uiPriority w:val="99"/>
    <w:rsid w:val="005171FA"/>
    <w:pPr>
      <w:tabs>
        <w:tab w:val="num" w:pos="1133"/>
      </w:tabs>
      <w:ind w:hanging="567"/>
    </w:pPr>
  </w:style>
  <w:style w:type="paragraph" w:styleId="affffffe">
    <w:name w:val="List Number"/>
    <w:basedOn w:val="af3"/>
    <w:uiPriority w:val="99"/>
    <w:rsid w:val="005171FA"/>
    <w:pPr>
      <w:tabs>
        <w:tab w:val="num" w:pos="1418"/>
      </w:tabs>
      <w:ind w:left="1418"/>
    </w:pPr>
  </w:style>
  <w:style w:type="paragraph" w:styleId="2f8">
    <w:name w:val="List Number 2"/>
    <w:basedOn w:val="af3"/>
    <w:uiPriority w:val="99"/>
    <w:rsid w:val="005171FA"/>
    <w:pPr>
      <w:tabs>
        <w:tab w:val="num" w:pos="1418"/>
      </w:tabs>
      <w:ind w:left="1418"/>
    </w:pPr>
  </w:style>
  <w:style w:type="paragraph" w:styleId="3f6">
    <w:name w:val="List Number 3"/>
    <w:basedOn w:val="af3"/>
    <w:uiPriority w:val="99"/>
    <w:rsid w:val="005171FA"/>
    <w:pPr>
      <w:tabs>
        <w:tab w:val="num" w:pos="926"/>
      </w:tabs>
      <w:ind w:left="926" w:hanging="360"/>
    </w:pPr>
  </w:style>
  <w:style w:type="paragraph" w:styleId="4d">
    <w:name w:val="List Number 4"/>
    <w:basedOn w:val="af3"/>
    <w:uiPriority w:val="99"/>
    <w:rsid w:val="005171FA"/>
    <w:pPr>
      <w:tabs>
        <w:tab w:val="num" w:pos="1209"/>
      </w:tabs>
      <w:ind w:left="1209" w:hanging="360"/>
    </w:pPr>
  </w:style>
  <w:style w:type="paragraph" w:styleId="2f9">
    <w:name w:val="envelope return"/>
    <w:basedOn w:val="af3"/>
    <w:uiPriority w:val="99"/>
    <w:rsid w:val="005171FA"/>
    <w:rPr>
      <w:rFonts w:ascii="Arial" w:hAnsi="Arial" w:cs="Arial"/>
    </w:rPr>
  </w:style>
  <w:style w:type="paragraph" w:styleId="afffffff">
    <w:name w:val="Normal Indent"/>
    <w:basedOn w:val="af3"/>
    <w:uiPriority w:val="99"/>
    <w:rsid w:val="00F47937"/>
    <w:pPr>
      <w:ind w:left="720"/>
    </w:pPr>
  </w:style>
  <w:style w:type="paragraph" w:styleId="2fa">
    <w:name w:val="Body Text Indent 2"/>
    <w:basedOn w:val="af3"/>
    <w:link w:val="2fb"/>
    <w:uiPriority w:val="99"/>
    <w:rsid w:val="005171FA"/>
    <w:pPr>
      <w:spacing w:after="120" w:line="480" w:lineRule="auto"/>
      <w:ind w:left="283"/>
    </w:pPr>
  </w:style>
  <w:style w:type="character" w:customStyle="1" w:styleId="2fb">
    <w:name w:val="Основной текст с отступом 2 Знак"/>
    <w:link w:val="2fa"/>
    <w:uiPriority w:val="99"/>
    <w:locked/>
    <w:rsid w:val="005171FA"/>
    <w:rPr>
      <w:sz w:val="24"/>
      <w:lang w:val="ru-RU" w:eastAsia="en-US"/>
    </w:rPr>
  </w:style>
  <w:style w:type="paragraph" w:styleId="afffffff0">
    <w:name w:val="table of figures"/>
    <w:basedOn w:val="af3"/>
    <w:next w:val="af3"/>
    <w:uiPriority w:val="99"/>
    <w:rsid w:val="00F47937"/>
  </w:style>
  <w:style w:type="paragraph" w:styleId="afffffff1">
    <w:name w:val="Signature"/>
    <w:basedOn w:val="af3"/>
    <w:link w:val="afffffff2"/>
    <w:uiPriority w:val="99"/>
    <w:rsid w:val="005171FA"/>
    <w:pPr>
      <w:ind w:left="4252"/>
    </w:pPr>
  </w:style>
  <w:style w:type="character" w:customStyle="1" w:styleId="afffffff2">
    <w:name w:val="Подпись Знак"/>
    <w:link w:val="afffffff1"/>
    <w:uiPriority w:val="99"/>
    <w:locked/>
    <w:rsid w:val="005171FA"/>
    <w:rPr>
      <w:sz w:val="24"/>
      <w:lang w:val="ru-RU" w:eastAsia="en-US"/>
    </w:rPr>
  </w:style>
  <w:style w:type="paragraph" w:styleId="afffffff3">
    <w:name w:val="Salutation"/>
    <w:basedOn w:val="af3"/>
    <w:next w:val="af3"/>
    <w:link w:val="afffffff4"/>
    <w:uiPriority w:val="99"/>
    <w:rsid w:val="005171FA"/>
  </w:style>
  <w:style w:type="character" w:customStyle="1" w:styleId="afffffff4">
    <w:name w:val="Приветствие Знак"/>
    <w:link w:val="afffffff3"/>
    <w:uiPriority w:val="99"/>
    <w:locked/>
    <w:rsid w:val="005171FA"/>
    <w:rPr>
      <w:sz w:val="24"/>
      <w:lang w:val="ru-RU" w:eastAsia="en-US"/>
    </w:rPr>
  </w:style>
  <w:style w:type="paragraph" w:styleId="afffffff5">
    <w:name w:val="List Continue"/>
    <w:basedOn w:val="af3"/>
    <w:uiPriority w:val="99"/>
    <w:rsid w:val="005171FA"/>
    <w:pPr>
      <w:spacing w:after="120"/>
      <w:ind w:left="283"/>
    </w:pPr>
  </w:style>
  <w:style w:type="paragraph" w:styleId="2fc">
    <w:name w:val="List Continue 2"/>
    <w:basedOn w:val="af3"/>
    <w:uiPriority w:val="99"/>
    <w:rsid w:val="005171FA"/>
    <w:pPr>
      <w:spacing w:after="120"/>
      <w:ind w:left="566"/>
    </w:pPr>
  </w:style>
  <w:style w:type="paragraph" w:styleId="3f7">
    <w:name w:val="List Continue 3"/>
    <w:basedOn w:val="af3"/>
    <w:uiPriority w:val="99"/>
    <w:rsid w:val="005171FA"/>
    <w:pPr>
      <w:spacing w:after="120"/>
      <w:ind w:left="849"/>
    </w:pPr>
  </w:style>
  <w:style w:type="paragraph" w:styleId="4e">
    <w:name w:val="List Continue 4"/>
    <w:basedOn w:val="af3"/>
    <w:uiPriority w:val="99"/>
    <w:rsid w:val="005171FA"/>
    <w:pPr>
      <w:spacing w:after="120"/>
      <w:ind w:left="1132"/>
    </w:pPr>
  </w:style>
  <w:style w:type="paragraph" w:styleId="59">
    <w:name w:val="List Continue 5"/>
    <w:basedOn w:val="af3"/>
    <w:uiPriority w:val="99"/>
    <w:rsid w:val="005171FA"/>
    <w:pPr>
      <w:spacing w:after="120"/>
      <w:ind w:left="1415"/>
    </w:pPr>
  </w:style>
  <w:style w:type="paragraph" w:styleId="afffffff6">
    <w:name w:val="Closing"/>
    <w:basedOn w:val="af3"/>
    <w:link w:val="afffffff7"/>
    <w:uiPriority w:val="99"/>
    <w:rsid w:val="005171FA"/>
    <w:pPr>
      <w:ind w:left="4252"/>
    </w:pPr>
  </w:style>
  <w:style w:type="character" w:customStyle="1" w:styleId="afffffff7">
    <w:name w:val="Прощание Знак"/>
    <w:link w:val="afffffff6"/>
    <w:uiPriority w:val="99"/>
    <w:locked/>
    <w:rsid w:val="005171FA"/>
    <w:rPr>
      <w:sz w:val="24"/>
      <w:lang w:val="ru-RU" w:eastAsia="en-US"/>
    </w:rPr>
  </w:style>
  <w:style w:type="paragraph" w:styleId="afffffff8">
    <w:name w:val="List"/>
    <w:basedOn w:val="af3"/>
    <w:uiPriority w:val="99"/>
    <w:rsid w:val="005171FA"/>
    <w:pPr>
      <w:ind w:left="283" w:hanging="283"/>
    </w:pPr>
  </w:style>
  <w:style w:type="paragraph" w:styleId="4f">
    <w:name w:val="List 4"/>
    <w:basedOn w:val="af3"/>
    <w:uiPriority w:val="99"/>
    <w:rsid w:val="005171FA"/>
    <w:pPr>
      <w:ind w:left="1132" w:hanging="283"/>
    </w:pPr>
  </w:style>
  <w:style w:type="paragraph" w:styleId="HTML1">
    <w:name w:val="HTML Preformatted"/>
    <w:basedOn w:val="af3"/>
    <w:link w:val="HTML2"/>
    <w:rsid w:val="005171FA"/>
    <w:rPr>
      <w:rFonts w:ascii="Courier New" w:hAnsi="Courier New" w:cs="Courier New"/>
    </w:rPr>
  </w:style>
  <w:style w:type="character" w:customStyle="1" w:styleId="HTML2">
    <w:name w:val="Стандартный HTML Знак"/>
    <w:link w:val="HTML1"/>
    <w:locked/>
    <w:rsid w:val="005171FA"/>
    <w:rPr>
      <w:rFonts w:ascii="Courier New" w:hAnsi="Courier New"/>
      <w:lang w:val="ru-RU" w:eastAsia="en-US"/>
    </w:rPr>
  </w:style>
  <w:style w:type="paragraph" w:styleId="afffffff9">
    <w:name w:val="table of authorities"/>
    <w:basedOn w:val="af3"/>
    <w:next w:val="af3"/>
    <w:uiPriority w:val="99"/>
    <w:rsid w:val="005171FA"/>
    <w:pPr>
      <w:ind w:left="240" w:hanging="240"/>
    </w:pPr>
  </w:style>
  <w:style w:type="paragraph" w:styleId="afffffffa">
    <w:name w:val="endnote text"/>
    <w:basedOn w:val="af3"/>
    <w:link w:val="afffffffb"/>
    <w:uiPriority w:val="99"/>
    <w:rsid w:val="005171FA"/>
  </w:style>
  <w:style w:type="character" w:customStyle="1" w:styleId="afffffffb">
    <w:name w:val="Текст концевой сноски Знак"/>
    <w:link w:val="afffffffa"/>
    <w:uiPriority w:val="99"/>
    <w:locked/>
    <w:rsid w:val="005171FA"/>
    <w:rPr>
      <w:lang w:val="ru-RU" w:eastAsia="en-US"/>
    </w:rPr>
  </w:style>
  <w:style w:type="paragraph" w:styleId="afffffffc">
    <w:name w:val="index heading"/>
    <w:basedOn w:val="af3"/>
    <w:next w:val="1f6"/>
    <w:uiPriority w:val="99"/>
    <w:rsid w:val="005171FA"/>
    <w:rPr>
      <w:rFonts w:ascii="Arial" w:hAnsi="Arial" w:cs="Arial"/>
      <w:b/>
      <w:bCs/>
    </w:rPr>
  </w:style>
  <w:style w:type="paragraph" w:styleId="2fd">
    <w:name w:val="index 2"/>
    <w:basedOn w:val="af3"/>
    <w:next w:val="af3"/>
    <w:autoRedefine/>
    <w:uiPriority w:val="99"/>
    <w:rsid w:val="005171FA"/>
    <w:pPr>
      <w:ind w:left="480" w:hanging="240"/>
    </w:pPr>
  </w:style>
  <w:style w:type="paragraph" w:styleId="3f8">
    <w:name w:val="index 3"/>
    <w:basedOn w:val="af3"/>
    <w:next w:val="af3"/>
    <w:autoRedefine/>
    <w:uiPriority w:val="99"/>
    <w:rsid w:val="005171FA"/>
    <w:pPr>
      <w:ind w:left="720" w:hanging="240"/>
    </w:pPr>
  </w:style>
  <w:style w:type="paragraph" w:styleId="4f0">
    <w:name w:val="index 4"/>
    <w:basedOn w:val="af3"/>
    <w:next w:val="af3"/>
    <w:autoRedefine/>
    <w:uiPriority w:val="99"/>
    <w:rsid w:val="005171FA"/>
    <w:pPr>
      <w:ind w:left="960" w:hanging="240"/>
    </w:pPr>
  </w:style>
  <w:style w:type="paragraph" w:styleId="5a">
    <w:name w:val="index 5"/>
    <w:basedOn w:val="af3"/>
    <w:next w:val="af3"/>
    <w:autoRedefine/>
    <w:uiPriority w:val="99"/>
    <w:rsid w:val="005171FA"/>
    <w:pPr>
      <w:ind w:left="1200" w:hanging="240"/>
    </w:pPr>
  </w:style>
  <w:style w:type="paragraph" w:styleId="69">
    <w:name w:val="index 6"/>
    <w:basedOn w:val="af3"/>
    <w:next w:val="af3"/>
    <w:autoRedefine/>
    <w:uiPriority w:val="99"/>
    <w:rsid w:val="005171FA"/>
    <w:pPr>
      <w:ind w:left="1440" w:hanging="240"/>
    </w:pPr>
  </w:style>
  <w:style w:type="paragraph" w:styleId="74">
    <w:name w:val="index 7"/>
    <w:basedOn w:val="af3"/>
    <w:next w:val="af3"/>
    <w:autoRedefine/>
    <w:uiPriority w:val="99"/>
    <w:rsid w:val="005171FA"/>
    <w:pPr>
      <w:ind w:left="1680" w:hanging="240"/>
    </w:pPr>
  </w:style>
  <w:style w:type="paragraph" w:styleId="84">
    <w:name w:val="index 8"/>
    <w:basedOn w:val="af3"/>
    <w:next w:val="af3"/>
    <w:autoRedefine/>
    <w:uiPriority w:val="99"/>
    <w:rsid w:val="005171FA"/>
    <w:pPr>
      <w:ind w:left="1920" w:hanging="240"/>
    </w:pPr>
  </w:style>
  <w:style w:type="paragraph" w:styleId="92">
    <w:name w:val="index 9"/>
    <w:basedOn w:val="af3"/>
    <w:next w:val="af3"/>
    <w:autoRedefine/>
    <w:uiPriority w:val="99"/>
    <w:rsid w:val="005171FA"/>
    <w:pPr>
      <w:ind w:left="2160" w:hanging="240"/>
    </w:pPr>
  </w:style>
  <w:style w:type="paragraph" w:styleId="afffffffd">
    <w:name w:val="E-mail Signature"/>
    <w:basedOn w:val="af3"/>
    <w:link w:val="afffffffe"/>
    <w:uiPriority w:val="99"/>
    <w:rsid w:val="005171FA"/>
  </w:style>
  <w:style w:type="character" w:customStyle="1" w:styleId="afffffffe">
    <w:name w:val="Электронная подпись Знак"/>
    <w:link w:val="afffffffd"/>
    <w:uiPriority w:val="99"/>
    <w:locked/>
    <w:rsid w:val="008B3AA0"/>
    <w:rPr>
      <w:sz w:val="24"/>
      <w:lang w:val="x-none" w:eastAsia="en-US"/>
    </w:rPr>
  </w:style>
  <w:style w:type="character" w:customStyle="1" w:styleId="FirstLevelSubtopic">
    <w:name w:val="First Level Subtopic Знак"/>
    <w:aliases w:val="h4 Знак Знак"/>
    <w:uiPriority w:val="99"/>
    <w:rsid w:val="005171FA"/>
    <w:rPr>
      <w:sz w:val="24"/>
      <w:lang w:val="ru-RU" w:eastAsia="ru-RU"/>
    </w:rPr>
  </w:style>
  <w:style w:type="character" w:customStyle="1" w:styleId="-f4">
    <w:name w:val="АС-Нижний колонтитул# Знак Знак"/>
    <w:rsid w:val="005171FA"/>
    <w:rPr>
      <w:rFonts w:ascii="Arial Narrow" w:hAnsi="Arial Narrow"/>
      <w:lang w:val="x-none" w:eastAsia="en-US"/>
    </w:rPr>
  </w:style>
  <w:style w:type="character" w:customStyle="1" w:styleId="93">
    <w:name w:val="Знак Знак9"/>
    <w:rsid w:val="005171FA"/>
    <w:rPr>
      <w:rFonts w:ascii="Arial" w:eastAsia="Times New Roman" w:hAnsi="Arial"/>
      <w:sz w:val="16"/>
      <w:lang w:val="en-AU" w:eastAsia="ja-JP"/>
    </w:rPr>
  </w:style>
  <w:style w:type="paragraph" w:customStyle="1" w:styleId="CodeBlock">
    <w:name w:val="Code Block"/>
    <w:basedOn w:val="af3"/>
    <w:uiPriority w:val="99"/>
    <w:rsid w:val="005171FA"/>
    <w:pPr>
      <w:keepNext/>
      <w:pBdr>
        <w:top w:val="single" w:sz="4" w:space="1" w:color="auto"/>
        <w:left w:val="single" w:sz="4" w:space="4" w:color="auto"/>
        <w:bottom w:val="single" w:sz="4" w:space="1" w:color="auto"/>
        <w:right w:val="single" w:sz="4" w:space="4" w:color="auto"/>
      </w:pBdr>
      <w:spacing w:before="20" w:after="20" w:line="264" w:lineRule="auto"/>
      <w:ind w:left="227"/>
    </w:pPr>
    <w:rPr>
      <w:rFonts w:ascii="Courier New" w:hAnsi="Courier New" w:cs="Courier New"/>
      <w:sz w:val="16"/>
      <w:szCs w:val="16"/>
      <w:lang w:val="en-AU" w:eastAsia="ja-JP"/>
    </w:rPr>
  </w:style>
  <w:style w:type="paragraph" w:customStyle="1" w:styleId="Note">
    <w:name w:val="Note"/>
    <w:basedOn w:val="af3"/>
    <w:uiPriority w:val="99"/>
    <w:rsid w:val="005171FA"/>
    <w:pPr>
      <w:pBdr>
        <w:left w:val="single" w:sz="18" w:space="6" w:color="808080"/>
      </w:pBdr>
      <w:spacing w:after="120" w:line="264" w:lineRule="auto"/>
      <w:ind w:left="567"/>
    </w:pPr>
    <w:rPr>
      <w:rFonts w:ascii="Arial" w:hAnsi="Arial" w:cs="Arial"/>
      <w:sz w:val="18"/>
      <w:szCs w:val="18"/>
      <w:lang w:val="en-AU" w:eastAsia="ja-JP"/>
    </w:rPr>
  </w:style>
  <w:style w:type="paragraph" w:customStyle="1" w:styleId="NoteTitle">
    <w:name w:val="Note Title"/>
    <w:basedOn w:val="Note"/>
    <w:next w:val="Note"/>
    <w:uiPriority w:val="99"/>
    <w:rsid w:val="005171FA"/>
    <w:pPr>
      <w:keepNext/>
    </w:pPr>
    <w:rPr>
      <w:b/>
      <w:bCs/>
    </w:rPr>
  </w:style>
  <w:style w:type="paragraph" w:customStyle="1" w:styleId="TableNormal1">
    <w:name w:val="Table Normal1"/>
    <w:basedOn w:val="af3"/>
    <w:uiPriority w:val="99"/>
    <w:rsid w:val="005171FA"/>
    <w:pPr>
      <w:spacing w:before="60" w:after="60" w:line="264" w:lineRule="auto"/>
    </w:pPr>
    <w:rPr>
      <w:rFonts w:ascii="Arial Narrow" w:hAnsi="Arial Narrow" w:cs="Arial Narrow"/>
      <w:sz w:val="18"/>
      <w:szCs w:val="18"/>
      <w:lang w:val="en-AU" w:eastAsia="ja-JP"/>
    </w:rPr>
  </w:style>
  <w:style w:type="paragraph" w:customStyle="1" w:styleId="FooterSmall">
    <w:name w:val="Footer Small"/>
    <w:basedOn w:val="afff1"/>
    <w:uiPriority w:val="99"/>
    <w:rsid w:val="005171FA"/>
    <w:pPr>
      <w:tabs>
        <w:tab w:val="clear" w:pos="4677"/>
        <w:tab w:val="clear" w:pos="9355"/>
        <w:tab w:val="center" w:pos="4153"/>
        <w:tab w:val="right" w:pos="8306"/>
      </w:tabs>
      <w:spacing w:line="264" w:lineRule="auto"/>
    </w:pPr>
    <w:rPr>
      <w:rFonts w:ascii="Arial Narrow" w:hAnsi="Arial Narrow" w:cs="Arial Narrow"/>
      <w:sz w:val="12"/>
      <w:szCs w:val="12"/>
      <w:lang w:val="en-AU" w:eastAsia="ja-JP"/>
    </w:rPr>
  </w:style>
  <w:style w:type="paragraph" w:customStyle="1" w:styleId="NormalStyle">
    <w:name w:val="Normal Style"/>
    <w:basedOn w:val="af3"/>
    <w:uiPriority w:val="99"/>
    <w:rsid w:val="005171FA"/>
    <w:pPr>
      <w:spacing w:before="120"/>
      <w:ind w:left="284" w:right="284"/>
    </w:pPr>
    <w:rPr>
      <w:sz w:val="22"/>
    </w:rPr>
  </w:style>
  <w:style w:type="character" w:customStyle="1" w:styleId="NoteChar">
    <w:name w:val="Note Char"/>
    <w:rsid w:val="005171FA"/>
    <w:rPr>
      <w:rFonts w:ascii="Arial" w:eastAsia="Times New Roman" w:hAnsi="Arial"/>
      <w:sz w:val="18"/>
      <w:lang w:val="en-AU" w:eastAsia="ja-JP"/>
    </w:rPr>
  </w:style>
  <w:style w:type="paragraph" w:customStyle="1" w:styleId="font8">
    <w:name w:val="font8"/>
    <w:basedOn w:val="af3"/>
    <w:uiPriority w:val="99"/>
    <w:rsid w:val="005171FA"/>
    <w:pPr>
      <w:spacing w:before="100" w:beforeAutospacing="1" w:after="100" w:afterAutospacing="1"/>
    </w:pPr>
    <w:rPr>
      <w:rFonts w:ascii="Arial" w:eastAsia="Arial Unicode MS" w:hAnsi="Arial" w:cs="Arial"/>
    </w:rPr>
  </w:style>
  <w:style w:type="character" w:customStyle="1" w:styleId="Italic">
    <w:name w:val="Italic"/>
    <w:aliases w:val="i"/>
    <w:uiPriority w:val="99"/>
    <w:rsid w:val="005171FA"/>
    <w:rPr>
      <w:i/>
      <w:spacing w:val="0"/>
      <w:w w:val="100"/>
      <w:kern w:val="0"/>
      <w:position w:val="0"/>
    </w:rPr>
  </w:style>
  <w:style w:type="character" w:customStyle="1" w:styleId="EmailStyle2751">
    <w:name w:val="EmailStyle2751"/>
    <w:semiHidden/>
    <w:rsid w:val="005171FA"/>
    <w:rPr>
      <w:rFonts w:ascii="Arial" w:hAnsi="Arial"/>
      <w:color w:val="000080"/>
      <w:sz w:val="20"/>
    </w:rPr>
  </w:style>
  <w:style w:type="character" w:customStyle="1" w:styleId="CaptionChar">
    <w:name w:val="Caption Char"/>
    <w:rsid w:val="005171FA"/>
    <w:rPr>
      <w:rFonts w:ascii="Arial Narrow" w:eastAsia="Times New Roman" w:hAnsi="Arial Narrow"/>
      <w:sz w:val="16"/>
      <w:lang w:val="en-AU" w:eastAsia="ja-JP"/>
    </w:rPr>
  </w:style>
  <w:style w:type="paragraph" w:customStyle="1" w:styleId="CharCharCharChar">
    <w:name w:val="Char Char Char Char"/>
    <w:basedOn w:val="af3"/>
    <w:uiPriority w:val="99"/>
    <w:rsid w:val="005171FA"/>
    <w:pPr>
      <w:spacing w:after="160" w:line="240" w:lineRule="exact"/>
    </w:pPr>
    <w:rPr>
      <w:rFonts w:ascii="Verdana" w:hAnsi="Verdana"/>
      <w:lang w:val="en-US"/>
    </w:rPr>
  </w:style>
  <w:style w:type="table" w:customStyle="1" w:styleId="TableGridComplex">
    <w:name w:val="Table Grid Complex"/>
    <w:basedOn w:val="aff8"/>
    <w:rsid w:val="005171FA"/>
    <w:pPr>
      <w:spacing w:before="60" w:after="60"/>
    </w:pPr>
    <w:rPr>
      <w:rFonts w:ascii="Arial Narrow" w:hAnsi="Arial Narrow" w:cs="Arial Narrow"/>
      <w:sz w:val="18"/>
      <w:szCs w:val="18"/>
    </w:rPr>
    <w:tblPr>
      <w:tblStyleRowBandSize w:val="1"/>
      <w:tblInd w:w="227" w:type="dxa"/>
      <w:tblBorders>
        <w:top w:val="single" w:sz="8" w:space="0" w:color="999999"/>
        <w:left w:val="none" w:sz="0" w:space="0" w:color="auto"/>
        <w:bottom w:val="single" w:sz="8" w:space="0" w:color="999999"/>
        <w:right w:val="none" w:sz="0" w:space="0" w:color="auto"/>
        <w:insideH w:val="none" w:sz="0" w:space="0" w:color="auto"/>
        <w:insideV w:val="none" w:sz="0" w:space="0" w:color="auto"/>
      </w:tblBorders>
      <w:tblCellMar>
        <w:left w:w="57" w:type="dxa"/>
        <w:right w:w="57" w:type="dxa"/>
      </w:tblCellMar>
    </w:tblPr>
    <w:tblStylePr w:type="firstRow">
      <w:rPr>
        <w:rFonts w:ascii="Franklin Gothic Demi" w:eastAsia="Times New Roman" w:hAnsi="Franklin Gothic Demi" w:cs="Liberation Serif"/>
        <w:b/>
        <w:bCs/>
        <w:sz w:val="18"/>
      </w:rPr>
      <w:tblPr/>
      <w:tcPr>
        <w:tcBorders>
          <w:top w:val="single" w:sz="12" w:space="0" w:color="999999"/>
          <w:bottom w:val="single" w:sz="12" w:space="0" w:color="999999"/>
        </w:tcBorders>
        <w:shd w:val="clear" w:color="auto" w:fill="E6E6E6"/>
      </w:tcPr>
    </w:tblStylePr>
    <w:tblStylePr w:type="lastRow">
      <w:rPr>
        <w:rFonts w:ascii="Franklin Gothic Demi" w:eastAsia="Times New Roman" w:hAnsi="Franklin Gothic Demi" w:cs="Franklin Gothic Demi"/>
        <w:sz w:val="18"/>
        <w:szCs w:val="18"/>
      </w:rPr>
      <w:tblPr/>
      <w:tcPr>
        <w:shd w:val="clear" w:color="auto" w:fill="E6E6E6"/>
      </w:tcPr>
    </w:tblStylePr>
    <w:tblStylePr w:type="firstCol">
      <w:rPr>
        <w:rFonts w:ascii="Franklin Gothic Demi" w:eastAsia="Times New Roman" w:hAnsi="Franklin Gothic Demi" w:cs="Franklin Gothic Demi"/>
        <w:sz w:val="18"/>
        <w:szCs w:val="18"/>
      </w:rPr>
      <w:tblPr/>
      <w:tcPr>
        <w:shd w:val="clear" w:color="auto" w:fill="E6E6E6"/>
      </w:tcPr>
    </w:tblStylePr>
    <w:tblStylePr w:type="lastCol">
      <w:rPr>
        <w:rFonts w:ascii="Franklin Gothic Demi" w:eastAsia="Times New Roman" w:hAnsi="Franklin Gothic Demi" w:cs="Franklin Gothic Demi"/>
        <w:sz w:val="18"/>
        <w:szCs w:val="18"/>
      </w:rPr>
      <w:tblPr/>
      <w:tcPr>
        <w:shd w:val="clear" w:color="auto" w:fill="E6E6E6"/>
      </w:tcPr>
    </w:tblStylePr>
    <w:tblStylePr w:type="band1Horz">
      <w:rPr>
        <w:rFonts w:ascii="Franklin Gothic Demi" w:hAnsi="Franklin Gothic Demi" w:cs="Franklin Gothic Demi"/>
        <w:sz w:val="18"/>
        <w:szCs w:val="18"/>
      </w:rPr>
      <w:tblPr/>
      <w:tcPr>
        <w:tcBorders>
          <w:top w:val="single" w:sz="8" w:space="0" w:color="999999"/>
          <w:bottom w:val="single" w:sz="8" w:space="0" w:color="999999"/>
          <w:insideH w:val="single" w:sz="8" w:space="0" w:color="999999"/>
        </w:tcBorders>
      </w:tcPr>
    </w:tblStylePr>
    <w:tblStylePr w:type="band2Horz">
      <w:rPr>
        <w:rFonts w:ascii="Franklin Gothic Demi" w:eastAsia="Times New Roman" w:hAnsi="Franklin Gothic Demi" w:cs="Franklin Gothic Demi"/>
        <w:sz w:val="18"/>
        <w:szCs w:val="18"/>
      </w:rPr>
    </w:tblStylePr>
  </w:style>
  <w:style w:type="paragraph" w:styleId="affffffff">
    <w:name w:val="No Spacing"/>
    <w:basedOn w:val="af3"/>
    <w:uiPriority w:val="99"/>
    <w:qFormat/>
    <w:rsid w:val="00F47937"/>
    <w:rPr>
      <w:szCs w:val="32"/>
    </w:rPr>
  </w:style>
  <w:style w:type="paragraph" w:styleId="affffffff0">
    <w:name w:val="List Paragraph"/>
    <w:aliases w:val="Заголовок_3,Bullet List,FooterText,numbered,Paragraphe de liste1,lp1,Список нумерованный цифры,Абзац нумерованного списка,ТЗОТ Текст 2 уровня. Без оглавления,Table-Normal,RSHB_Table-Normal,Num Bullet 1,Булет1,1Булет"/>
    <w:basedOn w:val="af3"/>
    <w:link w:val="affffffff1"/>
    <w:uiPriority w:val="34"/>
    <w:qFormat/>
    <w:rsid w:val="005171FA"/>
    <w:pPr>
      <w:spacing w:before="120" w:after="60" w:line="264" w:lineRule="auto"/>
      <w:ind w:left="720"/>
      <w:contextualSpacing/>
    </w:pPr>
    <w:rPr>
      <w:rFonts w:ascii="Arial" w:hAnsi="Arial" w:cs="Arial"/>
      <w:lang w:val="en-AU" w:eastAsia="ja-JP"/>
    </w:rPr>
  </w:style>
  <w:style w:type="paragraph" w:customStyle="1" w:styleId="affffffff2">
    <w:name w:val="Таблица Заголовок"/>
    <w:basedOn w:val="NormalStyle"/>
    <w:uiPriority w:val="99"/>
    <w:rsid w:val="005171FA"/>
    <w:pPr>
      <w:ind w:left="0" w:right="72"/>
    </w:pPr>
    <w:rPr>
      <w:rFonts w:ascii="Arial Narrow" w:hAnsi="Arial Narrow"/>
      <w:sz w:val="18"/>
      <w:szCs w:val="18"/>
    </w:rPr>
  </w:style>
  <w:style w:type="table" w:styleId="-46">
    <w:name w:val="Table List 4"/>
    <w:basedOn w:val="af5"/>
    <w:rsid w:val="005171FA"/>
    <w:pPr>
      <w:spacing w:before="120" w:after="60" w:line="264" w:lineRule="auto"/>
      <w:ind w:left="227"/>
    </w:p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f5"/>
    <w:rsid w:val="005171FA"/>
    <w:pPr>
      <w:spacing w:before="120" w:after="60" w:line="264" w:lineRule="auto"/>
      <w:ind w:left="227"/>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paragraph" w:customStyle="1" w:styleId="NormalBullet2">
    <w:name w:val="Normal Bullet 2"/>
    <w:basedOn w:val="af3"/>
    <w:uiPriority w:val="99"/>
    <w:rsid w:val="005171FA"/>
    <w:pPr>
      <w:spacing w:after="120"/>
      <w:ind w:left="360" w:hanging="360"/>
    </w:pPr>
    <w:rPr>
      <w:rFonts w:ascii="Arial" w:hAnsi="Arial"/>
      <w:sz w:val="21"/>
      <w:szCs w:val="21"/>
    </w:rPr>
  </w:style>
  <w:style w:type="character" w:customStyle="1" w:styleId="NormalBullet20">
    <w:name w:val="Стиль Normal Bullet 2 + полужирный Знак"/>
    <w:rsid w:val="005171FA"/>
    <w:rPr>
      <w:b/>
      <w:sz w:val="21"/>
      <w:lang w:val="ru-RU" w:eastAsia="en-US"/>
    </w:rPr>
  </w:style>
  <w:style w:type="paragraph" w:customStyle="1" w:styleId="Pic">
    <w:name w:val="Pic"/>
    <w:basedOn w:val="af3"/>
    <w:uiPriority w:val="99"/>
    <w:rsid w:val="005171FA"/>
    <w:pPr>
      <w:spacing w:after="120"/>
    </w:pPr>
    <w:rPr>
      <w:rFonts w:eastAsia="MS Mincho"/>
      <w:i/>
      <w:lang w:eastAsia="ja-JP"/>
    </w:rPr>
  </w:style>
  <w:style w:type="character" w:customStyle="1" w:styleId="Heading4Char1">
    <w:name w:val="Heading 4 Char1"/>
    <w:aliases w:val="First Level Subtopic Char,h4 Char,Heading 4 Char,Заголовок4! Char,First Level Subtopic Char2,h4 Char2"/>
    <w:uiPriority w:val="99"/>
    <w:rsid w:val="005171FA"/>
    <w:rPr>
      <w:rFonts w:ascii="Arial" w:eastAsia="Times New Roman" w:hAnsi="Arial"/>
      <w:b/>
      <w:i/>
      <w:color w:val="333333"/>
      <w:sz w:val="24"/>
      <w:lang w:val="en-AU" w:eastAsia="ja-JP"/>
    </w:rPr>
  </w:style>
  <w:style w:type="paragraph" w:customStyle="1" w:styleId="lastincell">
    <w:name w:val="lastincell"/>
    <w:basedOn w:val="af3"/>
    <w:uiPriority w:val="99"/>
    <w:rsid w:val="005171FA"/>
    <w:pPr>
      <w:spacing w:line="336" w:lineRule="auto"/>
    </w:pPr>
    <w:rPr>
      <w:rFonts w:ascii="Verdana" w:hAnsi="Verdana"/>
      <w:sz w:val="17"/>
      <w:szCs w:val="17"/>
      <w:lang w:val="en-US"/>
    </w:rPr>
  </w:style>
  <w:style w:type="paragraph" w:customStyle="1" w:styleId="MSOListEnd">
    <w:name w:val="MSO_ListEnd"/>
    <w:next w:val="af3"/>
    <w:uiPriority w:val="99"/>
    <w:rsid w:val="005171FA"/>
    <w:pPr>
      <w:autoSpaceDE w:val="0"/>
      <w:autoSpaceDN w:val="0"/>
      <w:adjustRightInd w:val="0"/>
      <w:spacing w:line="20" w:lineRule="atLeast"/>
      <w:ind w:left="1000"/>
    </w:pPr>
    <w:rPr>
      <w:rFonts w:ascii="Times" w:hAnsi="Times" w:cs="Times"/>
      <w:sz w:val="8"/>
      <w:szCs w:val="8"/>
      <w:lang w:val="en-US" w:eastAsia="en-US"/>
    </w:rPr>
  </w:style>
  <w:style w:type="paragraph" w:customStyle="1" w:styleId="MSOTableText">
    <w:name w:val="MSO_TableText"/>
    <w:uiPriority w:val="99"/>
    <w:rsid w:val="005171FA"/>
    <w:pPr>
      <w:autoSpaceDE w:val="0"/>
      <w:autoSpaceDN w:val="0"/>
      <w:adjustRightInd w:val="0"/>
      <w:spacing w:before="80" w:line="220" w:lineRule="atLeast"/>
    </w:pPr>
    <w:rPr>
      <w:rFonts w:ascii="Franklin Gothic Book" w:hAnsi="Franklin Gothic Book" w:cs="ITC Franklin Gothic Book"/>
      <w:sz w:val="18"/>
      <w:szCs w:val="18"/>
      <w:lang w:val="en-US" w:eastAsia="en-US"/>
    </w:rPr>
  </w:style>
  <w:style w:type="paragraph" w:customStyle="1" w:styleId="MSOTableHead">
    <w:name w:val="MSO_TableHead"/>
    <w:uiPriority w:val="99"/>
    <w:rsid w:val="005171FA"/>
    <w:pPr>
      <w:keepNext/>
      <w:autoSpaceDE w:val="0"/>
      <w:autoSpaceDN w:val="0"/>
      <w:adjustRightInd w:val="0"/>
      <w:spacing w:before="100" w:after="80" w:line="240" w:lineRule="atLeast"/>
    </w:pPr>
    <w:rPr>
      <w:rFonts w:ascii="Franklin Gothic Medium Cond" w:hAnsi="Franklin Gothic Medium Cond" w:cs="Franklin Gothic Condensed"/>
      <w:lang w:val="en-US" w:eastAsia="en-US"/>
    </w:rPr>
  </w:style>
  <w:style w:type="paragraph" w:customStyle="1" w:styleId="Default">
    <w:name w:val="Default"/>
    <w:rsid w:val="005171FA"/>
    <w:pPr>
      <w:autoSpaceDE w:val="0"/>
      <w:autoSpaceDN w:val="0"/>
      <w:adjustRightInd w:val="0"/>
    </w:pPr>
    <w:rPr>
      <w:rFonts w:ascii="Arial" w:hAnsi="Arial" w:cs="Arial"/>
      <w:color w:val="000000"/>
      <w:sz w:val="24"/>
      <w:szCs w:val="24"/>
      <w:lang w:eastAsia="en-US"/>
    </w:rPr>
  </w:style>
  <w:style w:type="paragraph" w:customStyle="1" w:styleId="Label">
    <w:name w:val="Label"/>
    <w:aliases w:val="l"/>
    <w:basedOn w:val="Default"/>
    <w:next w:val="Default"/>
    <w:uiPriority w:val="99"/>
    <w:rsid w:val="005171FA"/>
    <w:pPr>
      <w:spacing w:before="60" w:after="60"/>
    </w:pPr>
    <w:rPr>
      <w:color w:val="auto"/>
    </w:rPr>
  </w:style>
  <w:style w:type="paragraph" w:customStyle="1" w:styleId="Text0">
    <w:name w:val="Text"/>
    <w:aliases w:val="t"/>
    <w:basedOn w:val="Default"/>
    <w:next w:val="Default"/>
    <w:uiPriority w:val="99"/>
    <w:rsid w:val="005171FA"/>
    <w:pPr>
      <w:spacing w:before="60" w:after="60"/>
    </w:pPr>
    <w:rPr>
      <w:color w:val="auto"/>
    </w:rPr>
  </w:style>
  <w:style w:type="paragraph" w:customStyle="1" w:styleId="main">
    <w:name w:val="main"/>
    <w:basedOn w:val="af3"/>
    <w:uiPriority w:val="99"/>
    <w:rsid w:val="005171FA"/>
    <w:pPr>
      <w:spacing w:before="100" w:beforeAutospacing="1"/>
    </w:pPr>
    <w:rPr>
      <w:rFonts w:ascii="Verdana" w:hAnsi="Verdana"/>
      <w:sz w:val="19"/>
      <w:szCs w:val="19"/>
    </w:rPr>
  </w:style>
  <w:style w:type="paragraph" w:customStyle="1" w:styleId="Char1CharCharChar">
    <w:name w:val="Char1 Char Char Char"/>
    <w:basedOn w:val="af3"/>
    <w:uiPriority w:val="99"/>
    <w:rsid w:val="005171FA"/>
    <w:pPr>
      <w:spacing w:before="100" w:beforeAutospacing="1" w:after="100" w:afterAutospacing="1"/>
    </w:pPr>
    <w:rPr>
      <w:rFonts w:ascii="Tahoma" w:hAnsi="Tahoma"/>
      <w:lang w:val="en-US"/>
    </w:rPr>
  </w:style>
  <w:style w:type="paragraph" w:customStyle="1" w:styleId="BulletedList1">
    <w:name w:val="Bulleted List 1"/>
    <w:aliases w:val="bl1"/>
    <w:uiPriority w:val="99"/>
    <w:rsid w:val="005171FA"/>
    <w:pPr>
      <w:tabs>
        <w:tab w:val="num" w:pos="360"/>
      </w:tabs>
      <w:spacing w:before="60" w:after="60" w:line="260" w:lineRule="exact"/>
      <w:ind w:left="360" w:hanging="360"/>
    </w:pPr>
    <w:rPr>
      <w:rFonts w:ascii="Verdana" w:hAnsi="Verdana"/>
      <w:color w:val="000000"/>
      <w:lang w:val="en-US" w:eastAsia="en-US"/>
    </w:rPr>
  </w:style>
  <w:style w:type="paragraph" w:customStyle="1" w:styleId="1fa">
    <w:name w:val="Абзац списка1"/>
    <w:basedOn w:val="af3"/>
    <w:uiPriority w:val="99"/>
    <w:qFormat/>
    <w:rsid w:val="005171FA"/>
    <w:pPr>
      <w:spacing w:before="60" w:after="160"/>
      <w:ind w:left="720"/>
      <w:contextualSpacing/>
    </w:pPr>
    <w:rPr>
      <w:sz w:val="21"/>
      <w:lang w:val="en-US"/>
    </w:rPr>
  </w:style>
  <w:style w:type="paragraph" w:customStyle="1" w:styleId="1fb">
    <w:name w:val="Обычный1"/>
    <w:basedOn w:val="af3"/>
    <w:uiPriority w:val="99"/>
    <w:rsid w:val="005171FA"/>
    <w:pPr>
      <w:spacing w:before="100" w:after="100"/>
    </w:pPr>
    <w:rPr>
      <w:rFonts w:ascii="Arial" w:hAnsi="Arial"/>
    </w:rPr>
  </w:style>
  <w:style w:type="paragraph" w:customStyle="1" w:styleId="2fe">
    <w:name w:val="Стиль Заголовок 2"/>
    <w:aliases w:val="Раздел + Справа:  05 см Междустр.интервал:  пол...,Раздел + 12 pt не курсив Перед:  6 пт После:  ..."/>
    <w:basedOn w:val="29"/>
    <w:next w:val="af3"/>
    <w:uiPriority w:val="99"/>
    <w:rsid w:val="005171FA"/>
    <w:pPr>
      <w:keepLines/>
      <w:tabs>
        <w:tab w:val="num" w:pos="-85"/>
        <w:tab w:val="num" w:pos="360"/>
      </w:tabs>
      <w:spacing w:before="120" w:after="120"/>
      <w:ind w:right="-17"/>
      <w:jc w:val="center"/>
    </w:pPr>
    <w:rPr>
      <w:rFonts w:ascii="Arial Narrow" w:hAnsi="Arial Narrow"/>
      <w:b w:val="0"/>
      <w:bCs w:val="0"/>
      <w:i w:val="0"/>
      <w:iCs w:val="0"/>
      <w:szCs w:val="26"/>
    </w:rPr>
  </w:style>
  <w:style w:type="paragraph" w:customStyle="1" w:styleId="font5">
    <w:name w:val="font5"/>
    <w:basedOn w:val="af3"/>
    <w:uiPriority w:val="99"/>
    <w:rsid w:val="005171FA"/>
    <w:pPr>
      <w:spacing w:before="100" w:beforeAutospacing="1" w:after="100" w:afterAutospacing="1"/>
    </w:pPr>
    <w:rPr>
      <w:rFonts w:ascii="Tahoma" w:hAnsi="Tahoma" w:cs="Tahoma"/>
      <w:color w:val="000000"/>
      <w:sz w:val="16"/>
      <w:szCs w:val="16"/>
    </w:rPr>
  </w:style>
  <w:style w:type="paragraph" w:customStyle="1" w:styleId="xl26">
    <w:name w:val="xl26"/>
    <w:basedOn w:val="af3"/>
    <w:uiPriority w:val="99"/>
    <w:rsid w:val="005171FA"/>
    <w:pPr>
      <w:pBdr>
        <w:top w:val="single" w:sz="4" w:space="0" w:color="auto"/>
        <w:left w:val="single" w:sz="4" w:space="16" w:color="auto"/>
        <w:bottom w:val="single" w:sz="4" w:space="0" w:color="auto"/>
        <w:right w:val="single" w:sz="4" w:space="0" w:color="auto"/>
      </w:pBdr>
      <w:shd w:val="clear" w:color="auto" w:fill="FFFF00"/>
      <w:spacing w:before="100" w:beforeAutospacing="1" w:after="100" w:afterAutospacing="1"/>
      <w:ind w:firstLineChars="200" w:firstLine="200"/>
      <w:textAlignment w:val="center"/>
    </w:pPr>
    <w:rPr>
      <w:rFonts w:ascii="Arial" w:hAnsi="Arial" w:cs="Arial"/>
      <w:sz w:val="16"/>
      <w:szCs w:val="16"/>
    </w:rPr>
  </w:style>
  <w:style w:type="paragraph" w:customStyle="1" w:styleId="xl27">
    <w:name w:val="xl27"/>
    <w:basedOn w:val="af3"/>
    <w:uiPriority w:val="99"/>
    <w:rsid w:val="005171F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28">
    <w:name w:val="xl28"/>
    <w:basedOn w:val="af3"/>
    <w:uiPriority w:val="99"/>
    <w:rsid w:val="005171F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FF"/>
      <w:sz w:val="16"/>
      <w:szCs w:val="16"/>
    </w:rPr>
  </w:style>
  <w:style w:type="paragraph" w:customStyle="1" w:styleId="xl29">
    <w:name w:val="xl29"/>
    <w:basedOn w:val="af3"/>
    <w:uiPriority w:val="99"/>
    <w:rsid w:val="005171FA"/>
    <w:pPr>
      <w:pBdr>
        <w:top w:val="single" w:sz="4" w:space="0" w:color="auto"/>
        <w:left w:val="single" w:sz="4" w:space="16"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color w:val="0000FF"/>
      <w:sz w:val="16"/>
      <w:szCs w:val="16"/>
    </w:rPr>
  </w:style>
  <w:style w:type="paragraph" w:customStyle="1" w:styleId="xl30">
    <w:name w:val="xl30"/>
    <w:basedOn w:val="af3"/>
    <w:uiPriority w:val="99"/>
    <w:rsid w:val="005171F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31">
    <w:name w:val="xl31"/>
    <w:basedOn w:val="af3"/>
    <w:uiPriority w:val="99"/>
    <w:rsid w:val="005171FA"/>
    <w:pPr>
      <w:spacing w:before="100" w:beforeAutospacing="1" w:after="100" w:afterAutospacing="1"/>
      <w:textAlignment w:val="center"/>
    </w:pPr>
  </w:style>
  <w:style w:type="paragraph" w:customStyle="1" w:styleId="xl32">
    <w:name w:val="xl32"/>
    <w:basedOn w:val="af3"/>
    <w:uiPriority w:val="99"/>
    <w:rsid w:val="005171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3">
    <w:name w:val="xl33"/>
    <w:basedOn w:val="af3"/>
    <w:uiPriority w:val="99"/>
    <w:rsid w:val="005171FA"/>
    <w:pPr>
      <w:pBdr>
        <w:top w:val="single" w:sz="4" w:space="0" w:color="auto"/>
        <w:left w:val="single" w:sz="4" w:space="8" w:color="auto"/>
        <w:bottom w:val="single" w:sz="4" w:space="0" w:color="auto"/>
        <w:right w:val="single" w:sz="4" w:space="0" w:color="auto"/>
      </w:pBdr>
      <w:spacing w:before="100" w:beforeAutospacing="1" w:after="100" w:afterAutospacing="1"/>
      <w:ind w:firstLineChars="100" w:firstLine="100"/>
      <w:textAlignment w:val="center"/>
    </w:pPr>
  </w:style>
  <w:style w:type="paragraph" w:customStyle="1" w:styleId="xl34">
    <w:name w:val="xl34"/>
    <w:basedOn w:val="af3"/>
    <w:uiPriority w:val="99"/>
    <w:rsid w:val="005171FA"/>
    <w:pPr>
      <w:pBdr>
        <w:top w:val="single" w:sz="4" w:space="0" w:color="auto"/>
        <w:left w:val="single" w:sz="4" w:space="8" w:color="auto"/>
        <w:bottom w:val="single" w:sz="4" w:space="0" w:color="auto"/>
        <w:right w:val="single" w:sz="4" w:space="0" w:color="auto"/>
      </w:pBdr>
      <w:spacing w:before="100" w:beforeAutospacing="1" w:after="100" w:afterAutospacing="1"/>
      <w:ind w:firstLineChars="100" w:firstLine="100"/>
      <w:textAlignment w:val="center"/>
    </w:pPr>
    <w:rPr>
      <w:u w:val="single"/>
    </w:rPr>
  </w:style>
  <w:style w:type="paragraph" w:customStyle="1" w:styleId="xl35">
    <w:name w:val="xl35"/>
    <w:basedOn w:val="af3"/>
    <w:uiPriority w:val="99"/>
    <w:rsid w:val="005171FA"/>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6">
    <w:name w:val="xl36"/>
    <w:basedOn w:val="af3"/>
    <w:uiPriority w:val="99"/>
    <w:rsid w:val="005171FA"/>
    <w:pPr>
      <w:pBdr>
        <w:left w:val="single" w:sz="4" w:space="8" w:color="auto"/>
        <w:bottom w:val="single" w:sz="4" w:space="0" w:color="auto"/>
        <w:right w:val="single" w:sz="4" w:space="0" w:color="auto"/>
      </w:pBdr>
      <w:spacing w:before="100" w:beforeAutospacing="1" w:after="100" w:afterAutospacing="1"/>
      <w:ind w:firstLineChars="100" w:firstLine="100"/>
      <w:textAlignment w:val="center"/>
    </w:pPr>
    <w:rPr>
      <w:rFonts w:ascii="Arial" w:hAnsi="Arial" w:cs="Arial"/>
      <w:b/>
      <w:bCs/>
    </w:rPr>
  </w:style>
  <w:style w:type="paragraph" w:customStyle="1" w:styleId="xl37">
    <w:name w:val="xl37"/>
    <w:basedOn w:val="af3"/>
    <w:uiPriority w:val="99"/>
    <w:rsid w:val="005171FA"/>
    <w:pPr>
      <w:pBdr>
        <w:left w:val="single" w:sz="4" w:space="16"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b/>
      <w:bCs/>
    </w:rPr>
  </w:style>
  <w:style w:type="paragraph" w:customStyle="1" w:styleId="xl38">
    <w:name w:val="xl38"/>
    <w:basedOn w:val="af3"/>
    <w:uiPriority w:val="99"/>
    <w:rsid w:val="005171FA"/>
    <w:pPr>
      <w:pBdr>
        <w:top w:val="single" w:sz="4" w:space="0" w:color="auto"/>
        <w:left w:val="single" w:sz="4" w:space="16" w:color="auto"/>
        <w:bottom w:val="single" w:sz="4" w:space="0" w:color="auto"/>
        <w:right w:val="single" w:sz="4" w:space="0" w:color="auto"/>
      </w:pBdr>
      <w:spacing w:before="100" w:beforeAutospacing="1" w:after="100" w:afterAutospacing="1"/>
      <w:ind w:firstLineChars="200" w:firstLine="200"/>
      <w:textAlignment w:val="center"/>
    </w:pPr>
  </w:style>
  <w:style w:type="paragraph" w:customStyle="1" w:styleId="xl39">
    <w:name w:val="xl39"/>
    <w:basedOn w:val="af3"/>
    <w:uiPriority w:val="99"/>
    <w:rsid w:val="005171FA"/>
    <w:pPr>
      <w:pBdr>
        <w:left w:val="single" w:sz="4" w:space="16" w:color="auto"/>
        <w:bottom w:val="single" w:sz="4" w:space="0" w:color="auto"/>
        <w:right w:val="single" w:sz="4" w:space="0" w:color="auto"/>
      </w:pBdr>
      <w:spacing w:before="100" w:beforeAutospacing="1" w:after="100" w:afterAutospacing="1"/>
      <w:ind w:firstLineChars="200" w:firstLine="200"/>
      <w:textAlignment w:val="center"/>
    </w:pPr>
    <w:rPr>
      <w:rFonts w:ascii="Arial" w:hAnsi="Arial" w:cs="Arial"/>
    </w:rPr>
  </w:style>
  <w:style w:type="paragraph" w:customStyle="1" w:styleId="xl40">
    <w:name w:val="xl40"/>
    <w:basedOn w:val="af3"/>
    <w:uiPriority w:val="99"/>
    <w:rsid w:val="005171FA"/>
    <w:pPr>
      <w:pBdr>
        <w:left w:val="single" w:sz="4" w:space="24"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b/>
      <w:bCs/>
    </w:rPr>
  </w:style>
  <w:style w:type="paragraph" w:customStyle="1" w:styleId="xl41">
    <w:name w:val="xl41"/>
    <w:basedOn w:val="af3"/>
    <w:uiPriority w:val="99"/>
    <w:rsid w:val="005171FA"/>
    <w:pPr>
      <w:pBdr>
        <w:left w:val="single" w:sz="4" w:space="31"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b/>
      <w:bCs/>
      <w:sz w:val="16"/>
      <w:szCs w:val="16"/>
    </w:rPr>
  </w:style>
  <w:style w:type="paragraph" w:customStyle="1" w:styleId="xl42">
    <w:name w:val="xl42"/>
    <w:basedOn w:val="af3"/>
    <w:uiPriority w:val="99"/>
    <w:rsid w:val="005171FA"/>
    <w:pPr>
      <w:pBdr>
        <w:top w:val="single" w:sz="4" w:space="0" w:color="auto"/>
        <w:left w:val="single" w:sz="4" w:space="31"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16"/>
      <w:szCs w:val="16"/>
    </w:rPr>
  </w:style>
  <w:style w:type="paragraph" w:customStyle="1" w:styleId="xl43">
    <w:name w:val="xl43"/>
    <w:basedOn w:val="af3"/>
    <w:uiPriority w:val="99"/>
    <w:rsid w:val="005171FA"/>
    <w:pPr>
      <w:pBdr>
        <w:top w:val="single" w:sz="4" w:space="0" w:color="auto"/>
        <w:left w:val="single" w:sz="4" w:space="31"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b/>
      <w:bCs/>
      <w:sz w:val="16"/>
      <w:szCs w:val="16"/>
    </w:rPr>
  </w:style>
  <w:style w:type="paragraph" w:customStyle="1" w:styleId="xl44">
    <w:name w:val="xl44"/>
    <w:basedOn w:val="af3"/>
    <w:uiPriority w:val="99"/>
    <w:rsid w:val="005171FA"/>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16"/>
      <w:szCs w:val="16"/>
    </w:rPr>
  </w:style>
  <w:style w:type="paragraph" w:customStyle="1" w:styleId="xl45">
    <w:name w:val="xl45"/>
    <w:basedOn w:val="af3"/>
    <w:uiPriority w:val="99"/>
    <w:rsid w:val="005171FA"/>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b/>
      <w:bCs/>
      <w:sz w:val="16"/>
      <w:szCs w:val="16"/>
    </w:rPr>
  </w:style>
  <w:style w:type="paragraph" w:customStyle="1" w:styleId="xl46">
    <w:name w:val="xl46"/>
    <w:basedOn w:val="af3"/>
    <w:uiPriority w:val="99"/>
    <w:rsid w:val="005171FA"/>
    <w:pPr>
      <w:pBdr>
        <w:top w:val="single" w:sz="4" w:space="0" w:color="auto"/>
        <w:left w:val="single" w:sz="4" w:space="31" w:color="auto"/>
        <w:bottom w:val="single" w:sz="4" w:space="0" w:color="auto"/>
        <w:right w:val="single" w:sz="4" w:space="0" w:color="auto"/>
      </w:pBdr>
      <w:spacing w:before="100" w:beforeAutospacing="1" w:after="100" w:afterAutospacing="1"/>
      <w:ind w:firstLineChars="600" w:firstLine="600"/>
      <w:textAlignment w:val="center"/>
    </w:pPr>
    <w:rPr>
      <w:rFonts w:ascii="Arial" w:hAnsi="Arial" w:cs="Arial"/>
      <w:sz w:val="16"/>
      <w:szCs w:val="16"/>
    </w:rPr>
  </w:style>
  <w:style w:type="paragraph" w:customStyle="1" w:styleId="xl47">
    <w:name w:val="xl47"/>
    <w:basedOn w:val="af3"/>
    <w:uiPriority w:val="99"/>
    <w:rsid w:val="005171FA"/>
    <w:pPr>
      <w:pBdr>
        <w:top w:val="single" w:sz="4" w:space="0" w:color="auto"/>
        <w:left w:val="single" w:sz="4" w:space="31" w:color="auto"/>
        <w:bottom w:val="single" w:sz="4" w:space="0" w:color="auto"/>
        <w:right w:val="single" w:sz="4" w:space="0" w:color="auto"/>
      </w:pBdr>
      <w:spacing w:before="100" w:beforeAutospacing="1" w:after="100" w:afterAutospacing="1"/>
      <w:ind w:firstLineChars="600" w:firstLine="600"/>
      <w:textAlignment w:val="center"/>
    </w:pPr>
    <w:rPr>
      <w:rFonts w:ascii="Arial" w:hAnsi="Arial" w:cs="Arial"/>
      <w:sz w:val="16"/>
      <w:szCs w:val="16"/>
    </w:rPr>
  </w:style>
  <w:style w:type="paragraph" w:customStyle="1" w:styleId="xl48">
    <w:name w:val="xl48"/>
    <w:basedOn w:val="af3"/>
    <w:uiPriority w:val="99"/>
    <w:rsid w:val="005171FA"/>
    <w:pPr>
      <w:pBdr>
        <w:top w:val="single" w:sz="4" w:space="0" w:color="auto"/>
        <w:left w:val="single" w:sz="4" w:space="31" w:color="auto"/>
        <w:bottom w:val="single" w:sz="4" w:space="0" w:color="auto"/>
        <w:right w:val="single" w:sz="4" w:space="0" w:color="auto"/>
      </w:pBdr>
      <w:spacing w:before="100" w:beforeAutospacing="1" w:after="100" w:afterAutospacing="1"/>
      <w:ind w:firstLineChars="600" w:firstLine="600"/>
      <w:textAlignment w:val="center"/>
    </w:pPr>
    <w:rPr>
      <w:rFonts w:ascii="Arial" w:hAnsi="Arial" w:cs="Arial"/>
      <w:b/>
      <w:bCs/>
      <w:sz w:val="16"/>
      <w:szCs w:val="16"/>
    </w:rPr>
  </w:style>
  <w:style w:type="paragraph" w:customStyle="1" w:styleId="xl49">
    <w:name w:val="xl49"/>
    <w:basedOn w:val="af3"/>
    <w:uiPriority w:val="99"/>
    <w:rsid w:val="005171FA"/>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center"/>
    </w:pPr>
    <w:rPr>
      <w:rFonts w:ascii="Arial" w:hAnsi="Arial" w:cs="Arial"/>
      <w:sz w:val="16"/>
      <w:szCs w:val="16"/>
    </w:rPr>
  </w:style>
  <w:style w:type="paragraph" w:customStyle="1" w:styleId="xl50">
    <w:name w:val="xl50"/>
    <w:basedOn w:val="af3"/>
    <w:uiPriority w:val="99"/>
    <w:rsid w:val="005171FA"/>
    <w:pPr>
      <w:pBdr>
        <w:top w:val="single" w:sz="4" w:space="0" w:color="auto"/>
        <w:left w:val="single" w:sz="4" w:space="31" w:color="auto"/>
        <w:bottom w:val="single" w:sz="4" w:space="0" w:color="auto"/>
        <w:right w:val="single" w:sz="4" w:space="0" w:color="auto"/>
      </w:pBdr>
      <w:spacing w:before="100" w:beforeAutospacing="1" w:after="100" w:afterAutospacing="1"/>
      <w:ind w:firstLineChars="700" w:firstLine="700"/>
      <w:textAlignment w:val="center"/>
    </w:pPr>
    <w:rPr>
      <w:rFonts w:ascii="Arial" w:hAnsi="Arial" w:cs="Arial"/>
      <w:b/>
      <w:bCs/>
      <w:sz w:val="16"/>
      <w:szCs w:val="16"/>
    </w:rPr>
  </w:style>
  <w:style w:type="paragraph" w:customStyle="1" w:styleId="xl51">
    <w:name w:val="xl51"/>
    <w:basedOn w:val="af3"/>
    <w:uiPriority w:val="99"/>
    <w:rsid w:val="005171FA"/>
    <w:pPr>
      <w:pBdr>
        <w:top w:val="single" w:sz="4" w:space="0" w:color="auto"/>
        <w:left w:val="single" w:sz="4" w:space="31" w:color="auto"/>
        <w:bottom w:val="single" w:sz="4" w:space="0" w:color="auto"/>
        <w:right w:val="single" w:sz="4" w:space="0" w:color="auto"/>
      </w:pBdr>
      <w:spacing w:before="100" w:beforeAutospacing="1" w:after="100" w:afterAutospacing="1"/>
      <w:ind w:firstLineChars="800" w:firstLine="800"/>
      <w:textAlignment w:val="center"/>
    </w:pPr>
    <w:rPr>
      <w:rFonts w:ascii="Arial" w:hAnsi="Arial" w:cs="Arial"/>
      <w:sz w:val="16"/>
      <w:szCs w:val="16"/>
    </w:rPr>
  </w:style>
  <w:style w:type="paragraph" w:customStyle="1" w:styleId="xl52">
    <w:name w:val="xl52"/>
    <w:basedOn w:val="af3"/>
    <w:uiPriority w:val="99"/>
    <w:rsid w:val="005171FA"/>
    <w:pPr>
      <w:pBdr>
        <w:top w:val="single" w:sz="4" w:space="0" w:color="auto"/>
        <w:left w:val="single" w:sz="4" w:space="31" w:color="auto"/>
        <w:bottom w:val="single" w:sz="4" w:space="0" w:color="auto"/>
        <w:right w:val="single" w:sz="4" w:space="0" w:color="auto"/>
      </w:pBdr>
      <w:spacing w:before="100" w:beforeAutospacing="1" w:after="100" w:afterAutospacing="1"/>
      <w:ind w:firstLineChars="400" w:firstLine="400"/>
      <w:textAlignment w:val="center"/>
    </w:pPr>
    <w:rPr>
      <w:rFonts w:ascii="Arial" w:hAnsi="Arial" w:cs="Arial"/>
      <w:sz w:val="16"/>
      <w:szCs w:val="16"/>
    </w:rPr>
  </w:style>
  <w:style w:type="paragraph" w:customStyle="1" w:styleId="xl53">
    <w:name w:val="xl53"/>
    <w:basedOn w:val="af3"/>
    <w:uiPriority w:val="99"/>
    <w:rsid w:val="005171FA"/>
    <w:pPr>
      <w:spacing w:before="100" w:beforeAutospacing="1" w:after="100" w:afterAutospacing="1"/>
      <w:textAlignment w:val="center"/>
    </w:pPr>
    <w:rPr>
      <w:rFonts w:ascii="Arial" w:hAnsi="Arial" w:cs="Arial"/>
      <w:sz w:val="16"/>
      <w:szCs w:val="16"/>
    </w:rPr>
  </w:style>
  <w:style w:type="paragraph" w:customStyle="1" w:styleId="xl54">
    <w:name w:val="xl54"/>
    <w:basedOn w:val="af3"/>
    <w:uiPriority w:val="99"/>
    <w:rsid w:val="005171FA"/>
    <w:pPr>
      <w:pBdr>
        <w:left w:val="single" w:sz="4" w:space="24"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b/>
      <w:bCs/>
      <w:sz w:val="16"/>
      <w:szCs w:val="16"/>
    </w:rPr>
  </w:style>
  <w:style w:type="paragraph" w:customStyle="1" w:styleId="xl55">
    <w:name w:val="xl55"/>
    <w:basedOn w:val="af3"/>
    <w:uiPriority w:val="99"/>
    <w:rsid w:val="005171FA"/>
    <w:pPr>
      <w:pBdr>
        <w:top w:val="single" w:sz="4" w:space="0" w:color="auto"/>
        <w:left w:val="single" w:sz="4" w:space="24"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16"/>
      <w:szCs w:val="16"/>
    </w:rPr>
  </w:style>
  <w:style w:type="paragraph" w:customStyle="1" w:styleId="xl56">
    <w:name w:val="xl56"/>
    <w:basedOn w:val="af3"/>
    <w:uiPriority w:val="99"/>
    <w:rsid w:val="005171FA"/>
    <w:pPr>
      <w:pBdr>
        <w:top w:val="single" w:sz="4" w:space="0" w:color="auto"/>
        <w:left w:val="single" w:sz="4" w:space="24"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b/>
      <w:bCs/>
      <w:sz w:val="16"/>
      <w:szCs w:val="16"/>
    </w:rPr>
  </w:style>
  <w:style w:type="paragraph" w:customStyle="1" w:styleId="xl57">
    <w:name w:val="xl57"/>
    <w:basedOn w:val="af3"/>
    <w:uiPriority w:val="99"/>
    <w:rsid w:val="005171FA"/>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textAlignment w:val="center"/>
    </w:pPr>
    <w:rPr>
      <w:rFonts w:ascii="Arial" w:hAnsi="Arial" w:cs="Arial"/>
      <w:sz w:val="16"/>
      <w:szCs w:val="16"/>
    </w:rPr>
  </w:style>
  <w:style w:type="paragraph" w:customStyle="1" w:styleId="xl58">
    <w:name w:val="xl58"/>
    <w:basedOn w:val="af3"/>
    <w:uiPriority w:val="99"/>
    <w:rsid w:val="005171FA"/>
    <w:pPr>
      <w:pBdr>
        <w:top w:val="single" w:sz="4" w:space="0" w:color="auto"/>
        <w:left w:val="single" w:sz="4" w:space="24" w:color="auto"/>
        <w:bottom w:val="single" w:sz="4" w:space="0" w:color="auto"/>
        <w:right w:val="single" w:sz="4" w:space="0" w:color="auto"/>
      </w:pBdr>
      <w:spacing w:before="100" w:beforeAutospacing="1" w:after="100" w:afterAutospacing="1"/>
      <w:ind w:firstLineChars="300" w:firstLine="300"/>
      <w:textAlignment w:val="center"/>
    </w:pPr>
    <w:rPr>
      <w:rFonts w:ascii="Arial" w:hAnsi="Arial" w:cs="Arial"/>
      <w:sz w:val="16"/>
      <w:szCs w:val="16"/>
    </w:rPr>
  </w:style>
  <w:style w:type="paragraph" w:customStyle="1" w:styleId="xl59">
    <w:name w:val="xl59"/>
    <w:basedOn w:val="af3"/>
    <w:uiPriority w:val="99"/>
    <w:rsid w:val="005171FA"/>
    <w:pPr>
      <w:spacing w:before="100" w:beforeAutospacing="1" w:after="100" w:afterAutospacing="1"/>
      <w:ind w:firstLineChars="300" w:firstLine="300"/>
      <w:textAlignment w:val="center"/>
    </w:pPr>
    <w:rPr>
      <w:rFonts w:ascii="Arial" w:hAnsi="Arial" w:cs="Arial"/>
      <w:sz w:val="16"/>
      <w:szCs w:val="16"/>
    </w:rPr>
  </w:style>
  <w:style w:type="paragraph" w:customStyle="1" w:styleId="stat">
    <w:name w:val="stat"/>
    <w:basedOn w:val="af3"/>
    <w:uiPriority w:val="99"/>
    <w:rsid w:val="005171FA"/>
    <w:pPr>
      <w:ind w:firstLine="360"/>
    </w:pPr>
  </w:style>
  <w:style w:type="paragraph" w:customStyle="1" w:styleId="font9">
    <w:name w:val="font9"/>
    <w:basedOn w:val="af3"/>
    <w:uiPriority w:val="99"/>
    <w:rsid w:val="005171FA"/>
    <w:pPr>
      <w:spacing w:before="100" w:beforeAutospacing="1" w:after="100" w:afterAutospacing="1"/>
    </w:pPr>
    <w:rPr>
      <w:rFonts w:ascii="Arial" w:eastAsia="Arial Unicode MS" w:hAnsi="Arial" w:cs="Arial"/>
    </w:rPr>
  </w:style>
  <w:style w:type="paragraph" w:customStyle="1" w:styleId="xl22">
    <w:name w:val="xl22"/>
    <w:basedOn w:val="af3"/>
    <w:uiPriority w:val="99"/>
    <w:rsid w:val="005171FA"/>
    <w:pPr>
      <w:spacing w:before="100" w:beforeAutospacing="1" w:after="100" w:afterAutospacing="1"/>
    </w:pPr>
    <w:rPr>
      <w:rFonts w:ascii="Arial Unicode MS" w:eastAsia="Arial Unicode MS" w:hAnsi="Arial Unicode MS" w:cs="Arial Unicode MS"/>
    </w:rPr>
  </w:style>
  <w:style w:type="paragraph" w:customStyle="1" w:styleId="xl23">
    <w:name w:val="xl23"/>
    <w:basedOn w:val="af3"/>
    <w:uiPriority w:val="99"/>
    <w:rsid w:val="005171FA"/>
    <w:pPr>
      <w:spacing w:before="100" w:beforeAutospacing="1" w:after="100" w:afterAutospacing="1"/>
    </w:pPr>
    <w:rPr>
      <w:rFonts w:ascii="Arial Unicode MS" w:eastAsia="Arial Unicode MS" w:hAnsi="Arial Unicode MS" w:cs="Arial Unicode MS"/>
      <w:sz w:val="16"/>
      <w:szCs w:val="16"/>
    </w:rPr>
  </w:style>
  <w:style w:type="paragraph" w:customStyle="1" w:styleId="xl24">
    <w:name w:val="xl24"/>
    <w:basedOn w:val="af3"/>
    <w:uiPriority w:val="99"/>
    <w:rsid w:val="005171FA"/>
    <w:pPr>
      <w:spacing w:before="100" w:beforeAutospacing="1" w:after="100" w:afterAutospacing="1"/>
    </w:pPr>
    <w:rPr>
      <w:rFonts w:ascii="Arial" w:eastAsia="Arial Unicode MS" w:hAnsi="Arial" w:cs="Arial"/>
      <w:sz w:val="18"/>
      <w:szCs w:val="18"/>
    </w:rPr>
  </w:style>
  <w:style w:type="paragraph" w:customStyle="1" w:styleId="xl25">
    <w:name w:val="xl25"/>
    <w:basedOn w:val="af3"/>
    <w:uiPriority w:val="99"/>
    <w:rsid w:val="005171FA"/>
    <w:pPr>
      <w:spacing w:before="100" w:beforeAutospacing="1" w:after="100" w:afterAutospacing="1"/>
    </w:pPr>
    <w:rPr>
      <w:rFonts w:ascii="Arial" w:eastAsia="Arial Unicode MS" w:hAnsi="Arial" w:cs="Arial"/>
      <w:sz w:val="18"/>
      <w:szCs w:val="18"/>
    </w:rPr>
  </w:style>
  <w:style w:type="paragraph" w:customStyle="1" w:styleId="xl60">
    <w:name w:val="xl60"/>
    <w:basedOn w:val="af3"/>
    <w:uiPriority w:val="99"/>
    <w:rsid w:val="005171FA"/>
    <w:pPr>
      <w:spacing w:before="100" w:beforeAutospacing="1" w:after="100" w:afterAutospacing="1"/>
      <w:jc w:val="center"/>
    </w:pPr>
    <w:rPr>
      <w:rFonts w:ascii="Arial" w:eastAsia="Arial Unicode MS" w:hAnsi="Arial" w:cs="Arial"/>
      <w:b/>
      <w:bCs/>
      <w:i/>
      <w:iCs/>
    </w:rPr>
  </w:style>
  <w:style w:type="paragraph" w:customStyle="1" w:styleId="xl61">
    <w:name w:val="xl61"/>
    <w:basedOn w:val="af3"/>
    <w:uiPriority w:val="99"/>
    <w:rsid w:val="005171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62">
    <w:name w:val="xl62"/>
    <w:basedOn w:val="af3"/>
    <w:uiPriority w:val="99"/>
    <w:rsid w:val="005171F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bottom"/>
    </w:pPr>
    <w:rPr>
      <w:rFonts w:ascii="Arial Unicode MS" w:eastAsia="Arial Unicode MS" w:hAnsi="Arial Unicode MS" w:cs="Arial Unicode MS"/>
    </w:rPr>
  </w:style>
  <w:style w:type="paragraph" w:customStyle="1" w:styleId="affffffff3">
    <w:name w:val="Титул"/>
    <w:basedOn w:val="af3"/>
    <w:uiPriority w:val="99"/>
    <w:rsid w:val="00F47937"/>
    <w:pPr>
      <w:spacing w:before="1440" w:after="840"/>
      <w:jc w:val="center"/>
    </w:pPr>
    <w:rPr>
      <w:b/>
      <w:spacing w:val="30"/>
      <w:sz w:val="40"/>
      <w:szCs w:val="48"/>
    </w:rPr>
  </w:style>
  <w:style w:type="paragraph" w:customStyle="1" w:styleId="-f5">
    <w:name w:val="АС-Наименование заказчика#"/>
    <w:next w:val="-f6"/>
    <w:uiPriority w:val="99"/>
    <w:rsid w:val="005171FA"/>
    <w:pPr>
      <w:spacing w:before="240" w:after="2880"/>
      <w:jc w:val="center"/>
    </w:pPr>
    <w:rPr>
      <w:rFonts w:ascii="Georgia" w:hAnsi="Georgia"/>
      <w:sz w:val="36"/>
      <w:szCs w:val="24"/>
    </w:rPr>
  </w:style>
  <w:style w:type="paragraph" w:customStyle="1" w:styleId="-f6">
    <w:name w:val="АС-ПО#"/>
    <w:basedOn w:val="af3"/>
    <w:next w:val="af3"/>
    <w:uiPriority w:val="99"/>
    <w:rsid w:val="002E13C8"/>
    <w:pPr>
      <w:spacing w:before="1440"/>
      <w:jc w:val="center"/>
    </w:pPr>
    <w:rPr>
      <w:rFonts w:ascii="Georgia" w:eastAsia="Times New Roman" w:hAnsi="Georgia"/>
      <w:b/>
      <w:spacing w:val="30"/>
      <w:sz w:val="48"/>
      <w:szCs w:val="48"/>
      <w:lang w:eastAsia="ru-RU"/>
    </w:rPr>
  </w:style>
  <w:style w:type="paragraph" w:customStyle="1" w:styleId="-f7">
    <w:name w:val="АС-Наименование ПО#"/>
    <w:basedOn w:val="-f6"/>
    <w:uiPriority w:val="99"/>
    <w:rsid w:val="002E13C8"/>
    <w:pPr>
      <w:spacing w:before="240" w:after="240"/>
    </w:pPr>
    <w:rPr>
      <w:b w:val="0"/>
    </w:rPr>
  </w:style>
  <w:style w:type="paragraph" w:customStyle="1" w:styleId="-f8">
    <w:name w:val="АС-Тип документа#"/>
    <w:basedOn w:val="-f7"/>
    <w:next w:val="af3"/>
    <w:uiPriority w:val="99"/>
    <w:rsid w:val="002E13C8"/>
    <w:rPr>
      <w:b/>
      <w:sz w:val="40"/>
    </w:rPr>
  </w:style>
  <w:style w:type="paragraph" w:customStyle="1" w:styleId="-f9">
    <w:name w:val="АС-Число листов#"/>
    <w:basedOn w:val="-f8"/>
    <w:next w:val="af3"/>
    <w:uiPriority w:val="99"/>
    <w:rsid w:val="002E13C8"/>
    <w:pPr>
      <w:spacing w:before="1800"/>
    </w:pPr>
    <w:rPr>
      <w:rFonts w:ascii="Times New Roman" w:hAnsi="Times New Roman"/>
      <w:b w:val="0"/>
      <w:sz w:val="28"/>
    </w:rPr>
  </w:style>
  <w:style w:type="paragraph" w:customStyle="1" w:styleId="-fa">
    <w:name w:val="АС-Краткое наименование#"/>
    <w:basedOn w:val="-f7"/>
    <w:next w:val="-f8"/>
    <w:uiPriority w:val="99"/>
    <w:rsid w:val="005171FA"/>
    <w:pPr>
      <w:spacing w:before="480" w:after="480"/>
    </w:pPr>
  </w:style>
  <w:style w:type="paragraph" w:customStyle="1" w:styleId="-fb">
    <w:name w:val="АС-Организация#"/>
    <w:basedOn w:val="af3"/>
    <w:uiPriority w:val="99"/>
    <w:rsid w:val="002E13C8"/>
    <w:pPr>
      <w:keepLines/>
      <w:framePr w:w="8640" w:h="1440" w:wrap="notBeside" w:vAnchor="page" w:hAnchor="margin" w:xAlign="center" w:y="889" w:anchorLock="1"/>
      <w:spacing w:before="120" w:after="120" w:line="240" w:lineRule="atLeast"/>
      <w:ind w:left="284"/>
    </w:pPr>
    <w:rPr>
      <w:rFonts w:eastAsia="Times New Roman"/>
      <w:b/>
      <w:caps/>
      <w:spacing w:val="75"/>
      <w:sz w:val="28"/>
      <w:szCs w:val="20"/>
      <w:lang w:eastAsia="ru-RU"/>
    </w:rPr>
  </w:style>
  <w:style w:type="paragraph" w:customStyle="1" w:styleId="-b">
    <w:name w:val="АС-Абзац#"/>
    <w:basedOn w:val="af3"/>
    <w:link w:val="-fc"/>
    <w:autoRedefine/>
    <w:rsid w:val="002E33D8"/>
    <w:pPr>
      <w:tabs>
        <w:tab w:val="left" w:pos="284"/>
        <w:tab w:val="left" w:pos="709"/>
      </w:tabs>
      <w:ind w:firstLine="709"/>
    </w:pPr>
    <w:rPr>
      <w:rFonts w:eastAsia="Times New Roman"/>
      <w:szCs w:val="20"/>
    </w:rPr>
  </w:style>
  <w:style w:type="character" w:customStyle="1" w:styleId="-fc">
    <w:name w:val="АС-Абзац# Знак"/>
    <w:link w:val="-b"/>
    <w:locked/>
    <w:rsid w:val="002E33D8"/>
    <w:rPr>
      <w:sz w:val="24"/>
      <w:lang w:eastAsia="en-US"/>
    </w:rPr>
  </w:style>
  <w:style w:type="paragraph" w:customStyle="1" w:styleId="-fd">
    <w:name w:val="АС-Адрес#"/>
    <w:basedOn w:val="af3"/>
    <w:uiPriority w:val="99"/>
    <w:rsid w:val="005171FA"/>
    <w:pPr>
      <w:framePr w:w="8494" w:h="866" w:wrap="auto" w:vAnchor="text" w:hAnchor="page" w:x="2449" w:y="1"/>
      <w:tabs>
        <w:tab w:val="num" w:pos="927"/>
      </w:tabs>
      <w:ind w:left="567" w:firstLine="567"/>
    </w:pPr>
    <w:rPr>
      <w:rFonts w:ascii="Arial" w:hAnsi="Arial"/>
      <w:b/>
      <w:caps/>
      <w:sz w:val="16"/>
    </w:rPr>
  </w:style>
  <w:style w:type="paragraph" w:customStyle="1" w:styleId="-fe">
    <w:name w:val="АС-Введение#"/>
    <w:basedOn w:val="-10"/>
    <w:next w:val="-b"/>
    <w:uiPriority w:val="99"/>
    <w:rsid w:val="005171FA"/>
    <w:pPr>
      <w:keepNext w:val="0"/>
      <w:pageBreakBefore w:val="0"/>
      <w:numPr>
        <w:numId w:val="0"/>
      </w:numPr>
      <w:spacing w:before="360" w:after="360"/>
      <w:ind w:left="567"/>
    </w:pPr>
  </w:style>
  <w:style w:type="paragraph" w:customStyle="1" w:styleId="-ff">
    <w:name w:val="АС-Содержание#"/>
    <w:basedOn w:val="-b"/>
    <w:next w:val="-b"/>
    <w:uiPriority w:val="99"/>
    <w:rsid w:val="00CC6142"/>
    <w:pPr>
      <w:spacing w:before="360" w:after="360"/>
      <w:ind w:left="567"/>
    </w:pPr>
    <w:rPr>
      <w:b/>
      <w:sz w:val="28"/>
    </w:rPr>
  </w:style>
  <w:style w:type="paragraph" w:customStyle="1" w:styleId="-ff0">
    <w:name w:val="АС-Подпись под рисунком#"/>
    <w:basedOn w:val="-b"/>
    <w:next w:val="-b"/>
    <w:link w:val="-ff1"/>
    <w:rsid w:val="005171FA"/>
    <w:pPr>
      <w:ind w:firstLine="0"/>
      <w:jc w:val="center"/>
    </w:pPr>
    <w:rPr>
      <w:b/>
    </w:rPr>
  </w:style>
  <w:style w:type="paragraph" w:customStyle="1" w:styleId="-ff2">
    <w:name w:val="АС-Список#"/>
    <w:basedOn w:val="af3"/>
    <w:next w:val="af3"/>
    <w:link w:val="-ff3"/>
    <w:autoRedefine/>
    <w:rsid w:val="00F47937"/>
    <w:pPr>
      <w:spacing w:before="120" w:after="120"/>
      <w:ind w:left="720" w:hanging="360"/>
      <w:contextualSpacing/>
    </w:pPr>
  </w:style>
  <w:style w:type="paragraph" w:customStyle="1" w:styleId="-14">
    <w:name w:val="АС-Список_1#"/>
    <w:basedOn w:val="af3"/>
    <w:link w:val="-17"/>
    <w:uiPriority w:val="99"/>
    <w:rsid w:val="002E13C8"/>
    <w:pPr>
      <w:numPr>
        <w:numId w:val="3"/>
      </w:numPr>
    </w:pPr>
    <w:rPr>
      <w:rFonts w:eastAsia="Times New Roman"/>
      <w:szCs w:val="20"/>
      <w:lang w:eastAsia="ru-RU"/>
    </w:rPr>
  </w:style>
  <w:style w:type="paragraph" w:customStyle="1" w:styleId="-21">
    <w:name w:val="АС-Список_2#"/>
    <w:basedOn w:val="2ff"/>
    <w:link w:val="-210"/>
    <w:autoRedefine/>
    <w:uiPriority w:val="99"/>
    <w:rsid w:val="002E13C8"/>
    <w:pPr>
      <w:numPr>
        <w:numId w:val="33"/>
      </w:numPr>
    </w:pPr>
  </w:style>
  <w:style w:type="character" w:customStyle="1" w:styleId="-25">
    <w:name w:val="АС-Список_2# Знак Знак"/>
    <w:rsid w:val="005171FA"/>
    <w:rPr>
      <w:sz w:val="24"/>
      <w:lang w:val="ru-RU" w:eastAsia="ru-RU"/>
    </w:rPr>
  </w:style>
  <w:style w:type="paragraph" w:customStyle="1" w:styleId="-32">
    <w:name w:val="АС-Список_3а#"/>
    <w:basedOn w:val="39"/>
    <w:link w:val="-33"/>
    <w:rsid w:val="00FF17F5"/>
    <w:pPr>
      <w:tabs>
        <w:tab w:val="num" w:pos="1985"/>
      </w:tabs>
      <w:ind w:left="2381" w:hanging="113"/>
    </w:pPr>
  </w:style>
  <w:style w:type="paragraph" w:customStyle="1" w:styleId="-4">
    <w:name w:val="АС-Список_4#"/>
    <w:basedOn w:val="-14"/>
    <w:uiPriority w:val="99"/>
    <w:rsid w:val="002E13C8"/>
    <w:pPr>
      <w:numPr>
        <w:numId w:val="50"/>
      </w:numPr>
    </w:pPr>
  </w:style>
  <w:style w:type="paragraph" w:customStyle="1" w:styleId="-ff4">
    <w:name w:val="АС-Внимание#"/>
    <w:basedOn w:val="af1"/>
    <w:link w:val="-ff5"/>
    <w:uiPriority w:val="99"/>
    <w:rsid w:val="001606DB"/>
  </w:style>
  <w:style w:type="paragraph" w:customStyle="1" w:styleId="-ff6">
    <w:name w:val="АС-Название таблицы#"/>
    <w:uiPriority w:val="99"/>
    <w:rsid w:val="005171FA"/>
    <w:pPr>
      <w:spacing w:before="120"/>
      <w:jc w:val="right"/>
    </w:pPr>
    <w:rPr>
      <w:b/>
      <w:sz w:val="24"/>
      <w:szCs w:val="24"/>
    </w:rPr>
  </w:style>
  <w:style w:type="paragraph" w:customStyle="1" w:styleId="-ff7">
    <w:name w:val="АС-Текст таблицы#"/>
    <w:uiPriority w:val="99"/>
    <w:rsid w:val="00F47937"/>
    <w:pPr>
      <w:widowControl w:val="0"/>
      <w:jc w:val="center"/>
    </w:pPr>
    <w:rPr>
      <w:b/>
      <w:sz w:val="24"/>
      <w:szCs w:val="24"/>
    </w:rPr>
  </w:style>
  <w:style w:type="paragraph" w:customStyle="1" w:styleId="-ff8">
    <w:name w:val="АС-Таблица. Заголовок"/>
    <w:basedOn w:val="-ff7"/>
    <w:next w:val="-ff7"/>
    <w:uiPriority w:val="99"/>
    <w:rsid w:val="005171FA"/>
  </w:style>
  <w:style w:type="paragraph" w:customStyle="1" w:styleId="affffffff4">
    <w:name w:val="Рисунок"/>
    <w:basedOn w:val="af3"/>
    <w:uiPriority w:val="99"/>
    <w:rsid w:val="00F47937"/>
    <w:pPr>
      <w:spacing w:before="120"/>
      <w:jc w:val="center"/>
    </w:pPr>
    <w:rPr>
      <w:rFonts w:ascii="Arial" w:hAnsi="Arial"/>
    </w:rPr>
  </w:style>
  <w:style w:type="paragraph" w:customStyle="1" w:styleId="25">
    <w:name w:val="Для приложений 2"/>
    <w:basedOn w:val="af3"/>
    <w:uiPriority w:val="99"/>
    <w:rsid w:val="00F47937"/>
    <w:pPr>
      <w:keepNext/>
      <w:numPr>
        <w:ilvl w:val="2"/>
        <w:numId w:val="41"/>
      </w:numPr>
      <w:outlineLvl w:val="1"/>
    </w:pPr>
    <w:rPr>
      <w:rFonts w:ascii="Tahoma" w:hAnsi="Tahoma" w:cs="Arial"/>
      <w:bCs/>
      <w:i/>
      <w:iCs/>
      <w:color w:val="FFFFFF"/>
    </w:rPr>
  </w:style>
  <w:style w:type="paragraph" w:customStyle="1" w:styleId="ae">
    <w:name w:val="Подпись под рисунком"/>
    <w:basedOn w:val="af3"/>
    <w:uiPriority w:val="99"/>
    <w:rsid w:val="00F47937"/>
    <w:pPr>
      <w:numPr>
        <w:ilvl w:val="1"/>
        <w:numId w:val="23"/>
      </w:numPr>
      <w:spacing w:before="60" w:after="240"/>
      <w:jc w:val="center"/>
    </w:pPr>
    <w:rPr>
      <w:b/>
      <w:sz w:val="20"/>
    </w:rPr>
  </w:style>
  <w:style w:type="paragraph" w:customStyle="1" w:styleId="affffffff5">
    <w:name w:val="Список нумерованный"/>
    <w:basedOn w:val="af3"/>
    <w:uiPriority w:val="99"/>
    <w:rsid w:val="00F47937"/>
    <w:pPr>
      <w:spacing w:after="120"/>
    </w:pPr>
    <w:rPr>
      <w:rFonts w:ascii="Arial" w:hAnsi="Arial"/>
    </w:rPr>
  </w:style>
  <w:style w:type="character" w:customStyle="1" w:styleId="Courier13pt">
    <w:name w:val="Стиль Стиль абзаца + Courier 13 pt полужирный Знак"/>
    <w:rsid w:val="005171FA"/>
    <w:rPr>
      <w:b/>
      <w:sz w:val="24"/>
      <w:lang w:val="ru-RU" w:eastAsia="ru-RU"/>
    </w:rPr>
  </w:style>
  <w:style w:type="paragraph" w:customStyle="1" w:styleId="6a">
    <w:name w:val="Стиль Подпись под рисунком + После:  6 пт"/>
    <w:basedOn w:val="ae"/>
    <w:uiPriority w:val="99"/>
    <w:rsid w:val="00F47937"/>
    <w:pPr>
      <w:numPr>
        <w:ilvl w:val="0"/>
        <w:numId w:val="0"/>
      </w:numPr>
      <w:spacing w:after="120"/>
    </w:pPr>
    <w:rPr>
      <w:bCs/>
      <w:sz w:val="24"/>
    </w:rPr>
  </w:style>
  <w:style w:type="paragraph" w:customStyle="1" w:styleId="2ff0">
    <w:name w:val="Список маркированный (2 уровень)"/>
    <w:basedOn w:val="af9"/>
    <w:link w:val="2ff1"/>
    <w:uiPriority w:val="99"/>
    <w:rsid w:val="00F47937"/>
    <w:pPr>
      <w:spacing w:before="120"/>
      <w:ind w:firstLine="0"/>
    </w:pPr>
  </w:style>
  <w:style w:type="paragraph" w:customStyle="1" w:styleId="3f9">
    <w:name w:val="Список маркированный (3 уровень)"/>
    <w:basedOn w:val="2ff0"/>
    <w:uiPriority w:val="99"/>
    <w:rsid w:val="00F47937"/>
    <w:pPr>
      <w:tabs>
        <w:tab w:val="num" w:pos="1985"/>
      </w:tabs>
    </w:pPr>
  </w:style>
  <w:style w:type="character" w:customStyle="1" w:styleId="A20">
    <w:name w:val="A2"/>
    <w:rsid w:val="00F47937"/>
    <w:rPr>
      <w:rFonts w:ascii="Myriad Pro" w:hAnsi="Myriad Pro"/>
      <w:color w:val="221E1F"/>
      <w:sz w:val="22"/>
    </w:rPr>
  </w:style>
  <w:style w:type="paragraph" w:customStyle="1" w:styleId="--2">
    <w:name w:val="АС-Введение-2#"/>
    <w:basedOn w:val="-fe"/>
    <w:uiPriority w:val="99"/>
    <w:rsid w:val="005171FA"/>
    <w:rPr>
      <w:sz w:val="36"/>
    </w:rPr>
  </w:style>
  <w:style w:type="paragraph" w:customStyle="1" w:styleId="affffffff6">
    <w:name w:val="Стиль Название объекта + По центру"/>
    <w:basedOn w:val="af8"/>
    <w:uiPriority w:val="99"/>
    <w:rsid w:val="00F47937"/>
    <w:pPr>
      <w:spacing w:before="120" w:after="120"/>
      <w:jc w:val="center"/>
    </w:pPr>
  </w:style>
  <w:style w:type="paragraph" w:customStyle="1" w:styleId="1fc">
    <w:name w:val="Стиль Название объекта + По центру1"/>
    <w:basedOn w:val="af8"/>
    <w:uiPriority w:val="99"/>
    <w:rsid w:val="00F47937"/>
    <w:pPr>
      <w:spacing w:before="120" w:after="120"/>
      <w:jc w:val="center"/>
    </w:pPr>
  </w:style>
  <w:style w:type="paragraph" w:customStyle="1" w:styleId="2ff2">
    <w:name w:val="Стиль Название объекта + По центру2"/>
    <w:basedOn w:val="af8"/>
    <w:autoRedefine/>
    <w:uiPriority w:val="99"/>
    <w:rsid w:val="00F47937"/>
    <w:pPr>
      <w:spacing w:before="120" w:after="120"/>
      <w:jc w:val="center"/>
    </w:pPr>
  </w:style>
  <w:style w:type="paragraph" w:customStyle="1" w:styleId="3fa">
    <w:name w:val="Стиль Название объекта + По центру3"/>
    <w:basedOn w:val="af8"/>
    <w:uiPriority w:val="99"/>
    <w:rsid w:val="00F47937"/>
    <w:pPr>
      <w:spacing w:before="120" w:after="120"/>
      <w:jc w:val="center"/>
    </w:pPr>
  </w:style>
  <w:style w:type="paragraph" w:customStyle="1" w:styleId="1fd">
    <w:name w:val="Временный Стиль1"/>
    <w:basedOn w:val="af3"/>
    <w:uiPriority w:val="99"/>
    <w:rsid w:val="00F47937"/>
    <w:rPr>
      <w:b/>
    </w:rPr>
  </w:style>
  <w:style w:type="paragraph" w:customStyle="1" w:styleId="-ff9">
    <w:name w:val="АС-ПРИЛОЖЕНИЕ"/>
    <w:basedOn w:val="af3"/>
    <w:uiPriority w:val="99"/>
    <w:rsid w:val="005171FA"/>
    <w:pPr>
      <w:spacing w:before="120" w:after="120"/>
      <w:ind w:firstLine="567"/>
      <w:contextualSpacing/>
    </w:pPr>
    <w:rPr>
      <w:rFonts w:ascii="Arial" w:hAnsi="Arial"/>
      <w:color w:val="FFFFFF"/>
      <w:sz w:val="32"/>
      <w:szCs w:val="36"/>
    </w:rPr>
  </w:style>
  <w:style w:type="paragraph" w:customStyle="1" w:styleId="-26">
    <w:name w:val="АС-Приложение 2#"/>
    <w:basedOn w:val="af3"/>
    <w:uiPriority w:val="99"/>
    <w:rsid w:val="005171FA"/>
    <w:pPr>
      <w:keepNext/>
      <w:tabs>
        <w:tab w:val="num" w:pos="1143"/>
      </w:tabs>
      <w:spacing w:before="240" w:after="240"/>
      <w:ind w:firstLine="567"/>
      <w:outlineLvl w:val="1"/>
    </w:pPr>
    <w:rPr>
      <w:rFonts w:ascii="Arial" w:hAnsi="Arial" w:cs="Arial"/>
      <w:b/>
      <w:bCs/>
      <w:iCs/>
      <w:sz w:val="36"/>
      <w:szCs w:val="28"/>
    </w:rPr>
  </w:style>
  <w:style w:type="paragraph" w:customStyle="1" w:styleId="-ffa">
    <w:name w:val="АС-Сноска"/>
    <w:uiPriority w:val="99"/>
    <w:rsid w:val="005171FA"/>
    <w:pPr>
      <w:spacing w:line="204" w:lineRule="auto"/>
      <w:jc w:val="center"/>
    </w:pPr>
    <w:rPr>
      <w:rFonts w:ascii="Microsoft Sans Serif" w:hAnsi="Microsoft Sans Serif"/>
      <w:szCs w:val="24"/>
    </w:rPr>
  </w:style>
  <w:style w:type="paragraph" w:customStyle="1" w:styleId="affffffff7">
    <w:name w:val="Наименование"/>
    <w:basedOn w:val="af3"/>
    <w:uiPriority w:val="99"/>
    <w:locked/>
    <w:rsid w:val="005171FA"/>
    <w:pPr>
      <w:spacing w:before="960" w:after="480"/>
      <w:ind w:firstLine="567"/>
      <w:jc w:val="center"/>
    </w:pPr>
    <w:rPr>
      <w:rFonts w:ascii="Georgia" w:hAnsi="Georgia"/>
      <w:b/>
      <w:kern w:val="28"/>
      <w:sz w:val="36"/>
    </w:rPr>
  </w:style>
  <w:style w:type="paragraph" w:customStyle="1" w:styleId="affffffff8">
    <w:name w:val="Рис."/>
    <w:basedOn w:val="af8"/>
    <w:uiPriority w:val="99"/>
    <w:rsid w:val="00F47937"/>
    <w:pPr>
      <w:spacing w:before="120" w:after="120"/>
      <w:ind w:left="685"/>
      <w:jc w:val="center"/>
    </w:pPr>
  </w:style>
  <w:style w:type="paragraph" w:customStyle="1" w:styleId="1fe">
    <w:name w:val="Обычный Заголовок 1"/>
    <w:basedOn w:val="1d"/>
    <w:uiPriority w:val="99"/>
    <w:rsid w:val="005171FA"/>
    <w:pPr>
      <w:keepLines/>
      <w:tabs>
        <w:tab w:val="left" w:pos="1134"/>
      </w:tabs>
      <w:spacing w:before="120"/>
    </w:pPr>
    <w:rPr>
      <w:caps/>
      <w:spacing w:val="4"/>
      <w:kern w:val="28"/>
    </w:rPr>
  </w:style>
  <w:style w:type="paragraph" w:customStyle="1" w:styleId="2ff3">
    <w:name w:val="Обычный заголовок 2"/>
    <w:basedOn w:val="1ff"/>
    <w:uiPriority w:val="99"/>
    <w:rsid w:val="005171FA"/>
    <w:pPr>
      <w:tabs>
        <w:tab w:val="clear" w:pos="1440"/>
        <w:tab w:val="num" w:pos="900"/>
      </w:tabs>
      <w:ind w:left="900" w:firstLine="0"/>
      <w:outlineLvl w:val="1"/>
    </w:pPr>
  </w:style>
  <w:style w:type="paragraph" w:customStyle="1" w:styleId="1ff">
    <w:name w:val="Обычный заголовок 1"/>
    <w:basedOn w:val="af3"/>
    <w:uiPriority w:val="99"/>
    <w:rsid w:val="005171FA"/>
    <w:pPr>
      <w:tabs>
        <w:tab w:val="num" w:pos="1440"/>
      </w:tabs>
      <w:spacing w:before="120" w:after="120"/>
      <w:ind w:left="1440" w:hanging="360"/>
      <w:outlineLvl w:val="0"/>
    </w:pPr>
    <w:rPr>
      <w:rFonts w:ascii="Arial" w:hAnsi="Arial"/>
      <w:b/>
      <w:sz w:val="32"/>
    </w:rPr>
  </w:style>
  <w:style w:type="paragraph" w:customStyle="1" w:styleId="30">
    <w:name w:val="Обычный заголовок 3"/>
    <w:basedOn w:val="2ff3"/>
    <w:uiPriority w:val="99"/>
    <w:rsid w:val="005171FA"/>
    <w:pPr>
      <w:numPr>
        <w:ilvl w:val="1"/>
        <w:numId w:val="28"/>
      </w:numPr>
      <w:ind w:left="1904" w:hanging="504"/>
      <w:outlineLvl w:val="2"/>
    </w:pPr>
  </w:style>
  <w:style w:type="paragraph" w:customStyle="1" w:styleId="1">
    <w:name w:val="Заголовок1"/>
    <w:basedOn w:val="af3"/>
    <w:rsid w:val="005171FA"/>
    <w:pPr>
      <w:numPr>
        <w:ilvl w:val="2"/>
        <w:numId w:val="24"/>
      </w:numPr>
      <w:tabs>
        <w:tab w:val="clear" w:pos="2120"/>
      </w:tabs>
      <w:spacing w:before="240" w:after="60"/>
      <w:ind w:left="0" w:firstLine="709"/>
    </w:pPr>
    <w:rPr>
      <w:rFonts w:ascii="Arial" w:hAnsi="Arial"/>
      <w:b/>
      <w:sz w:val="32"/>
      <w:szCs w:val="32"/>
    </w:rPr>
  </w:style>
  <w:style w:type="paragraph" w:customStyle="1" w:styleId="affffffff9">
    <w:name w:val="Обычный заголовок"/>
    <w:basedOn w:val="af3"/>
    <w:uiPriority w:val="99"/>
    <w:rsid w:val="005171FA"/>
    <w:pPr>
      <w:spacing w:before="240" w:after="60"/>
      <w:ind w:firstLine="680"/>
    </w:pPr>
    <w:rPr>
      <w:rFonts w:ascii="Arial" w:hAnsi="Arial"/>
      <w:b/>
      <w:sz w:val="32"/>
      <w:szCs w:val="32"/>
    </w:rPr>
  </w:style>
  <w:style w:type="paragraph" w:customStyle="1" w:styleId="affffffffa">
    <w:name w:val="Обычный текст с отступом"/>
    <w:basedOn w:val="af3"/>
    <w:uiPriority w:val="99"/>
    <w:rsid w:val="005171FA"/>
    <w:pPr>
      <w:ind w:firstLine="680"/>
    </w:pPr>
    <w:rPr>
      <w:rFonts w:ascii="Arial" w:hAnsi="Arial"/>
    </w:rPr>
  </w:style>
  <w:style w:type="paragraph" w:customStyle="1" w:styleId="44">
    <w:name w:val="Обычный заголовок 4"/>
    <w:basedOn w:val="30"/>
    <w:uiPriority w:val="99"/>
    <w:rsid w:val="005171FA"/>
    <w:pPr>
      <w:numPr>
        <w:ilvl w:val="0"/>
        <w:numId w:val="29"/>
      </w:numPr>
      <w:tabs>
        <w:tab w:val="clear" w:pos="720"/>
        <w:tab w:val="num" w:pos="2120"/>
      </w:tabs>
      <w:outlineLvl w:val="3"/>
    </w:pPr>
    <w:rPr>
      <w:sz w:val="24"/>
    </w:rPr>
  </w:style>
  <w:style w:type="paragraph" w:customStyle="1" w:styleId="affffffffb">
    <w:name w:val="Название обычной таблицы"/>
    <w:basedOn w:val="af8"/>
    <w:uiPriority w:val="99"/>
    <w:rsid w:val="005171FA"/>
    <w:pPr>
      <w:spacing w:before="120" w:after="120"/>
      <w:ind w:firstLine="567"/>
    </w:pPr>
    <w:rPr>
      <w:rFonts w:ascii="Arial" w:hAnsi="Arial"/>
      <w:sz w:val="24"/>
    </w:rPr>
  </w:style>
  <w:style w:type="paragraph" w:customStyle="1" w:styleId="affffffffc">
    <w:name w:val="Обычная подпись под картинкой"/>
    <w:basedOn w:val="af3"/>
    <w:uiPriority w:val="99"/>
    <w:rsid w:val="005171FA"/>
    <w:pPr>
      <w:spacing w:before="120"/>
      <w:ind w:firstLine="709"/>
    </w:pPr>
    <w:rPr>
      <w:rFonts w:ascii="Arial" w:hAnsi="Arial"/>
      <w:b/>
    </w:rPr>
  </w:style>
  <w:style w:type="paragraph" w:customStyle="1" w:styleId="affffffffd">
    <w:name w:val="Картинка"/>
    <w:uiPriority w:val="99"/>
    <w:rsid w:val="005171FA"/>
    <w:pPr>
      <w:jc w:val="center"/>
    </w:pPr>
    <w:rPr>
      <w:rFonts w:cs="Arial"/>
      <w:b/>
      <w:bCs/>
      <w:sz w:val="24"/>
      <w:szCs w:val="24"/>
    </w:rPr>
  </w:style>
  <w:style w:type="paragraph" w:customStyle="1" w:styleId="1ff0">
    <w:name w:val="1Текстабзаца"/>
    <w:basedOn w:val="af3"/>
    <w:uiPriority w:val="99"/>
    <w:rsid w:val="005171FA"/>
    <w:pPr>
      <w:ind w:firstLine="567"/>
    </w:pPr>
    <w:rPr>
      <w:rFonts w:ascii="Arial" w:hAnsi="Arial"/>
    </w:rPr>
  </w:style>
  <w:style w:type="paragraph" w:customStyle="1" w:styleId="1ff1">
    <w:name w:val="1Текст абзаца"/>
    <w:basedOn w:val="af3"/>
    <w:uiPriority w:val="99"/>
    <w:rsid w:val="005171FA"/>
    <w:pPr>
      <w:ind w:firstLine="567"/>
    </w:pPr>
    <w:rPr>
      <w:rFonts w:ascii="Arial" w:hAnsi="Arial"/>
    </w:rPr>
  </w:style>
  <w:style w:type="paragraph" w:customStyle="1" w:styleId="1ff2">
    <w:name w:val="1Текст абзаца с отступом"/>
    <w:basedOn w:val="af3"/>
    <w:uiPriority w:val="99"/>
    <w:rsid w:val="005171FA"/>
    <w:pPr>
      <w:ind w:firstLine="709"/>
    </w:pPr>
    <w:rPr>
      <w:rFonts w:ascii="Arial" w:hAnsi="Arial"/>
    </w:rPr>
  </w:style>
  <w:style w:type="paragraph" w:customStyle="1" w:styleId="1ff3">
    <w:name w:val="1 Заголовок текста"/>
    <w:basedOn w:val="1ff2"/>
    <w:uiPriority w:val="99"/>
    <w:rsid w:val="005171FA"/>
    <w:rPr>
      <w:b/>
      <w:sz w:val="32"/>
    </w:rPr>
  </w:style>
  <w:style w:type="paragraph" w:customStyle="1" w:styleId="113">
    <w:name w:val="1 Заголовок текста 1"/>
    <w:basedOn w:val="1ff1"/>
    <w:uiPriority w:val="99"/>
    <w:rsid w:val="005171FA"/>
    <w:pPr>
      <w:tabs>
        <w:tab w:val="num" w:pos="-979"/>
      </w:tabs>
      <w:spacing w:before="240" w:after="120"/>
      <w:ind w:left="-979" w:hanging="360"/>
      <w:outlineLvl w:val="0"/>
    </w:pPr>
    <w:rPr>
      <w:b/>
      <w:sz w:val="32"/>
    </w:rPr>
  </w:style>
  <w:style w:type="paragraph" w:customStyle="1" w:styleId="114">
    <w:name w:val="1 заголовок 1"/>
    <w:basedOn w:val="1ff1"/>
    <w:uiPriority w:val="99"/>
    <w:rsid w:val="005171FA"/>
    <w:pPr>
      <w:spacing w:before="120" w:after="120"/>
      <w:outlineLvl w:val="0"/>
    </w:pPr>
    <w:rPr>
      <w:b/>
      <w:sz w:val="32"/>
    </w:rPr>
  </w:style>
  <w:style w:type="paragraph" w:customStyle="1" w:styleId="110">
    <w:name w:val="1 Заголовок 1"/>
    <w:basedOn w:val="1ff1"/>
    <w:uiPriority w:val="99"/>
    <w:rsid w:val="005171FA"/>
    <w:pPr>
      <w:numPr>
        <w:numId w:val="25"/>
      </w:numPr>
      <w:tabs>
        <w:tab w:val="clear" w:pos="1429"/>
        <w:tab w:val="num" w:pos="720"/>
      </w:tabs>
      <w:spacing w:before="120" w:after="120"/>
      <w:ind w:left="360"/>
      <w:outlineLvl w:val="0"/>
    </w:pPr>
  </w:style>
  <w:style w:type="paragraph" w:customStyle="1" w:styleId="122">
    <w:name w:val="1 Заголовок 2"/>
    <w:basedOn w:val="1ff1"/>
    <w:uiPriority w:val="99"/>
    <w:rsid w:val="005171FA"/>
    <w:pPr>
      <w:tabs>
        <w:tab w:val="num" w:pos="927"/>
      </w:tabs>
      <w:spacing w:before="120" w:after="120"/>
      <w:ind w:left="927" w:hanging="360"/>
      <w:outlineLvl w:val="1"/>
    </w:pPr>
    <w:rPr>
      <w:b/>
      <w:sz w:val="30"/>
    </w:rPr>
  </w:style>
  <w:style w:type="paragraph" w:customStyle="1" w:styleId="13">
    <w:name w:val="1 Заголовок 3"/>
    <w:basedOn w:val="1ff1"/>
    <w:uiPriority w:val="99"/>
    <w:rsid w:val="005171FA"/>
    <w:pPr>
      <w:numPr>
        <w:numId w:val="26"/>
      </w:numPr>
      <w:tabs>
        <w:tab w:val="clear" w:pos="720"/>
        <w:tab w:val="num" w:pos="2160"/>
      </w:tabs>
      <w:spacing w:before="120" w:after="120"/>
      <w:ind w:left="1224" w:hanging="504"/>
      <w:outlineLvl w:val="2"/>
    </w:pPr>
    <w:rPr>
      <w:b/>
      <w:sz w:val="28"/>
    </w:rPr>
  </w:style>
  <w:style w:type="paragraph" w:customStyle="1" w:styleId="140">
    <w:name w:val="1 Заголовок 4"/>
    <w:basedOn w:val="1ff1"/>
    <w:uiPriority w:val="99"/>
    <w:rsid w:val="005171FA"/>
    <w:pPr>
      <w:numPr>
        <w:ilvl w:val="1"/>
        <w:numId w:val="27"/>
      </w:numPr>
      <w:tabs>
        <w:tab w:val="clear" w:pos="1440"/>
        <w:tab w:val="num" w:pos="2880"/>
      </w:tabs>
      <w:ind w:left="1728" w:hanging="648"/>
      <w:outlineLvl w:val="3"/>
    </w:pPr>
    <w:rPr>
      <w:b/>
      <w:sz w:val="28"/>
    </w:rPr>
  </w:style>
  <w:style w:type="paragraph" w:customStyle="1" w:styleId="16">
    <w:name w:val="1 Заголовок"/>
    <w:basedOn w:val="1ff1"/>
    <w:uiPriority w:val="99"/>
    <w:rsid w:val="005171FA"/>
    <w:pPr>
      <w:numPr>
        <w:ilvl w:val="2"/>
        <w:numId w:val="27"/>
      </w:numPr>
      <w:tabs>
        <w:tab w:val="clear" w:pos="2160"/>
      </w:tabs>
      <w:ind w:left="0" w:firstLine="709"/>
    </w:pPr>
    <w:rPr>
      <w:b/>
      <w:sz w:val="32"/>
    </w:rPr>
  </w:style>
  <w:style w:type="paragraph" w:customStyle="1" w:styleId="17">
    <w:name w:val="1Картинка"/>
    <w:uiPriority w:val="99"/>
    <w:rsid w:val="005171FA"/>
    <w:pPr>
      <w:numPr>
        <w:ilvl w:val="3"/>
        <w:numId w:val="27"/>
      </w:numPr>
      <w:tabs>
        <w:tab w:val="clear" w:pos="2880"/>
      </w:tabs>
      <w:ind w:left="0" w:firstLine="0"/>
      <w:jc w:val="center"/>
    </w:pPr>
    <w:rPr>
      <w:rFonts w:cs="Arial"/>
      <w:b/>
      <w:bCs/>
      <w:sz w:val="24"/>
      <w:szCs w:val="24"/>
    </w:rPr>
  </w:style>
  <w:style w:type="paragraph" w:customStyle="1" w:styleId="1ff4">
    <w:name w:val="1 Название обычной таблицы"/>
    <w:basedOn w:val="af8"/>
    <w:uiPriority w:val="99"/>
    <w:rsid w:val="005171FA"/>
    <w:pPr>
      <w:spacing w:before="120" w:after="120"/>
      <w:ind w:firstLine="567"/>
    </w:pPr>
    <w:rPr>
      <w:rFonts w:ascii="Arial" w:hAnsi="Arial"/>
      <w:sz w:val="24"/>
    </w:rPr>
  </w:style>
  <w:style w:type="paragraph" w:customStyle="1" w:styleId="affffffffe">
    <w:name w:val="Новый"/>
    <w:uiPriority w:val="99"/>
    <w:rsid w:val="005171FA"/>
    <w:rPr>
      <w:sz w:val="24"/>
      <w:szCs w:val="24"/>
    </w:rPr>
  </w:style>
  <w:style w:type="paragraph" w:customStyle="1" w:styleId="1ff5">
    <w:name w:val="Новый заголовок 1"/>
    <w:basedOn w:val="affffffffe"/>
    <w:uiPriority w:val="99"/>
    <w:rsid w:val="005171FA"/>
    <w:pPr>
      <w:tabs>
        <w:tab w:val="num" w:pos="1418"/>
      </w:tabs>
      <w:spacing w:before="120" w:after="120"/>
      <w:ind w:left="1418"/>
      <w:outlineLvl w:val="0"/>
    </w:pPr>
    <w:rPr>
      <w:b/>
      <w:sz w:val="32"/>
    </w:rPr>
  </w:style>
  <w:style w:type="paragraph" w:customStyle="1" w:styleId="2ff4">
    <w:name w:val="Новый заголовок 2"/>
    <w:basedOn w:val="1ff5"/>
    <w:uiPriority w:val="99"/>
    <w:rsid w:val="005171FA"/>
    <w:pPr>
      <w:outlineLvl w:val="1"/>
    </w:pPr>
  </w:style>
  <w:style w:type="paragraph" w:customStyle="1" w:styleId="3">
    <w:name w:val="Новый заголовок 3"/>
    <w:basedOn w:val="2ff4"/>
    <w:uiPriority w:val="99"/>
    <w:rsid w:val="005171FA"/>
    <w:pPr>
      <w:numPr>
        <w:numId w:val="30"/>
      </w:numPr>
      <w:tabs>
        <w:tab w:val="clear" w:pos="432"/>
        <w:tab w:val="num" w:pos="720"/>
      </w:tabs>
      <w:ind w:left="720" w:hanging="720"/>
      <w:outlineLvl w:val="2"/>
    </w:pPr>
  </w:style>
  <w:style w:type="paragraph" w:customStyle="1" w:styleId="40">
    <w:name w:val="Новый заголовок 4"/>
    <w:basedOn w:val="3"/>
    <w:uiPriority w:val="99"/>
    <w:rsid w:val="005171FA"/>
    <w:pPr>
      <w:numPr>
        <w:ilvl w:val="1"/>
      </w:numPr>
      <w:tabs>
        <w:tab w:val="clear" w:pos="576"/>
        <w:tab w:val="num" w:pos="454"/>
        <w:tab w:val="num" w:pos="864"/>
      </w:tabs>
      <w:ind w:left="864" w:hanging="864"/>
      <w:outlineLvl w:val="3"/>
    </w:pPr>
    <w:rPr>
      <w:sz w:val="28"/>
    </w:rPr>
  </w:style>
  <w:style w:type="paragraph" w:customStyle="1" w:styleId="a2">
    <w:name w:val="Новое заглавие"/>
    <w:basedOn w:val="affffffffe"/>
    <w:uiPriority w:val="99"/>
    <w:rsid w:val="005171FA"/>
    <w:pPr>
      <w:numPr>
        <w:ilvl w:val="2"/>
        <w:numId w:val="30"/>
      </w:numPr>
      <w:tabs>
        <w:tab w:val="clear" w:pos="720"/>
      </w:tabs>
      <w:ind w:left="0" w:firstLine="709"/>
    </w:pPr>
    <w:rPr>
      <w:b/>
      <w:sz w:val="32"/>
    </w:rPr>
  </w:style>
  <w:style w:type="paragraph" w:customStyle="1" w:styleId="a3">
    <w:name w:val="Новый текст"/>
    <w:uiPriority w:val="99"/>
    <w:rsid w:val="005171FA"/>
    <w:pPr>
      <w:numPr>
        <w:ilvl w:val="3"/>
        <w:numId w:val="30"/>
      </w:numPr>
      <w:tabs>
        <w:tab w:val="clear" w:pos="864"/>
      </w:tabs>
      <w:ind w:left="0" w:firstLine="0"/>
    </w:pPr>
    <w:rPr>
      <w:sz w:val="24"/>
      <w:szCs w:val="24"/>
    </w:rPr>
  </w:style>
  <w:style w:type="paragraph" w:customStyle="1" w:styleId="afffffffff">
    <w:name w:val="Новый текст с отступом"/>
    <w:basedOn w:val="a3"/>
    <w:uiPriority w:val="99"/>
    <w:rsid w:val="005171FA"/>
    <w:pPr>
      <w:ind w:firstLine="709"/>
    </w:pPr>
  </w:style>
  <w:style w:type="paragraph" w:customStyle="1" w:styleId="afffffffff0">
    <w:name w:val="Новое название таблицы"/>
    <w:basedOn w:val="a3"/>
    <w:uiPriority w:val="99"/>
    <w:rsid w:val="005171FA"/>
    <w:rPr>
      <w:b/>
    </w:rPr>
  </w:style>
  <w:style w:type="paragraph" w:customStyle="1" w:styleId="afffffffff1">
    <w:name w:val="Новая подпись под рисунком"/>
    <w:basedOn w:val="a3"/>
    <w:uiPriority w:val="99"/>
    <w:rsid w:val="005171FA"/>
    <w:pPr>
      <w:jc w:val="center"/>
    </w:pPr>
    <w:rPr>
      <w:b/>
    </w:rPr>
  </w:style>
  <w:style w:type="paragraph" w:customStyle="1" w:styleId="afffffffff2">
    <w:name w:val="ваевапвк"/>
    <w:uiPriority w:val="99"/>
    <w:rsid w:val="00F47937"/>
    <w:pPr>
      <w:tabs>
        <w:tab w:val="right" w:leader="dot" w:pos="9345"/>
      </w:tabs>
    </w:pPr>
    <w:rPr>
      <w:sz w:val="24"/>
      <w:szCs w:val="24"/>
    </w:rPr>
  </w:style>
  <w:style w:type="character" w:customStyle="1" w:styleId="aff6">
    <w:name w:val="нумерованный Знак Знак"/>
    <w:link w:val="aff5"/>
    <w:locked/>
    <w:rsid w:val="00CB5AC0"/>
    <w:rPr>
      <w:sz w:val="24"/>
    </w:rPr>
  </w:style>
  <w:style w:type="paragraph" w:customStyle="1" w:styleId="-ffb">
    <w:name w:val="АС-Рисунок#"/>
    <w:basedOn w:val="af3"/>
    <w:next w:val="af3"/>
    <w:link w:val="-ffc"/>
    <w:autoRedefine/>
    <w:rsid w:val="002E13C8"/>
    <w:pPr>
      <w:keepNext/>
      <w:jc w:val="center"/>
    </w:pPr>
    <w:rPr>
      <w:rFonts w:eastAsia="Times New Roman"/>
      <w:spacing w:val="40"/>
    </w:rPr>
  </w:style>
  <w:style w:type="character" w:customStyle="1" w:styleId="-ff1">
    <w:name w:val="АС-Подпись под рисунком# Знак"/>
    <w:link w:val="-ff0"/>
    <w:locked/>
    <w:rsid w:val="00173EDF"/>
    <w:rPr>
      <w:b/>
      <w:sz w:val="24"/>
      <w:lang w:val="ru-RU" w:eastAsia="ru-RU"/>
    </w:rPr>
  </w:style>
  <w:style w:type="character" w:customStyle="1" w:styleId="-ff3">
    <w:name w:val="АС-Список# Знак"/>
    <w:link w:val="-ff2"/>
    <w:locked/>
    <w:rsid w:val="00173EDF"/>
    <w:rPr>
      <w:rFonts w:eastAsia="Times New Roman"/>
      <w:sz w:val="24"/>
      <w:lang w:val="x-none" w:eastAsia="en-US"/>
    </w:rPr>
  </w:style>
  <w:style w:type="character" w:customStyle="1" w:styleId="-17">
    <w:name w:val="АС-Список_1# Знак"/>
    <w:link w:val="-14"/>
    <w:uiPriority w:val="99"/>
    <w:locked/>
    <w:rsid w:val="00173EDF"/>
    <w:rPr>
      <w:sz w:val="24"/>
    </w:rPr>
  </w:style>
  <w:style w:type="paragraph" w:customStyle="1" w:styleId="-ffd">
    <w:name w:val="АС-ПРИЛОЖЕНИЯ"/>
    <w:basedOn w:val="af3"/>
    <w:uiPriority w:val="99"/>
    <w:rsid w:val="00173EDF"/>
    <w:pPr>
      <w:spacing w:before="120" w:after="120"/>
      <w:contextualSpacing/>
    </w:pPr>
    <w:rPr>
      <w:caps/>
      <w:color w:val="FFFFFF"/>
      <w:sz w:val="32"/>
      <w:szCs w:val="32"/>
    </w:rPr>
  </w:style>
  <w:style w:type="paragraph" w:customStyle="1" w:styleId="-27">
    <w:name w:val="АС-Приложение_2.Заголовок#"/>
    <w:basedOn w:val="-23"/>
    <w:uiPriority w:val="99"/>
    <w:rsid w:val="00173EDF"/>
    <w:pPr>
      <w:tabs>
        <w:tab w:val="clear" w:pos="0"/>
      </w:tabs>
      <w:ind w:left="0" w:firstLine="0"/>
      <w:jc w:val="center"/>
    </w:pPr>
  </w:style>
  <w:style w:type="paragraph" w:customStyle="1" w:styleId="-28">
    <w:name w:val="АС-Приложение_2.Скрытый#"/>
    <w:basedOn w:val="25"/>
    <w:uiPriority w:val="99"/>
    <w:rsid w:val="00173EDF"/>
    <w:pPr>
      <w:pageBreakBefore/>
      <w:ind w:firstLine="0"/>
    </w:pPr>
    <w:rPr>
      <w:rFonts w:cs="Times New Roman"/>
      <w:bCs w:val="0"/>
      <w:sz w:val="18"/>
    </w:rPr>
  </w:style>
  <w:style w:type="paragraph" w:customStyle="1" w:styleId="-ffe">
    <w:name w:val="АС-Версия продукта#"/>
    <w:basedOn w:val="-f9"/>
    <w:uiPriority w:val="99"/>
    <w:rsid w:val="002E13C8"/>
    <w:pPr>
      <w:spacing w:before="360" w:after="0"/>
      <w:ind w:left="1596"/>
      <w:jc w:val="left"/>
    </w:pPr>
    <w:rPr>
      <w:sz w:val="24"/>
    </w:rPr>
  </w:style>
  <w:style w:type="paragraph" w:customStyle="1" w:styleId="-fff">
    <w:name w:val="АС-Код#"/>
    <w:uiPriority w:val="99"/>
    <w:rsid w:val="00173EDF"/>
    <w:rPr>
      <w:rFonts w:ascii="MS Reference Sans Serif" w:hAnsi="MS Reference Sans Serif"/>
      <w:lang w:val="en-US" w:eastAsia="en-US"/>
    </w:rPr>
  </w:style>
  <w:style w:type="paragraph" w:customStyle="1" w:styleId="-34">
    <w:name w:val="АС-Внимание_3#"/>
    <w:basedOn w:val="af3"/>
    <w:uiPriority w:val="99"/>
    <w:rsid w:val="00173EDF"/>
    <w:pPr>
      <w:tabs>
        <w:tab w:val="num" w:pos="360"/>
        <w:tab w:val="num" w:pos="1701"/>
      </w:tabs>
      <w:spacing w:before="120" w:after="120"/>
      <w:ind w:left="1701"/>
    </w:pPr>
    <w:rPr>
      <w:spacing w:val="40"/>
    </w:rPr>
  </w:style>
  <w:style w:type="paragraph" w:customStyle="1" w:styleId="--3">
    <w:name w:val="АС-Заголовок-3#"/>
    <w:next w:val="-b"/>
    <w:uiPriority w:val="99"/>
    <w:rsid w:val="00173EDF"/>
    <w:pPr>
      <w:tabs>
        <w:tab w:val="num" w:pos="2160"/>
      </w:tabs>
      <w:ind w:left="2160" w:hanging="360"/>
    </w:pPr>
    <w:rPr>
      <w:rFonts w:ascii="Franklin Gothic Medium" w:hAnsi="Franklin Gothic Medium"/>
      <w:sz w:val="36"/>
      <w:szCs w:val="24"/>
    </w:rPr>
  </w:style>
  <w:style w:type="paragraph" w:customStyle="1" w:styleId="--4">
    <w:name w:val="АС-Заголовок-4#"/>
    <w:next w:val="-b"/>
    <w:uiPriority w:val="99"/>
    <w:rsid w:val="00173EDF"/>
    <w:pPr>
      <w:tabs>
        <w:tab w:val="num" w:pos="2880"/>
      </w:tabs>
      <w:ind w:left="2880" w:hanging="360"/>
    </w:pPr>
    <w:rPr>
      <w:rFonts w:ascii="Franklin Gothic Medium" w:hAnsi="Franklin Gothic Medium"/>
      <w:sz w:val="32"/>
      <w:szCs w:val="24"/>
    </w:rPr>
  </w:style>
  <w:style w:type="paragraph" w:customStyle="1" w:styleId="-fff0">
    <w:name w:val="АС-Текст в таблице#"/>
    <w:basedOn w:val="-b"/>
    <w:uiPriority w:val="99"/>
    <w:rsid w:val="002E13C8"/>
    <w:pPr>
      <w:tabs>
        <w:tab w:val="clear" w:pos="284"/>
      </w:tabs>
      <w:spacing w:line="240" w:lineRule="auto"/>
      <w:ind w:firstLine="0"/>
      <w:jc w:val="left"/>
    </w:pPr>
  </w:style>
  <w:style w:type="character" w:customStyle="1" w:styleId="-29">
    <w:name w:val="АС-Список_2# Знак"/>
    <w:rsid w:val="00F47937"/>
    <w:rPr>
      <w:sz w:val="24"/>
    </w:rPr>
  </w:style>
  <w:style w:type="paragraph" w:customStyle="1" w:styleId="-2a">
    <w:name w:val="АС-Приложение_2.Номер приложения"/>
    <w:basedOn w:val="-10"/>
    <w:uiPriority w:val="99"/>
    <w:rsid w:val="00173EDF"/>
    <w:pPr>
      <w:pageBreakBefore w:val="0"/>
      <w:numPr>
        <w:numId w:val="0"/>
      </w:numPr>
      <w:jc w:val="right"/>
    </w:pPr>
    <w:rPr>
      <w:caps/>
      <w:szCs w:val="28"/>
    </w:rPr>
  </w:style>
  <w:style w:type="paragraph" w:customStyle="1" w:styleId="-2Arial16">
    <w:name w:val="Стиль АС-Заголовок_2# + Arial 16 пт полужирный"/>
    <w:basedOn w:val="-23"/>
    <w:uiPriority w:val="99"/>
    <w:rsid w:val="00173EDF"/>
    <w:pPr>
      <w:tabs>
        <w:tab w:val="clear" w:pos="0"/>
        <w:tab w:val="num" w:pos="993"/>
        <w:tab w:val="num" w:pos="2985"/>
      </w:tabs>
      <w:ind w:left="993" w:hanging="993"/>
    </w:pPr>
    <w:rPr>
      <w:rFonts w:ascii="Arial" w:hAnsi="Arial"/>
      <w:bCs/>
      <w:kern w:val="32"/>
    </w:rPr>
  </w:style>
  <w:style w:type="character" w:customStyle="1" w:styleId="-fff1">
    <w:name w:val="АС-Рисунок_Подпись_под_рисунком Знак"/>
    <w:link w:val="-fff2"/>
    <w:locked/>
    <w:rsid w:val="00720EE8"/>
    <w:rPr>
      <w:sz w:val="24"/>
      <w:lang w:val="x-none" w:eastAsia="en-US"/>
    </w:rPr>
  </w:style>
  <w:style w:type="paragraph" w:customStyle="1" w:styleId="-fff2">
    <w:name w:val="АС-Рисунок_Подпись_под_рисунком"/>
    <w:basedOn w:val="affd"/>
    <w:link w:val="-fff1"/>
    <w:rsid w:val="00720EE8"/>
    <w:pPr>
      <w:ind w:left="142"/>
    </w:pPr>
  </w:style>
  <w:style w:type="character" w:customStyle="1" w:styleId="1ff6">
    <w:name w:val="Основной текст1 Знак"/>
    <w:aliases w:val="Знак1 Знак1,Знак Знак Знак Знак Знак Знак Знак Знак Знак Знак1 Знак Знак Знак,Знак Знак2,Знак Знак Знак Знак Знак Знак Знак Знак Знак Знак Знак2,Знак Знак Знак Знак Знак Знак Знак Знак Знак Знак Знак Знак Знак Знак Знак2"/>
    <w:locked/>
    <w:rsid w:val="00173EDF"/>
    <w:rPr>
      <w:sz w:val="24"/>
      <w:lang w:val="ru-RU" w:eastAsia="ru-RU"/>
    </w:rPr>
  </w:style>
  <w:style w:type="character" w:customStyle="1" w:styleId="123">
    <w:name w:val="Приложение 1 прод2 Знак Знак"/>
    <w:link w:val="124"/>
    <w:locked/>
    <w:rsid w:val="00173EDF"/>
    <w:rPr>
      <w:rFonts w:ascii="Georgia" w:hAnsi="Georgia"/>
      <w:b/>
      <w:sz w:val="24"/>
      <w:lang w:val="ru-RU" w:eastAsia="en-US"/>
    </w:rPr>
  </w:style>
  <w:style w:type="paragraph" w:customStyle="1" w:styleId="124">
    <w:name w:val="Приложение 1 прод2 Знак"/>
    <w:basedOn w:val="af3"/>
    <w:next w:val="af9"/>
    <w:link w:val="123"/>
    <w:locked/>
    <w:rsid w:val="00173EDF"/>
    <w:pPr>
      <w:tabs>
        <w:tab w:val="num" w:pos="1368"/>
      </w:tabs>
      <w:spacing w:after="120"/>
      <w:ind w:left="1117" w:hanging="720"/>
    </w:pPr>
    <w:rPr>
      <w:rFonts w:ascii="Georgia" w:hAnsi="Georgia"/>
      <w:b/>
    </w:rPr>
  </w:style>
  <w:style w:type="paragraph" w:customStyle="1" w:styleId="afffffffff3">
    <w:name w:val="Заголовок таблицы"/>
    <w:basedOn w:val="af3"/>
    <w:uiPriority w:val="99"/>
    <w:semiHidden/>
    <w:rsid w:val="00173EDF"/>
    <w:pPr>
      <w:spacing w:before="120" w:after="120"/>
      <w:jc w:val="center"/>
    </w:pPr>
    <w:rPr>
      <w:b/>
      <w:sz w:val="26"/>
    </w:rPr>
  </w:style>
  <w:style w:type="paragraph" w:customStyle="1" w:styleId="FR5">
    <w:name w:val="FR5"/>
    <w:uiPriority w:val="99"/>
    <w:rsid w:val="00173EDF"/>
    <w:pPr>
      <w:widowControl w:val="0"/>
      <w:autoSpaceDE w:val="0"/>
      <w:autoSpaceDN w:val="0"/>
      <w:spacing w:before="20"/>
      <w:ind w:left="480"/>
    </w:pPr>
    <w:rPr>
      <w:rFonts w:ascii="Arial" w:hAnsi="Arial" w:cs="Arial"/>
      <w:b/>
      <w:bCs/>
      <w:sz w:val="12"/>
      <w:szCs w:val="12"/>
    </w:rPr>
  </w:style>
  <w:style w:type="paragraph" w:customStyle="1" w:styleId="125">
    <w:name w:val="Приложение 1 прод 2"/>
    <w:basedOn w:val="112"/>
    <w:uiPriority w:val="99"/>
    <w:rsid w:val="00173EDF"/>
    <w:pPr>
      <w:keepNext/>
      <w:numPr>
        <w:ilvl w:val="0"/>
        <w:numId w:val="0"/>
      </w:numPr>
      <w:tabs>
        <w:tab w:val="clear" w:pos="1560"/>
        <w:tab w:val="left" w:pos="1134"/>
      </w:tabs>
      <w:spacing w:before="240"/>
      <w:ind w:left="1134" w:hanging="992"/>
    </w:pPr>
    <w:rPr>
      <w:rFonts w:ascii="Franklin Gothic Medium Cond" w:hAnsi="Franklin Gothic Medium Cond"/>
      <w:b w:val="0"/>
      <w:sz w:val="40"/>
      <w:lang w:val="ru-RU"/>
    </w:rPr>
  </w:style>
  <w:style w:type="paragraph" w:customStyle="1" w:styleId="15">
    <w:name w:val="М_Список1.5"/>
    <w:basedOn w:val="af3"/>
    <w:uiPriority w:val="99"/>
    <w:rsid w:val="00173EDF"/>
    <w:pPr>
      <w:numPr>
        <w:numId w:val="31"/>
      </w:numPr>
      <w:tabs>
        <w:tab w:val="left" w:pos="1134"/>
      </w:tabs>
    </w:pPr>
  </w:style>
  <w:style w:type="paragraph" w:customStyle="1" w:styleId="afffffffff4">
    <w:name w:val="ТекстОбычный"/>
    <w:basedOn w:val="af3"/>
    <w:uiPriority w:val="99"/>
    <w:rsid w:val="00173EDF"/>
    <w:pPr>
      <w:ind w:firstLine="567"/>
    </w:pPr>
    <w:rPr>
      <w:rFonts w:cs="Courier New"/>
      <w:szCs w:val="22"/>
    </w:rPr>
  </w:style>
  <w:style w:type="character" w:customStyle="1" w:styleId="1ff7">
    <w:name w:val="Обычный + первая строка Знак1"/>
    <w:link w:val="afffffffff5"/>
    <w:locked/>
    <w:rsid w:val="00173EDF"/>
    <w:rPr>
      <w:sz w:val="24"/>
      <w:lang w:val="ru-RU" w:eastAsia="ar-SA" w:bidi="ar-SA"/>
    </w:rPr>
  </w:style>
  <w:style w:type="paragraph" w:customStyle="1" w:styleId="afffffffff5">
    <w:name w:val="Обычный + первая строка"/>
    <w:basedOn w:val="af3"/>
    <w:link w:val="1ff7"/>
    <w:rsid w:val="00173EDF"/>
    <w:pPr>
      <w:suppressAutoHyphens/>
      <w:ind w:firstLine="426"/>
    </w:pPr>
    <w:rPr>
      <w:lang w:eastAsia="ar-SA"/>
    </w:rPr>
  </w:style>
  <w:style w:type="character" w:customStyle="1" w:styleId="afffffffff6">
    <w:name w:val="Знак Знак Знак Знак Знак"/>
    <w:rsid w:val="00173EDF"/>
    <w:rPr>
      <w:rFonts w:ascii="Georgia" w:hAnsi="Georgia"/>
      <w:sz w:val="24"/>
      <w:lang w:val="ru-RU" w:eastAsia="en-US"/>
    </w:rPr>
  </w:style>
  <w:style w:type="character" w:customStyle="1" w:styleId="115">
    <w:name w:val="Основной текст11"/>
    <w:aliases w:val="Знак11,Знак Знак Знак Знак Знак Знак Знак Знак Знак Знак11"/>
    <w:rsid w:val="00173EDF"/>
    <w:rPr>
      <w:rFonts w:ascii="Georgia" w:hAnsi="Georgia"/>
      <w:sz w:val="24"/>
      <w:lang w:val="ru-RU" w:eastAsia="en-US"/>
    </w:rPr>
  </w:style>
  <w:style w:type="paragraph" w:customStyle="1" w:styleId="-35">
    <w:name w:val="АС-Абзац_3#"/>
    <w:basedOn w:val="af3"/>
    <w:uiPriority w:val="99"/>
    <w:rsid w:val="00173EDF"/>
    <w:pPr>
      <w:spacing w:after="120"/>
      <w:ind w:left="1701"/>
    </w:pPr>
  </w:style>
  <w:style w:type="paragraph" w:customStyle="1" w:styleId="-18">
    <w:name w:val="АС-Внимание_1#"/>
    <w:basedOn w:val="-ff4"/>
    <w:link w:val="-19"/>
    <w:uiPriority w:val="99"/>
    <w:rsid w:val="001606DB"/>
    <w:pPr>
      <w:ind w:left="3119"/>
    </w:pPr>
  </w:style>
  <w:style w:type="paragraph" w:customStyle="1" w:styleId="-2b">
    <w:name w:val="АС-Внимание_2#"/>
    <w:basedOn w:val="-18"/>
    <w:link w:val="-2c"/>
    <w:uiPriority w:val="99"/>
    <w:rsid w:val="001606DB"/>
  </w:style>
  <w:style w:type="paragraph" w:customStyle="1" w:styleId="-fff3">
    <w:name w:val="АС-Выделение_в_тексте#"/>
    <w:uiPriority w:val="99"/>
    <w:rsid w:val="00173EDF"/>
    <w:pPr>
      <w:keepNext/>
      <w:spacing w:before="240"/>
    </w:pPr>
    <w:rPr>
      <w:b/>
      <w:sz w:val="24"/>
      <w:szCs w:val="16"/>
    </w:rPr>
  </w:style>
  <w:style w:type="paragraph" w:customStyle="1" w:styleId="-fff4">
    <w:name w:val="АС-ПРИЛОЖЕНИЯ#"/>
    <w:uiPriority w:val="99"/>
    <w:rsid w:val="002E13C8"/>
    <w:pPr>
      <w:spacing w:line="360" w:lineRule="auto"/>
      <w:ind w:left="851" w:firstLine="567"/>
      <w:jc w:val="center"/>
    </w:pPr>
    <w:rPr>
      <w:b/>
      <w:caps/>
      <w:sz w:val="44"/>
      <w:szCs w:val="44"/>
    </w:rPr>
  </w:style>
  <w:style w:type="paragraph" w:customStyle="1" w:styleId="-120">
    <w:name w:val="Стиль АС-Список_1# + разреженный на  2 пт"/>
    <w:basedOn w:val="af3"/>
    <w:autoRedefine/>
    <w:uiPriority w:val="99"/>
    <w:rsid w:val="00173EDF"/>
    <w:pPr>
      <w:keepNext/>
      <w:spacing w:before="120" w:after="120"/>
    </w:pPr>
    <w:rPr>
      <w:bCs/>
      <w:spacing w:val="40"/>
      <w:szCs w:val="40"/>
    </w:rPr>
  </w:style>
  <w:style w:type="paragraph" w:customStyle="1" w:styleId="-416">
    <w:name w:val="Стиль АС-Заголовок_4# + кернинг от 16 пт"/>
    <w:basedOn w:val="-44"/>
    <w:autoRedefine/>
    <w:uiPriority w:val="99"/>
    <w:rsid w:val="00173EDF"/>
    <w:pPr>
      <w:tabs>
        <w:tab w:val="left" w:pos="1062"/>
      </w:tabs>
      <w:spacing w:before="120" w:after="120"/>
      <w:ind w:left="0"/>
    </w:pPr>
    <w:rPr>
      <w:kern w:val="32"/>
    </w:rPr>
  </w:style>
  <w:style w:type="paragraph" w:customStyle="1" w:styleId="-36">
    <w:name w:val="АС-Заголовок_3#_"/>
    <w:basedOn w:val="35"/>
    <w:link w:val="-37"/>
    <w:autoRedefine/>
    <w:rsid w:val="00FB7E09"/>
    <w:pPr>
      <w:tabs>
        <w:tab w:val="num" w:pos="0"/>
        <w:tab w:val="left" w:pos="1134"/>
        <w:tab w:val="left" w:pos="1418"/>
      </w:tabs>
      <w:ind w:left="142" w:firstLine="567"/>
    </w:pPr>
    <w:rPr>
      <w:b w:val="0"/>
    </w:rPr>
  </w:style>
  <w:style w:type="paragraph" w:customStyle="1" w:styleId="-53">
    <w:name w:val="АС-Заголовок_5#"/>
    <w:basedOn w:val="52"/>
    <w:autoRedefine/>
    <w:uiPriority w:val="99"/>
    <w:rsid w:val="001606DB"/>
    <w:pPr>
      <w:tabs>
        <w:tab w:val="num" w:pos="709"/>
        <w:tab w:val="left" w:pos="1276"/>
      </w:tabs>
      <w:ind w:left="1069" w:hanging="360"/>
    </w:pPr>
  </w:style>
  <w:style w:type="paragraph" w:customStyle="1" w:styleId="-61">
    <w:name w:val="АС-Заголовок _6#"/>
    <w:basedOn w:val="62"/>
    <w:autoRedefine/>
    <w:uiPriority w:val="99"/>
    <w:rsid w:val="001606DB"/>
    <w:pPr>
      <w:tabs>
        <w:tab w:val="num" w:pos="709"/>
        <w:tab w:val="left" w:pos="1985"/>
      </w:tabs>
      <w:ind w:left="1069" w:hanging="360"/>
    </w:pPr>
  </w:style>
  <w:style w:type="character" w:customStyle="1" w:styleId="4f1">
    <w:name w:val="Заголовок4! Знак"/>
    <w:aliases w:val="First Level Subtopic Знак1,h4 Знак Знак1,Заголовок 4 Знак1,4 dash Знак1,d Знак1,Параграф Знак1,H4 Знак1,Заголовок 4 (Приложение) Знак1,H41 Знак1,H42 Знак1,H411 Знак1,H43 Знак1,H44 Знак1,H412 Знак1,H421 Знак1,H4111 Знак1,h4 Знак1"/>
    <w:uiPriority w:val="9"/>
    <w:rsid w:val="00103298"/>
    <w:rPr>
      <w:sz w:val="24"/>
    </w:rPr>
  </w:style>
  <w:style w:type="character" w:customStyle="1" w:styleId="38">
    <w:name w:val="Абзац 3 Знак Знак"/>
    <w:link w:val="37"/>
    <w:locked/>
    <w:rsid w:val="001606DB"/>
    <w:rPr>
      <w:bCs/>
      <w:sz w:val="24"/>
      <w:szCs w:val="24"/>
    </w:rPr>
  </w:style>
  <w:style w:type="character" w:customStyle="1" w:styleId="2d">
    <w:name w:val="Абзац 2 Знак"/>
    <w:link w:val="2c"/>
    <w:locked/>
    <w:rsid w:val="001606DB"/>
    <w:rPr>
      <w:sz w:val="24"/>
    </w:rPr>
  </w:style>
  <w:style w:type="paragraph" w:customStyle="1" w:styleId="4f2">
    <w:name w:val="Стиль4"/>
    <w:basedOn w:val="35"/>
    <w:autoRedefine/>
    <w:uiPriority w:val="99"/>
    <w:rsid w:val="00F47937"/>
    <w:pPr>
      <w:keepNext w:val="0"/>
      <w:contextualSpacing/>
    </w:pPr>
  </w:style>
  <w:style w:type="paragraph" w:customStyle="1" w:styleId="-2d">
    <w:name w:val="АС-Приложение_2#"/>
    <w:basedOn w:val="af3"/>
    <w:autoRedefine/>
    <w:uiPriority w:val="99"/>
    <w:rsid w:val="002E13C8"/>
    <w:pPr>
      <w:pageBreakBefore/>
      <w:jc w:val="center"/>
    </w:pPr>
    <w:rPr>
      <w:rFonts w:eastAsia="Times New Roman"/>
      <w:bCs/>
      <w:sz w:val="28"/>
      <w:szCs w:val="28"/>
      <w:lang w:eastAsia="ru-RU"/>
    </w:rPr>
  </w:style>
  <w:style w:type="paragraph" w:customStyle="1" w:styleId="1ff8">
    <w:name w:val="абзац 1"/>
    <w:basedOn w:val="29"/>
    <w:autoRedefine/>
    <w:uiPriority w:val="99"/>
    <w:rsid w:val="001606DB"/>
    <w:rPr>
      <w:b w:val="0"/>
      <w:bCs w:val="0"/>
      <w:i w:val="0"/>
      <w:iCs w:val="0"/>
    </w:rPr>
  </w:style>
  <w:style w:type="paragraph" w:customStyle="1" w:styleId="-250">
    <w:name w:val="Стиль АС-Список_2# + Слева:  50 мм"/>
    <w:basedOn w:val="-21"/>
    <w:autoRedefine/>
    <w:uiPriority w:val="99"/>
    <w:rsid w:val="00F47937"/>
    <w:pPr>
      <w:numPr>
        <w:numId w:val="0"/>
      </w:numPr>
      <w:tabs>
        <w:tab w:val="num" w:pos="1701"/>
      </w:tabs>
      <w:ind w:left="1701" w:hanging="227"/>
    </w:pPr>
  </w:style>
  <w:style w:type="paragraph" w:customStyle="1" w:styleId="-">
    <w:name w:val="АС-Список_№"/>
    <w:basedOn w:val="af3"/>
    <w:autoRedefine/>
    <w:uiPriority w:val="99"/>
    <w:rsid w:val="002E13C8"/>
    <w:pPr>
      <w:numPr>
        <w:numId w:val="48"/>
      </w:numPr>
      <w:tabs>
        <w:tab w:val="clear" w:pos="1418"/>
        <w:tab w:val="left" w:pos="1843"/>
      </w:tabs>
      <w:ind w:left="1134"/>
    </w:pPr>
    <w:rPr>
      <w:rFonts w:eastAsia="Times New Roman"/>
      <w:szCs w:val="20"/>
      <w:lang w:eastAsia="ru-RU"/>
    </w:rPr>
  </w:style>
  <w:style w:type="paragraph" w:customStyle="1" w:styleId="-fff5">
    <w:name w:val="АС-Название таблицы"/>
    <w:qFormat/>
    <w:rsid w:val="00175F52"/>
    <w:pPr>
      <w:keepNext/>
      <w:ind w:left="709"/>
    </w:pPr>
    <w:rPr>
      <w:sz w:val="24"/>
    </w:rPr>
  </w:style>
  <w:style w:type="paragraph" w:customStyle="1" w:styleId="-fff6">
    <w:name w:val="АС-Индекс_приложения#"/>
    <w:basedOn w:val="af3"/>
    <w:autoRedefine/>
    <w:uiPriority w:val="99"/>
    <w:rsid w:val="002E13C8"/>
    <w:rPr>
      <w:rFonts w:eastAsia="Times New Roman"/>
      <w:szCs w:val="20"/>
      <w:lang w:eastAsia="ru-RU"/>
    </w:rPr>
  </w:style>
  <w:style w:type="character" w:customStyle="1" w:styleId="aff7">
    <w:name w:val="Внимание Знак"/>
    <w:link w:val="af1"/>
    <w:locked/>
    <w:rsid w:val="00F47937"/>
    <w:rPr>
      <w:spacing w:val="30"/>
      <w:sz w:val="24"/>
      <w:szCs w:val="24"/>
    </w:rPr>
  </w:style>
  <w:style w:type="character" w:customStyle="1" w:styleId="-ff5">
    <w:name w:val="АС-Внимание# Знак"/>
    <w:link w:val="-ff4"/>
    <w:uiPriority w:val="99"/>
    <w:locked/>
    <w:rsid w:val="001606DB"/>
    <w:rPr>
      <w:spacing w:val="30"/>
      <w:sz w:val="24"/>
      <w:szCs w:val="24"/>
    </w:rPr>
  </w:style>
  <w:style w:type="paragraph" w:customStyle="1" w:styleId="-54">
    <w:name w:val="Стиль АС-Абзац# + Слева:  5 мм"/>
    <w:basedOn w:val="-b"/>
    <w:autoRedefine/>
    <w:uiPriority w:val="99"/>
    <w:rsid w:val="00F47937"/>
  </w:style>
  <w:style w:type="paragraph" w:customStyle="1" w:styleId="-8">
    <w:name w:val="АС-Список_#"/>
    <w:basedOn w:val="-b"/>
    <w:link w:val="-fff7"/>
    <w:autoRedefine/>
    <w:rsid w:val="004C2ECD"/>
    <w:pPr>
      <w:numPr>
        <w:numId w:val="35"/>
      </w:numPr>
      <w:tabs>
        <w:tab w:val="clear" w:pos="3090"/>
        <w:tab w:val="num" w:pos="1418"/>
      </w:tabs>
      <w:ind w:left="993" w:firstLine="0"/>
    </w:pPr>
  </w:style>
  <w:style w:type="paragraph" w:customStyle="1" w:styleId="-2e">
    <w:name w:val="АС-Приложение_2(Заголовок)#"/>
    <w:basedOn w:val="af3"/>
    <w:autoRedefine/>
    <w:uiPriority w:val="99"/>
    <w:rsid w:val="002E13C8"/>
    <w:pPr>
      <w:keepNext/>
      <w:tabs>
        <w:tab w:val="num" w:pos="1143"/>
      </w:tabs>
      <w:spacing w:before="240" w:after="240"/>
      <w:jc w:val="center"/>
      <w:outlineLvl w:val="1"/>
    </w:pPr>
    <w:rPr>
      <w:rFonts w:eastAsia="Times New Roman" w:cs="Arial"/>
      <w:b/>
      <w:bCs/>
      <w:iCs/>
      <w:sz w:val="28"/>
      <w:szCs w:val="28"/>
      <w:lang w:eastAsia="ru-RU"/>
    </w:rPr>
  </w:style>
  <w:style w:type="character" w:customStyle="1" w:styleId="-1a">
    <w:name w:val="АС-Абзац# Знак1"/>
    <w:rsid w:val="00983569"/>
    <w:rPr>
      <w:sz w:val="24"/>
    </w:rPr>
  </w:style>
  <w:style w:type="paragraph" w:customStyle="1" w:styleId="-fff8">
    <w:name w:val="АС-Тип_продукта#"/>
    <w:uiPriority w:val="99"/>
    <w:rsid w:val="00E718EF"/>
    <w:pPr>
      <w:framePr w:wrap="around" w:vAnchor="text" w:hAnchor="text" w:xAlign="center" w:y="1"/>
      <w:suppressOverlap/>
      <w:jc w:val="center"/>
    </w:pPr>
    <w:rPr>
      <w:rFonts w:ascii="Georgia" w:hAnsi="Georgia"/>
      <w:b/>
      <w:color w:val="000000"/>
      <w:sz w:val="40"/>
      <w:szCs w:val="40"/>
    </w:rPr>
  </w:style>
  <w:style w:type="paragraph" w:customStyle="1" w:styleId="-2f">
    <w:name w:val="АС-Приложение 2 (Скрытый)#"/>
    <w:basedOn w:val="af3"/>
    <w:uiPriority w:val="99"/>
    <w:rsid w:val="002E13C8"/>
    <w:pPr>
      <w:keepNext/>
      <w:pageBreakBefore/>
      <w:outlineLvl w:val="1"/>
    </w:pPr>
    <w:rPr>
      <w:rFonts w:ascii="Monotype Corsiva" w:eastAsia="Times New Roman" w:hAnsi="Monotype Corsiva"/>
      <w:i/>
      <w:iCs/>
      <w:color w:val="FFFFFF"/>
      <w:szCs w:val="20"/>
      <w:lang w:eastAsia="ru-RU"/>
    </w:rPr>
  </w:style>
  <w:style w:type="paragraph" w:customStyle="1" w:styleId="-fff9">
    <w:name w:val="АС-ПРИЛОЖЕНИЯ (Скрытый)#"/>
    <w:basedOn w:val="af3"/>
    <w:uiPriority w:val="99"/>
    <w:rsid w:val="002E13C8"/>
    <w:pPr>
      <w:pageBreakBefore/>
      <w:spacing w:before="120" w:after="120"/>
      <w:contextualSpacing/>
      <w:jc w:val="center"/>
    </w:pPr>
    <w:rPr>
      <w:rFonts w:ascii="Monotype Corsiva" w:eastAsia="Times New Roman" w:hAnsi="Monotype Corsiva"/>
      <w:color w:val="FFFFFF"/>
      <w:sz w:val="32"/>
      <w:szCs w:val="36"/>
      <w:lang w:eastAsia="ru-RU"/>
    </w:rPr>
  </w:style>
  <w:style w:type="character" w:customStyle="1" w:styleId="221">
    <w:name w:val="Стиль Список маркированный (2 уровень) + разреженный на  2 пт Знак"/>
    <w:locked/>
    <w:rsid w:val="00E718EF"/>
    <w:rPr>
      <w:spacing w:val="40"/>
      <w:sz w:val="24"/>
      <w:lang w:val="ru-RU" w:eastAsia="ru-RU"/>
    </w:rPr>
  </w:style>
  <w:style w:type="paragraph" w:customStyle="1" w:styleId="-fffa">
    <w:name w:val="-"/>
    <w:basedOn w:val="af3"/>
    <w:link w:val="-fffb"/>
    <w:locked/>
    <w:rsid w:val="00E718EF"/>
    <w:pPr>
      <w:spacing w:before="60" w:after="120"/>
    </w:pPr>
  </w:style>
  <w:style w:type="paragraph" w:customStyle="1" w:styleId="-00">
    <w:name w:val="-0"/>
    <w:basedOn w:val="af3"/>
    <w:uiPriority w:val="99"/>
    <w:locked/>
    <w:rsid w:val="00E718EF"/>
    <w:pPr>
      <w:tabs>
        <w:tab w:val="num" w:pos="2985"/>
      </w:tabs>
      <w:spacing w:before="60" w:after="120"/>
      <w:ind w:hanging="567"/>
    </w:pPr>
  </w:style>
  <w:style w:type="paragraph" w:customStyle="1" w:styleId="-47">
    <w:name w:val="-4"/>
    <w:basedOn w:val="af3"/>
    <w:uiPriority w:val="99"/>
    <w:locked/>
    <w:rsid w:val="00E718EF"/>
    <w:pPr>
      <w:tabs>
        <w:tab w:val="num" w:pos="1778"/>
      </w:tabs>
      <w:spacing w:before="120" w:after="120"/>
      <w:ind w:left="1778" w:hanging="360"/>
    </w:pPr>
    <w:rPr>
      <w:b/>
      <w:bCs/>
      <w:spacing w:val="30"/>
    </w:rPr>
  </w:style>
  <w:style w:type="paragraph" w:customStyle="1" w:styleId="-70">
    <w:name w:val="-7"/>
    <w:basedOn w:val="af3"/>
    <w:uiPriority w:val="99"/>
    <w:locked/>
    <w:rsid w:val="00E718EF"/>
    <w:pPr>
      <w:spacing w:before="120" w:after="120"/>
      <w:jc w:val="center"/>
    </w:pPr>
    <w:rPr>
      <w:spacing w:val="40"/>
      <w:sz w:val="22"/>
      <w:szCs w:val="22"/>
    </w:rPr>
  </w:style>
  <w:style w:type="paragraph" w:customStyle="1" w:styleId="-2f0">
    <w:name w:val="АС-Приложение_2(Номер)#"/>
    <w:basedOn w:val="af3"/>
    <w:autoRedefine/>
    <w:uiPriority w:val="99"/>
    <w:rsid w:val="002E13C8"/>
    <w:pPr>
      <w:keepNext/>
      <w:tabs>
        <w:tab w:val="num" w:pos="1143"/>
      </w:tabs>
      <w:spacing w:after="240"/>
      <w:jc w:val="right"/>
      <w:outlineLvl w:val="1"/>
    </w:pPr>
    <w:rPr>
      <w:rFonts w:eastAsia="Times New Roman" w:cs="Arial"/>
      <w:bCs/>
      <w:iCs/>
      <w:caps/>
      <w:sz w:val="28"/>
      <w:szCs w:val="36"/>
      <w:lang w:eastAsia="ru-RU"/>
    </w:rPr>
  </w:style>
  <w:style w:type="paragraph" w:customStyle="1" w:styleId="List4">
    <w:name w:val="List4 сжатый тире"/>
    <w:basedOn w:val="List2"/>
    <w:uiPriority w:val="99"/>
    <w:semiHidden/>
    <w:locked/>
    <w:rsid w:val="00F47937"/>
    <w:pPr>
      <w:numPr>
        <w:numId w:val="36"/>
      </w:numPr>
      <w:tabs>
        <w:tab w:val="left" w:pos="488"/>
      </w:tabs>
    </w:pPr>
    <w:rPr>
      <w:rFonts w:ascii="Arial Narrow" w:hAnsi="Arial Narrow"/>
      <w:sz w:val="20"/>
    </w:rPr>
  </w:style>
  <w:style w:type="paragraph" w:customStyle="1" w:styleId="10">
    <w:name w:val="Заголовок 1 ур."/>
    <w:basedOn w:val="1d"/>
    <w:uiPriority w:val="99"/>
    <w:semiHidden/>
    <w:locked/>
    <w:rsid w:val="00E718EF"/>
    <w:pPr>
      <w:keepLines/>
      <w:numPr>
        <w:numId w:val="37"/>
      </w:numPr>
      <w:tabs>
        <w:tab w:val="left" w:pos="397"/>
      </w:tabs>
    </w:pPr>
    <w:rPr>
      <w:rFonts w:ascii="Arial" w:hAnsi="Arial"/>
      <w:caps/>
      <w:sz w:val="44"/>
      <w:szCs w:val="44"/>
    </w:rPr>
  </w:style>
  <w:style w:type="paragraph" w:customStyle="1" w:styleId="321">
    <w:name w:val="Заголовок 3 ур.Стиль2"/>
    <w:basedOn w:val="af3"/>
    <w:next w:val="4b"/>
    <w:uiPriority w:val="99"/>
    <w:semiHidden/>
    <w:locked/>
    <w:rsid w:val="00E718EF"/>
    <w:pPr>
      <w:keepNext/>
      <w:tabs>
        <w:tab w:val="num" w:pos="360"/>
      </w:tabs>
      <w:spacing w:after="80"/>
      <w:ind w:firstLine="425"/>
    </w:pPr>
    <w:rPr>
      <w:b/>
      <w:bCs/>
      <w:szCs w:val="28"/>
    </w:rPr>
  </w:style>
  <w:style w:type="paragraph" w:customStyle="1" w:styleId="-16005">
    <w:name w:val="Стиль АС-Краткое наименование# + Слева:  16 см Выступ:  005 см ..."/>
    <w:basedOn w:val="af3"/>
    <w:uiPriority w:val="99"/>
    <w:semiHidden/>
    <w:locked/>
    <w:rsid w:val="00E718EF"/>
    <w:pPr>
      <w:ind w:left="936" w:right="1783" w:hanging="30"/>
    </w:pPr>
  </w:style>
  <w:style w:type="paragraph" w:customStyle="1" w:styleId="-fffc">
    <w:name w:val="АС-Наименование_заказчика#"/>
    <w:uiPriority w:val="99"/>
    <w:rsid w:val="00E718EF"/>
    <w:pPr>
      <w:jc w:val="center"/>
    </w:pPr>
    <w:rPr>
      <w:rFonts w:ascii="Georgia" w:hAnsi="Georgia"/>
      <w:color w:val="000000"/>
      <w:sz w:val="36"/>
      <w:szCs w:val="36"/>
    </w:rPr>
  </w:style>
  <w:style w:type="paragraph" w:customStyle="1" w:styleId="-fffd">
    <w:name w:val="АС-Тип_ПО#"/>
    <w:uiPriority w:val="99"/>
    <w:rsid w:val="00E718EF"/>
    <w:pPr>
      <w:framePr w:wrap="around" w:vAnchor="text" w:hAnchor="text" w:xAlign="center" w:y="1"/>
      <w:suppressOverlap/>
      <w:jc w:val="center"/>
    </w:pPr>
    <w:rPr>
      <w:rFonts w:ascii="Georgia" w:hAnsi="Georgia"/>
      <w:color w:val="000000"/>
      <w:sz w:val="36"/>
      <w:szCs w:val="36"/>
    </w:rPr>
  </w:style>
  <w:style w:type="paragraph" w:customStyle="1" w:styleId="-fffe">
    <w:name w:val="АС-Название_ПО#"/>
    <w:uiPriority w:val="99"/>
    <w:rsid w:val="00E718EF"/>
    <w:pPr>
      <w:framePr w:wrap="around" w:vAnchor="text" w:hAnchor="text" w:xAlign="center" w:y="1"/>
      <w:suppressOverlap/>
      <w:jc w:val="center"/>
    </w:pPr>
    <w:rPr>
      <w:rFonts w:ascii="Georgia" w:hAnsi="Georgia"/>
      <w:b/>
      <w:color w:val="000000"/>
      <w:spacing w:val="40"/>
      <w:sz w:val="40"/>
      <w:szCs w:val="40"/>
    </w:rPr>
  </w:style>
  <w:style w:type="paragraph" w:customStyle="1" w:styleId="-ffff">
    <w:name w:val="АС-Тип_документа#"/>
    <w:uiPriority w:val="99"/>
    <w:rsid w:val="00E718EF"/>
    <w:pPr>
      <w:framePr w:wrap="around" w:vAnchor="text" w:hAnchor="text" w:xAlign="center" w:y="1"/>
      <w:suppressOverlap/>
      <w:jc w:val="center"/>
    </w:pPr>
    <w:rPr>
      <w:rFonts w:ascii="Georgia" w:hAnsi="Georgia"/>
      <w:color w:val="000000"/>
      <w:sz w:val="36"/>
      <w:szCs w:val="36"/>
    </w:rPr>
  </w:style>
  <w:style w:type="paragraph" w:customStyle="1" w:styleId="-ffff0">
    <w:name w:val="АС-Версия_ПО#"/>
    <w:uiPriority w:val="99"/>
    <w:rsid w:val="00E718EF"/>
    <w:rPr>
      <w:rFonts w:ascii="Georgia" w:hAnsi="Georgia"/>
      <w:color w:val="000000"/>
      <w:spacing w:val="40"/>
      <w:sz w:val="18"/>
      <w:szCs w:val="18"/>
    </w:rPr>
  </w:style>
  <w:style w:type="paragraph" w:customStyle="1" w:styleId="-ffff1">
    <w:name w:val="АС-Место_и_Год_выпуска#"/>
    <w:uiPriority w:val="99"/>
    <w:rsid w:val="00E718EF"/>
    <w:pPr>
      <w:framePr w:wrap="around" w:vAnchor="text" w:hAnchor="text" w:xAlign="center" w:y="1"/>
      <w:suppressOverlap/>
      <w:jc w:val="center"/>
    </w:pPr>
    <w:rPr>
      <w:color w:val="000000"/>
      <w:sz w:val="24"/>
      <w:szCs w:val="24"/>
    </w:rPr>
  </w:style>
  <w:style w:type="paragraph" w:customStyle="1" w:styleId="-ffff2">
    <w:name w:val="АС-Верхний_колонтитул#"/>
    <w:uiPriority w:val="99"/>
    <w:rsid w:val="00E718EF"/>
    <w:pPr>
      <w:jc w:val="center"/>
    </w:pPr>
    <w:rPr>
      <w:b/>
      <w:szCs w:val="24"/>
    </w:rPr>
  </w:style>
  <w:style w:type="paragraph" w:customStyle="1" w:styleId="-ffff3">
    <w:name w:val="АС-Нижний_колонтитул#"/>
    <w:uiPriority w:val="99"/>
    <w:rsid w:val="00E718EF"/>
    <w:rPr>
      <w:b/>
      <w:szCs w:val="24"/>
    </w:rPr>
  </w:style>
  <w:style w:type="paragraph" w:customStyle="1" w:styleId="-ffff4">
    <w:name w:val="АС-Номер_страницы#"/>
    <w:uiPriority w:val="99"/>
    <w:rsid w:val="00E718EF"/>
    <w:pPr>
      <w:framePr w:hSpace="180" w:wrap="around" w:vAnchor="text" w:hAnchor="text" w:xAlign="center" w:y="1"/>
      <w:jc w:val="right"/>
    </w:pPr>
    <w:rPr>
      <w:b/>
      <w:szCs w:val="24"/>
    </w:rPr>
  </w:style>
  <w:style w:type="paragraph" w:customStyle="1" w:styleId="-48">
    <w:name w:val="АС-Внимание_4#"/>
    <w:basedOn w:val="-34"/>
    <w:uiPriority w:val="99"/>
    <w:rsid w:val="00E718EF"/>
    <w:pPr>
      <w:tabs>
        <w:tab w:val="clear" w:pos="360"/>
        <w:tab w:val="clear" w:pos="1701"/>
        <w:tab w:val="num" w:pos="2268"/>
        <w:tab w:val="num" w:pos="5747"/>
      </w:tabs>
      <w:ind w:left="2268" w:hanging="360"/>
    </w:pPr>
  </w:style>
  <w:style w:type="table" w:styleId="-38">
    <w:name w:val="Table Web 3"/>
    <w:basedOn w:val="af5"/>
    <w:rsid w:val="00F4793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1b">
    <w:name w:val="АС-Абзац_1#"/>
    <w:basedOn w:val="-b"/>
    <w:uiPriority w:val="99"/>
    <w:rsid w:val="00E718EF"/>
    <w:pPr>
      <w:tabs>
        <w:tab w:val="clear" w:pos="709"/>
      </w:tabs>
      <w:spacing w:before="120" w:after="120"/>
      <w:ind w:left="567" w:firstLine="0"/>
    </w:pPr>
    <w:rPr>
      <w:bCs/>
      <w:iCs/>
      <w:szCs w:val="40"/>
    </w:rPr>
  </w:style>
  <w:style w:type="paragraph" w:customStyle="1" w:styleId="-2f1">
    <w:name w:val="АС-Абзац_2#"/>
    <w:basedOn w:val="-b"/>
    <w:link w:val="-2f2"/>
    <w:rsid w:val="00E718EF"/>
    <w:pPr>
      <w:tabs>
        <w:tab w:val="clear" w:pos="709"/>
      </w:tabs>
      <w:spacing w:before="120" w:after="120"/>
      <w:ind w:left="1134" w:firstLine="0"/>
    </w:pPr>
    <w:rPr>
      <w:bCs/>
      <w:iCs/>
      <w:szCs w:val="40"/>
    </w:rPr>
  </w:style>
  <w:style w:type="paragraph" w:customStyle="1" w:styleId="-39">
    <w:name w:val="АС-Заголовок _3#"/>
    <w:basedOn w:val="35"/>
    <w:link w:val="-3a"/>
    <w:autoRedefine/>
    <w:rsid w:val="001606DB"/>
    <w:pPr>
      <w:tabs>
        <w:tab w:val="num" w:pos="709"/>
        <w:tab w:val="left" w:pos="1134"/>
        <w:tab w:val="left" w:pos="1418"/>
      </w:tabs>
      <w:ind w:left="1069" w:hanging="360"/>
    </w:pPr>
    <w:rPr>
      <w:b w:val="0"/>
    </w:rPr>
  </w:style>
  <w:style w:type="character" w:customStyle="1" w:styleId="-fffb">
    <w:name w:val="- Знак"/>
    <w:link w:val="-fffa"/>
    <w:locked/>
    <w:rsid w:val="005E095C"/>
    <w:rPr>
      <w:sz w:val="24"/>
      <w:lang w:val="ru-RU" w:eastAsia="ru-RU"/>
    </w:rPr>
  </w:style>
  <w:style w:type="character" w:customStyle="1" w:styleId="-fff7">
    <w:name w:val="АС-Список_# Знак"/>
    <w:link w:val="-8"/>
    <w:locked/>
    <w:rsid w:val="004C2ECD"/>
    <w:rPr>
      <w:sz w:val="24"/>
      <w:lang w:eastAsia="en-US"/>
    </w:rPr>
  </w:style>
  <w:style w:type="character" w:customStyle="1" w:styleId="410">
    <w:name w:val="Заголовок4! Знак1"/>
    <w:aliases w:val="First Level Subtopic Знак2,h4 Знак Знак2"/>
    <w:uiPriority w:val="99"/>
    <w:rsid w:val="008C73E9"/>
    <w:rPr>
      <w:sz w:val="24"/>
      <w:lang w:val="ru-RU" w:eastAsia="ru-RU"/>
    </w:rPr>
  </w:style>
  <w:style w:type="character" w:customStyle="1" w:styleId="250">
    <w:name w:val="Знак Знак25"/>
    <w:uiPriority w:val="99"/>
    <w:rsid w:val="008C73E9"/>
    <w:rPr>
      <w:b/>
      <w:lang w:val="ru-RU" w:eastAsia="ru-RU"/>
    </w:rPr>
  </w:style>
  <w:style w:type="character" w:customStyle="1" w:styleId="-2f3">
    <w:name w:val="АС-Нижний колонтитул# Знак Знак2"/>
    <w:uiPriority w:val="99"/>
    <w:locked/>
    <w:rsid w:val="008C73E9"/>
    <w:rPr>
      <w:sz w:val="24"/>
      <w:lang w:val="ru-RU" w:eastAsia="ru-RU"/>
    </w:rPr>
  </w:style>
  <w:style w:type="character" w:customStyle="1" w:styleId="66">
    <w:name w:val="маркир.6 Знак"/>
    <w:link w:val="61"/>
    <w:locked/>
    <w:rsid w:val="00F11B88"/>
    <w:rPr>
      <w:rFonts w:eastAsia="Calibri"/>
      <w:sz w:val="24"/>
      <w:szCs w:val="24"/>
      <w:lang w:eastAsia="en-US"/>
    </w:rPr>
  </w:style>
  <w:style w:type="character" w:customStyle="1" w:styleId="420">
    <w:name w:val="Заголовок4! Знак2"/>
    <w:aliases w:val="First Level Subtopic Знак3,h4 Знак Знак3"/>
    <w:uiPriority w:val="99"/>
    <w:rsid w:val="00011BAC"/>
    <w:rPr>
      <w:sz w:val="24"/>
      <w:lang w:val="ru-RU" w:eastAsia="ru-RU"/>
    </w:rPr>
  </w:style>
  <w:style w:type="character" w:customStyle="1" w:styleId="260">
    <w:name w:val="Знак Знак26"/>
    <w:uiPriority w:val="99"/>
    <w:rsid w:val="00011BAC"/>
    <w:rPr>
      <w:b/>
      <w:lang w:val="ru-RU" w:eastAsia="ru-RU"/>
    </w:rPr>
  </w:style>
  <w:style w:type="character" w:customStyle="1" w:styleId="-3b">
    <w:name w:val="АС-Нижний колонтитул# Знак Знак3"/>
    <w:uiPriority w:val="99"/>
    <w:semiHidden/>
    <w:locked/>
    <w:rsid w:val="00011BAC"/>
    <w:rPr>
      <w:sz w:val="24"/>
      <w:lang w:val="ru-RU" w:eastAsia="ru-RU"/>
    </w:rPr>
  </w:style>
  <w:style w:type="paragraph" w:customStyle="1" w:styleId="afffffffff7">
    <w:name w:val="надпись на рисунке"/>
    <w:basedOn w:val="af3"/>
    <w:link w:val="afffffffff8"/>
    <w:rsid w:val="00B7781F"/>
    <w:pPr>
      <w:spacing w:line="240" w:lineRule="auto"/>
      <w:jc w:val="center"/>
    </w:pPr>
    <w:rPr>
      <w:b/>
      <w:color w:val="993300"/>
      <w:sz w:val="20"/>
    </w:rPr>
  </w:style>
  <w:style w:type="character" w:customStyle="1" w:styleId="47">
    <w:name w:val="Заголовок 4 Знак"/>
    <w:aliases w:val="Заголовок4! Знак3,First Level Subtopic Знак4,h4 Знак,4 dash Знак,d Знак,Параграф Знак,H4 Знак,Заголовок 4 (Приложение) Знак,H41 Знак,H42 Знак,H411 Знак,H43 Знак,H44 Знак,H412 Знак,H421 Знак,H4111 Знак,Gliederung4 Знак,Heading 14 Знак"/>
    <w:link w:val="46"/>
    <w:locked/>
    <w:rsid w:val="002E13C8"/>
    <w:rPr>
      <w:b/>
      <w:bCs/>
      <w:sz w:val="28"/>
      <w:szCs w:val="28"/>
      <w:lang w:eastAsia="en-US"/>
    </w:rPr>
  </w:style>
  <w:style w:type="paragraph" w:customStyle="1" w:styleId="-2f4">
    <w:name w:val="Стиль АС-Заголовок_2# + полужирный"/>
    <w:basedOn w:val="-2f5"/>
    <w:uiPriority w:val="99"/>
    <w:rsid w:val="001606DB"/>
    <w:pPr>
      <w:tabs>
        <w:tab w:val="clear" w:pos="709"/>
      </w:tabs>
      <w:ind w:left="0" w:firstLine="0"/>
    </w:pPr>
    <w:rPr>
      <w:b w:val="0"/>
      <w:bCs/>
    </w:rPr>
  </w:style>
  <w:style w:type="paragraph" w:customStyle="1" w:styleId="-211">
    <w:name w:val="Стиль АС-Заголовок_2# + полужирный1"/>
    <w:basedOn w:val="-23"/>
    <w:uiPriority w:val="99"/>
    <w:rsid w:val="009F6BB5"/>
    <w:rPr>
      <w:bCs/>
    </w:rPr>
  </w:style>
  <w:style w:type="paragraph" w:customStyle="1" w:styleId="-1c">
    <w:name w:val="Стиль АС-Заголовок_1# + полужирный"/>
    <w:basedOn w:val="-10"/>
    <w:autoRedefine/>
    <w:uiPriority w:val="99"/>
    <w:rsid w:val="002D2342"/>
    <w:pPr>
      <w:numPr>
        <w:numId w:val="0"/>
      </w:numPr>
      <w:tabs>
        <w:tab w:val="num" w:pos="0"/>
      </w:tabs>
      <w:ind w:hanging="360"/>
    </w:pPr>
  </w:style>
  <w:style w:type="paragraph" w:customStyle="1" w:styleId="-2f6">
    <w:name w:val="АС-Абзац 2"/>
    <w:basedOn w:val="-b"/>
    <w:link w:val="-2f7"/>
    <w:autoRedefine/>
    <w:qFormat/>
    <w:rsid w:val="002E13C8"/>
    <w:pPr>
      <w:tabs>
        <w:tab w:val="clear" w:pos="284"/>
        <w:tab w:val="left" w:pos="993"/>
      </w:tabs>
      <w:ind w:left="993"/>
    </w:pPr>
  </w:style>
  <w:style w:type="paragraph" w:customStyle="1" w:styleId="3fb">
    <w:name w:val="Список_3ур"/>
    <w:basedOn w:val="2ff0"/>
    <w:link w:val="3fc"/>
    <w:rsid w:val="0099404D"/>
    <w:pPr>
      <w:tabs>
        <w:tab w:val="num" w:pos="2880"/>
      </w:tabs>
      <w:spacing w:before="0"/>
      <w:ind w:left="2880" w:hanging="360"/>
    </w:pPr>
  </w:style>
  <w:style w:type="character" w:customStyle="1" w:styleId="3fc">
    <w:name w:val="Список_3ур Знак"/>
    <w:link w:val="3fb"/>
    <w:locked/>
    <w:rsid w:val="0099404D"/>
    <w:rPr>
      <w:sz w:val="24"/>
      <w:lang w:val="x-none" w:eastAsia="en-US"/>
    </w:rPr>
  </w:style>
  <w:style w:type="character" w:customStyle="1" w:styleId="3a">
    <w:name w:val="Список 3 Знак"/>
    <w:link w:val="39"/>
    <w:uiPriority w:val="99"/>
    <w:locked/>
    <w:rsid w:val="008B21FD"/>
    <w:rPr>
      <w:rFonts w:eastAsia="Calibri"/>
      <w:sz w:val="24"/>
      <w:szCs w:val="24"/>
      <w:lang w:eastAsia="en-US"/>
    </w:rPr>
  </w:style>
  <w:style w:type="character" w:customStyle="1" w:styleId="-33">
    <w:name w:val="АС-Список_3а# Знак"/>
    <w:link w:val="-32"/>
    <w:locked/>
    <w:rsid w:val="00FF17F5"/>
    <w:rPr>
      <w:rFonts w:eastAsia="Times New Roman"/>
      <w:sz w:val="24"/>
      <w:lang w:val="x-none" w:eastAsia="en-US"/>
    </w:rPr>
  </w:style>
  <w:style w:type="paragraph" w:customStyle="1" w:styleId="2ff5">
    <w:name w:val="Абзац списка2"/>
    <w:basedOn w:val="af3"/>
    <w:uiPriority w:val="99"/>
    <w:rsid w:val="008260DB"/>
    <w:pPr>
      <w:spacing w:after="200" w:line="276" w:lineRule="auto"/>
      <w:ind w:left="720"/>
      <w:contextualSpacing/>
    </w:pPr>
    <w:rPr>
      <w:rFonts w:ascii="Calibri" w:hAnsi="Calibri"/>
      <w:sz w:val="22"/>
      <w:szCs w:val="22"/>
    </w:rPr>
  </w:style>
  <w:style w:type="paragraph" w:customStyle="1" w:styleId="-6">
    <w:name w:val="АС-Приложение номер"/>
    <w:basedOn w:val="af3"/>
    <w:next w:val="-b"/>
    <w:uiPriority w:val="99"/>
    <w:qFormat/>
    <w:rsid w:val="00F55079"/>
    <w:pPr>
      <w:keepLines/>
      <w:numPr>
        <w:ilvl w:val="1"/>
        <w:numId w:val="39"/>
      </w:numPr>
      <w:tabs>
        <w:tab w:val="left" w:pos="397"/>
        <w:tab w:val="left" w:pos="794"/>
      </w:tabs>
      <w:spacing w:before="440" w:after="440"/>
    </w:pPr>
  </w:style>
  <w:style w:type="character" w:customStyle="1" w:styleId="Heading2Char">
    <w:name w:val="Heading 2 Char"/>
    <w:aliases w:val="Ïîäðàçäåë Char,Second Level Topic Char,h2 Char,2 Char,H2 Char,Numbered text 3 Char,Б2 Char,RTC Char,iz2 Char,Заголовок 21 Char,HD2 Char,Heading 2 Hidden Char,Раздел Знак Char,Level 2 Topic Heading Char,H21 Char,Major Char,CHS Char,l2 Cha"/>
    <w:uiPriority w:val="9"/>
    <w:semiHidden/>
    <w:rsid w:val="008B3AA0"/>
    <w:rPr>
      <w:rFonts w:ascii="Cambria" w:hAnsi="Cambria"/>
      <w:b/>
      <w:i/>
      <w:sz w:val="28"/>
    </w:rPr>
  </w:style>
  <w:style w:type="paragraph" w:customStyle="1" w:styleId="TableNormal11">
    <w:name w:val="Table Normal11"/>
    <w:basedOn w:val="af3"/>
    <w:uiPriority w:val="99"/>
    <w:rsid w:val="008B3AA0"/>
    <w:pPr>
      <w:spacing w:before="60" w:after="60" w:line="264" w:lineRule="auto"/>
    </w:pPr>
    <w:rPr>
      <w:rFonts w:ascii="Arial Narrow" w:hAnsi="Arial Narrow" w:cs="Arial Narrow"/>
      <w:sz w:val="18"/>
      <w:szCs w:val="18"/>
      <w:lang w:val="en-AU" w:eastAsia="ja-JP"/>
    </w:rPr>
  </w:style>
  <w:style w:type="character" w:customStyle="1" w:styleId="EmailStyle5441">
    <w:name w:val="EmailStyle5441"/>
    <w:uiPriority w:val="99"/>
    <w:semiHidden/>
    <w:rsid w:val="008B3AA0"/>
    <w:rPr>
      <w:rFonts w:ascii="Arial" w:hAnsi="Arial"/>
      <w:color w:val="000080"/>
      <w:sz w:val="20"/>
    </w:rPr>
  </w:style>
  <w:style w:type="paragraph" w:customStyle="1" w:styleId="ConsNormal">
    <w:name w:val="ConsNormal"/>
    <w:uiPriority w:val="99"/>
    <w:rsid w:val="004603D2"/>
    <w:pPr>
      <w:widowControl w:val="0"/>
      <w:autoSpaceDE w:val="0"/>
      <w:autoSpaceDN w:val="0"/>
      <w:adjustRightInd w:val="0"/>
      <w:ind w:firstLine="720"/>
    </w:pPr>
    <w:rPr>
      <w:rFonts w:ascii="Arial" w:hAnsi="Arial" w:cs="Arial"/>
    </w:rPr>
  </w:style>
  <w:style w:type="character" w:customStyle="1" w:styleId="-24">
    <w:name w:val="АС-Заголовок_2#_ Знак"/>
    <w:link w:val="-23"/>
    <w:locked/>
    <w:rsid w:val="001606DB"/>
    <w:rPr>
      <w:sz w:val="24"/>
    </w:rPr>
  </w:style>
  <w:style w:type="character" w:customStyle="1" w:styleId="-ffff5">
    <w:name w:val="АС-Подпись_под_рисунком# Знак"/>
    <w:rsid w:val="00F47937"/>
    <w:rPr>
      <w:spacing w:val="40"/>
      <w:sz w:val="22"/>
    </w:rPr>
  </w:style>
  <w:style w:type="character" w:customStyle="1" w:styleId="-37">
    <w:name w:val="АС-Заголовок_3#_ Знак"/>
    <w:link w:val="-36"/>
    <w:locked/>
    <w:rsid w:val="00FB7E09"/>
    <w:rPr>
      <w:sz w:val="24"/>
    </w:rPr>
  </w:style>
  <w:style w:type="paragraph" w:customStyle="1" w:styleId="3fd">
    <w:name w:val="Заголовок 3 прим"/>
    <w:basedOn w:val="35"/>
    <w:link w:val="3fe"/>
    <w:autoRedefine/>
    <w:rsid w:val="00507795"/>
    <w:pPr>
      <w:tabs>
        <w:tab w:val="num" w:pos="1571"/>
      </w:tabs>
      <w:ind w:left="340" w:firstLine="511"/>
    </w:pPr>
  </w:style>
  <w:style w:type="paragraph" w:customStyle="1" w:styleId="-ffff6">
    <w:name w:val="АС-Рисунок# не отрывать от след"/>
    <w:basedOn w:val="af3"/>
    <w:next w:val="af3"/>
    <w:link w:val="-ffff7"/>
    <w:autoRedefine/>
    <w:rsid w:val="00507795"/>
    <w:pPr>
      <w:keepNext/>
      <w:jc w:val="center"/>
    </w:pPr>
    <w:rPr>
      <w:spacing w:val="40"/>
      <w:sz w:val="22"/>
    </w:rPr>
  </w:style>
  <w:style w:type="character" w:customStyle="1" w:styleId="-ffff7">
    <w:name w:val="АС-Рисунок# не отрывать от след Знак"/>
    <w:link w:val="-ffff6"/>
    <w:locked/>
    <w:rsid w:val="00507795"/>
    <w:rPr>
      <w:spacing w:val="40"/>
      <w:sz w:val="24"/>
      <w:lang w:val="x-none" w:eastAsia="en-US"/>
    </w:rPr>
  </w:style>
  <w:style w:type="paragraph" w:customStyle="1" w:styleId="-2f5">
    <w:name w:val="АС-Заголовок_2#"/>
    <w:basedOn w:val="29"/>
    <w:link w:val="-2f8"/>
    <w:autoRedefine/>
    <w:rsid w:val="001606DB"/>
    <w:pPr>
      <w:tabs>
        <w:tab w:val="num" w:pos="709"/>
        <w:tab w:val="left" w:pos="1134"/>
      </w:tabs>
      <w:spacing w:before="360"/>
      <w:ind w:left="1069" w:hanging="360"/>
    </w:pPr>
    <w:rPr>
      <w:bCs w:val="0"/>
      <w:i w:val="0"/>
      <w:iCs w:val="0"/>
    </w:rPr>
  </w:style>
  <w:style w:type="character" w:customStyle="1" w:styleId="-ffff8">
    <w:name w:val="АС-Рисунок_Подпись_под_рисунком# Знак"/>
    <w:link w:val="-ffff9"/>
    <w:locked/>
    <w:rsid w:val="002E13C8"/>
    <w:rPr>
      <w:bCs/>
      <w:sz w:val="24"/>
      <w:szCs w:val="24"/>
      <w:lang w:eastAsia="en-US"/>
    </w:rPr>
  </w:style>
  <w:style w:type="paragraph" w:customStyle="1" w:styleId="-ffff9">
    <w:name w:val="АС-Рисунок_Подпись_под_рисунком#"/>
    <w:basedOn w:val="af3"/>
    <w:link w:val="-ffff8"/>
    <w:autoRedefine/>
    <w:qFormat/>
    <w:rsid w:val="002E13C8"/>
    <w:pPr>
      <w:spacing w:before="120" w:after="120"/>
      <w:ind w:left="142"/>
      <w:jc w:val="center"/>
    </w:pPr>
    <w:rPr>
      <w:rFonts w:eastAsia="Times New Roman"/>
      <w:bCs/>
    </w:rPr>
  </w:style>
  <w:style w:type="character" w:customStyle="1" w:styleId="-210">
    <w:name w:val="АС-Список_2# Знак Знак1"/>
    <w:link w:val="-21"/>
    <w:uiPriority w:val="99"/>
    <w:locked/>
    <w:rsid w:val="00E423B2"/>
    <w:rPr>
      <w:rFonts w:eastAsia="Calibri"/>
      <w:sz w:val="24"/>
      <w:szCs w:val="24"/>
      <w:lang w:eastAsia="en-US"/>
    </w:rPr>
  </w:style>
  <w:style w:type="paragraph" w:customStyle="1" w:styleId="-31">
    <w:name w:val="АС-Список_3#"/>
    <w:basedOn w:val="39"/>
    <w:link w:val="-3c"/>
    <w:rsid w:val="002E13C8"/>
    <w:pPr>
      <w:numPr>
        <w:numId w:val="34"/>
      </w:numPr>
      <w:tabs>
        <w:tab w:val="clear" w:pos="1985"/>
      </w:tabs>
      <w:ind w:left="849" w:hanging="283"/>
    </w:pPr>
  </w:style>
  <w:style w:type="character" w:customStyle="1" w:styleId="-3c">
    <w:name w:val="АС-Список_3# Знак"/>
    <w:link w:val="-31"/>
    <w:locked/>
    <w:rsid w:val="00E423B2"/>
    <w:rPr>
      <w:rFonts w:eastAsia="Calibri"/>
      <w:sz w:val="24"/>
      <w:szCs w:val="24"/>
      <w:lang w:eastAsia="en-US"/>
    </w:rPr>
  </w:style>
  <w:style w:type="paragraph" w:customStyle="1" w:styleId="-ffffa">
    <w:name w:val="АС-Подпись_под_рисунком#"/>
    <w:basedOn w:val="af3"/>
    <w:link w:val="-ffffb"/>
    <w:rsid w:val="002E13C8"/>
    <w:pPr>
      <w:spacing w:before="120" w:after="120"/>
      <w:ind w:left="142"/>
      <w:jc w:val="center"/>
    </w:pPr>
    <w:rPr>
      <w:rFonts w:eastAsia="Times New Roman"/>
      <w:bCs/>
    </w:rPr>
  </w:style>
  <w:style w:type="paragraph" w:customStyle="1" w:styleId="-22">
    <w:name w:val="АС-Заголовок 2"/>
    <w:basedOn w:val="29"/>
    <w:autoRedefine/>
    <w:qFormat/>
    <w:rsid w:val="00E02613"/>
    <w:pPr>
      <w:numPr>
        <w:ilvl w:val="1"/>
        <w:numId w:val="47"/>
      </w:numPr>
      <w:spacing w:after="240"/>
      <w:ind w:left="0"/>
      <w:contextualSpacing/>
    </w:pPr>
    <w:rPr>
      <w:rFonts w:ascii="Times New Roman" w:hAnsi="Times New Roman"/>
      <w:bCs w:val="0"/>
      <w:i w:val="0"/>
      <w:iCs w:val="0"/>
      <w:sz w:val="24"/>
      <w:szCs w:val="20"/>
      <w:lang w:eastAsia="ru-RU"/>
    </w:rPr>
  </w:style>
  <w:style w:type="paragraph" w:customStyle="1" w:styleId="4f3">
    <w:name w:val="Абзац 4#"/>
    <w:basedOn w:val="-51"/>
    <w:autoRedefine/>
    <w:uiPriority w:val="99"/>
    <w:rsid w:val="00F47937"/>
    <w:pPr>
      <w:numPr>
        <w:ilvl w:val="0"/>
        <w:numId w:val="0"/>
      </w:numPr>
      <w:spacing w:before="0" w:after="0"/>
    </w:pPr>
  </w:style>
  <w:style w:type="paragraph" w:customStyle="1" w:styleId="-60">
    <w:name w:val="АС-Заголовок 6"/>
    <w:basedOn w:val="62"/>
    <w:autoRedefine/>
    <w:qFormat/>
    <w:rsid w:val="002E13C8"/>
    <w:pPr>
      <w:numPr>
        <w:ilvl w:val="5"/>
        <w:numId w:val="47"/>
      </w:numPr>
      <w:tabs>
        <w:tab w:val="left" w:pos="1134"/>
        <w:tab w:val="left" w:pos="1985"/>
      </w:tabs>
      <w:spacing w:after="240"/>
    </w:pPr>
    <w:rPr>
      <w:b w:val="0"/>
      <w:lang w:eastAsia="ru-RU"/>
    </w:rPr>
  </w:style>
  <w:style w:type="paragraph" w:customStyle="1" w:styleId="-13">
    <w:name w:val="АС-Заголовок 1"/>
    <w:basedOn w:val="1d"/>
    <w:autoRedefine/>
    <w:qFormat/>
    <w:rsid w:val="00E64E02"/>
    <w:pPr>
      <w:pageBreakBefore/>
      <w:numPr>
        <w:numId w:val="47"/>
      </w:numPr>
      <w:spacing w:before="360" w:after="240"/>
      <w:jc w:val="center"/>
    </w:pPr>
    <w:rPr>
      <w:rFonts w:ascii="Times New Roman" w:hAnsi="Times New Roman"/>
      <w:bCs w:val="0"/>
      <w:caps/>
      <w:kern w:val="0"/>
      <w:sz w:val="24"/>
      <w:szCs w:val="24"/>
      <w:lang w:eastAsia="ru-RU"/>
    </w:rPr>
  </w:style>
  <w:style w:type="paragraph" w:customStyle="1" w:styleId="3ff">
    <w:name w:val="Абзац 3#"/>
    <w:basedOn w:val="46"/>
    <w:autoRedefine/>
    <w:uiPriority w:val="99"/>
    <w:qFormat/>
    <w:rsid w:val="00F47937"/>
    <w:pPr>
      <w:spacing w:before="0" w:after="0"/>
    </w:pPr>
    <w:rPr>
      <w:b w:val="0"/>
    </w:rPr>
  </w:style>
  <w:style w:type="paragraph" w:customStyle="1" w:styleId="-30">
    <w:name w:val="АС-Заголовок 3"/>
    <w:basedOn w:val="35"/>
    <w:autoRedefine/>
    <w:qFormat/>
    <w:rsid w:val="007171D8"/>
    <w:pPr>
      <w:numPr>
        <w:ilvl w:val="2"/>
        <w:numId w:val="47"/>
      </w:numPr>
      <w:spacing w:after="240"/>
      <w:ind w:left="0"/>
    </w:pPr>
    <w:rPr>
      <w:rFonts w:ascii="Times New Roman" w:hAnsi="Times New Roman"/>
      <w:bCs w:val="0"/>
      <w:sz w:val="24"/>
      <w:szCs w:val="20"/>
      <w:lang w:eastAsia="ru-RU"/>
    </w:rPr>
  </w:style>
  <w:style w:type="paragraph" w:customStyle="1" w:styleId="-42">
    <w:name w:val="АС-Заголовок 4"/>
    <w:basedOn w:val="46"/>
    <w:autoRedefine/>
    <w:qFormat/>
    <w:rsid w:val="002E13C8"/>
    <w:pPr>
      <w:numPr>
        <w:ilvl w:val="3"/>
        <w:numId w:val="47"/>
      </w:numPr>
      <w:spacing w:before="480" w:after="480"/>
    </w:pPr>
    <w:rPr>
      <w:sz w:val="24"/>
      <w:szCs w:val="24"/>
      <w:lang w:eastAsia="ru-RU"/>
    </w:rPr>
  </w:style>
  <w:style w:type="paragraph" w:customStyle="1" w:styleId="85">
    <w:name w:val="Стиль8"/>
    <w:basedOn w:val="af3"/>
    <w:autoRedefine/>
    <w:uiPriority w:val="99"/>
    <w:qFormat/>
    <w:rsid w:val="00F47937"/>
    <w:pPr>
      <w:keepNext/>
      <w:ind w:left="576" w:hanging="576"/>
      <w:outlineLvl w:val="1"/>
    </w:pPr>
    <w:rPr>
      <w:b/>
    </w:rPr>
  </w:style>
  <w:style w:type="paragraph" w:customStyle="1" w:styleId="1ff9">
    <w:name w:val="Абзац 1 #"/>
    <w:basedOn w:val="-22"/>
    <w:autoRedefine/>
    <w:uiPriority w:val="99"/>
    <w:rsid w:val="00F47937"/>
    <w:pPr>
      <w:numPr>
        <w:ilvl w:val="0"/>
        <w:numId w:val="0"/>
      </w:numPr>
      <w:spacing w:before="0" w:after="0"/>
    </w:pPr>
    <w:rPr>
      <w:b w:val="0"/>
    </w:rPr>
  </w:style>
  <w:style w:type="paragraph" w:customStyle="1" w:styleId="24">
    <w:name w:val="Абзац 2#"/>
    <w:basedOn w:val="-30"/>
    <w:autoRedefine/>
    <w:uiPriority w:val="99"/>
    <w:qFormat/>
    <w:rsid w:val="00F47937"/>
    <w:pPr>
      <w:numPr>
        <w:numId w:val="46"/>
      </w:numPr>
      <w:spacing w:before="0" w:after="0"/>
      <w:ind w:left="284" w:firstLine="425"/>
    </w:pPr>
    <w:rPr>
      <w:b w:val="0"/>
    </w:rPr>
  </w:style>
  <w:style w:type="paragraph" w:customStyle="1" w:styleId="-51">
    <w:name w:val="АС-Заголовок 5"/>
    <w:basedOn w:val="52"/>
    <w:autoRedefine/>
    <w:qFormat/>
    <w:rsid w:val="002E13C8"/>
    <w:pPr>
      <w:numPr>
        <w:ilvl w:val="4"/>
        <w:numId w:val="47"/>
      </w:numPr>
      <w:tabs>
        <w:tab w:val="left" w:pos="1701"/>
      </w:tabs>
      <w:spacing w:after="240"/>
    </w:pPr>
    <w:rPr>
      <w:b w:val="0"/>
      <w:i w:val="0"/>
      <w:sz w:val="24"/>
      <w:lang w:eastAsia="ru-RU"/>
    </w:rPr>
  </w:style>
  <w:style w:type="paragraph" w:customStyle="1" w:styleId="5b">
    <w:name w:val="Абзац 5#"/>
    <w:basedOn w:val="-60"/>
    <w:autoRedefine/>
    <w:uiPriority w:val="99"/>
    <w:qFormat/>
    <w:rsid w:val="00F47937"/>
    <w:pPr>
      <w:spacing w:before="0" w:after="0"/>
    </w:pPr>
  </w:style>
  <w:style w:type="paragraph" w:styleId="2ff6">
    <w:name w:val="Quote"/>
    <w:basedOn w:val="af3"/>
    <w:next w:val="af3"/>
    <w:link w:val="2ff7"/>
    <w:uiPriority w:val="99"/>
    <w:qFormat/>
    <w:rsid w:val="00F47937"/>
    <w:rPr>
      <w:i/>
    </w:rPr>
  </w:style>
  <w:style w:type="character" w:customStyle="1" w:styleId="2ff7">
    <w:name w:val="Цитата 2 Знак"/>
    <w:link w:val="2ff6"/>
    <w:uiPriority w:val="99"/>
    <w:locked/>
    <w:rsid w:val="00F47937"/>
    <w:rPr>
      <w:i/>
      <w:sz w:val="24"/>
    </w:rPr>
  </w:style>
  <w:style w:type="paragraph" w:styleId="afffffffff9">
    <w:name w:val="Intense Quote"/>
    <w:basedOn w:val="af3"/>
    <w:next w:val="af3"/>
    <w:link w:val="afffffffffa"/>
    <w:uiPriority w:val="99"/>
    <w:qFormat/>
    <w:rsid w:val="00F47937"/>
    <w:pPr>
      <w:ind w:left="720" w:right="720"/>
    </w:pPr>
    <w:rPr>
      <w:b/>
      <w:i/>
      <w:szCs w:val="22"/>
    </w:rPr>
  </w:style>
  <w:style w:type="character" w:customStyle="1" w:styleId="afffffffffa">
    <w:name w:val="Выделенная цитата Знак"/>
    <w:link w:val="afffffffff9"/>
    <w:uiPriority w:val="99"/>
    <w:locked/>
    <w:rsid w:val="00F47937"/>
    <w:rPr>
      <w:b/>
      <w:i/>
      <w:sz w:val="22"/>
    </w:rPr>
  </w:style>
  <w:style w:type="character" w:styleId="afffffffffb">
    <w:name w:val="Subtle Emphasis"/>
    <w:qFormat/>
    <w:rsid w:val="00F47937"/>
    <w:rPr>
      <w:i/>
      <w:color w:val="5A5A5A"/>
    </w:rPr>
  </w:style>
  <w:style w:type="character" w:styleId="afffffffffc">
    <w:name w:val="Intense Emphasis"/>
    <w:qFormat/>
    <w:rsid w:val="00F47937"/>
    <w:rPr>
      <w:b/>
      <w:i/>
      <w:sz w:val="24"/>
      <w:u w:val="single"/>
    </w:rPr>
  </w:style>
  <w:style w:type="character" w:styleId="afffffffffd">
    <w:name w:val="Subtle Reference"/>
    <w:qFormat/>
    <w:rsid w:val="00F47937"/>
    <w:rPr>
      <w:sz w:val="24"/>
      <w:u w:val="single"/>
    </w:rPr>
  </w:style>
  <w:style w:type="character" w:styleId="afffffffffe">
    <w:name w:val="Intense Reference"/>
    <w:qFormat/>
    <w:rsid w:val="00F47937"/>
    <w:rPr>
      <w:b/>
      <w:sz w:val="24"/>
      <w:u w:val="single"/>
    </w:rPr>
  </w:style>
  <w:style w:type="character" w:styleId="affffffffff">
    <w:name w:val="Book Title"/>
    <w:qFormat/>
    <w:rsid w:val="00F47937"/>
    <w:rPr>
      <w:rFonts w:ascii="Cambria" w:hAnsi="Cambria"/>
      <w:b/>
      <w:i/>
      <w:sz w:val="24"/>
    </w:rPr>
  </w:style>
  <w:style w:type="paragraph" w:styleId="affffffffff0">
    <w:name w:val="TOC Heading"/>
    <w:basedOn w:val="1d"/>
    <w:next w:val="af3"/>
    <w:uiPriority w:val="39"/>
    <w:qFormat/>
    <w:rsid w:val="00F47937"/>
    <w:pPr>
      <w:outlineLvl w:val="9"/>
    </w:pPr>
  </w:style>
  <w:style w:type="paragraph" w:customStyle="1" w:styleId="-ffffc">
    <w:name w:val="АС-ПРИЛОЖЕНИЕ (Скрытый)#"/>
    <w:basedOn w:val="af3"/>
    <w:uiPriority w:val="99"/>
    <w:rsid w:val="002E13C8"/>
    <w:pPr>
      <w:pageBreakBefore/>
      <w:spacing w:before="120" w:after="120"/>
      <w:contextualSpacing/>
      <w:jc w:val="center"/>
    </w:pPr>
    <w:rPr>
      <w:rFonts w:ascii="Monotype Corsiva" w:eastAsia="Times New Roman" w:hAnsi="Monotype Corsiva"/>
      <w:color w:val="FFFFFF"/>
      <w:sz w:val="32"/>
      <w:szCs w:val="36"/>
      <w:lang w:eastAsia="ru-RU"/>
    </w:rPr>
  </w:style>
  <w:style w:type="paragraph" w:customStyle="1" w:styleId="a1">
    <w:name w:val="нумерация абзаца"/>
    <w:basedOn w:val="-b"/>
    <w:uiPriority w:val="99"/>
    <w:rsid w:val="00F47937"/>
    <w:pPr>
      <w:numPr>
        <w:numId w:val="43"/>
      </w:numPr>
    </w:pPr>
  </w:style>
  <w:style w:type="paragraph" w:customStyle="1" w:styleId="af0">
    <w:name w:val="спиок нумер."/>
    <w:basedOn w:val="af9"/>
    <w:autoRedefine/>
    <w:rsid w:val="000C2AD5"/>
    <w:pPr>
      <w:numPr>
        <w:numId w:val="87"/>
      </w:numPr>
      <w:tabs>
        <w:tab w:val="left" w:pos="1417"/>
        <w:tab w:val="left" w:pos="4678"/>
      </w:tabs>
      <w:spacing w:after="0"/>
    </w:pPr>
  </w:style>
  <w:style w:type="paragraph" w:customStyle="1" w:styleId="41">
    <w:name w:val="список маркир.4"/>
    <w:basedOn w:val="34"/>
    <w:uiPriority w:val="99"/>
    <w:rsid w:val="00F47937"/>
    <w:pPr>
      <w:numPr>
        <w:numId w:val="38"/>
      </w:numPr>
      <w:tabs>
        <w:tab w:val="num" w:pos="1400"/>
      </w:tabs>
    </w:pPr>
  </w:style>
  <w:style w:type="paragraph" w:customStyle="1" w:styleId="00">
    <w:name w:val="Стиль Основной текст + Первая строка:  0 см После:  0 пт"/>
    <w:basedOn w:val="af9"/>
    <w:link w:val="000"/>
    <w:rsid w:val="00F47937"/>
    <w:pPr>
      <w:spacing w:after="0"/>
      <w:ind w:firstLine="567"/>
    </w:pPr>
  </w:style>
  <w:style w:type="character" w:customStyle="1" w:styleId="-49">
    <w:name w:val="АС-Список_4# Знак Знак"/>
    <w:rsid w:val="00F47937"/>
    <w:rPr>
      <w:sz w:val="24"/>
    </w:rPr>
  </w:style>
  <w:style w:type="character" w:customStyle="1" w:styleId="-212">
    <w:name w:val="АС-Список_2# Знак1"/>
    <w:rsid w:val="00F47937"/>
    <w:rPr>
      <w:sz w:val="24"/>
    </w:rPr>
  </w:style>
  <w:style w:type="paragraph" w:customStyle="1" w:styleId="affffffffff1">
    <w:name w:val="Титульный лист"/>
    <w:basedOn w:val="-f7"/>
    <w:autoRedefine/>
    <w:uiPriority w:val="99"/>
    <w:qFormat/>
    <w:rsid w:val="00F47937"/>
    <w:rPr>
      <w:rFonts w:ascii="Times New Roman" w:hAnsi="Times New Roman"/>
      <w:sz w:val="32"/>
    </w:rPr>
  </w:style>
  <w:style w:type="paragraph" w:customStyle="1" w:styleId="-1d">
    <w:name w:val="АС-Внимание_1"/>
    <w:basedOn w:val="-ffffd"/>
    <w:uiPriority w:val="99"/>
    <w:qFormat/>
    <w:rsid w:val="002E13C8"/>
    <w:pPr>
      <w:tabs>
        <w:tab w:val="clear" w:pos="567"/>
      </w:tabs>
      <w:ind w:left="1134"/>
    </w:pPr>
  </w:style>
  <w:style w:type="paragraph" w:customStyle="1" w:styleId="-2f9">
    <w:name w:val="АС-Внимание_2"/>
    <w:basedOn w:val="-1d"/>
    <w:uiPriority w:val="99"/>
    <w:qFormat/>
    <w:rsid w:val="002E13C8"/>
    <w:pPr>
      <w:ind w:left="1843"/>
    </w:pPr>
  </w:style>
  <w:style w:type="paragraph" w:customStyle="1" w:styleId="-ffffd">
    <w:name w:val="АС-Внимание"/>
    <w:basedOn w:val="af1"/>
    <w:uiPriority w:val="99"/>
    <w:qFormat/>
    <w:rsid w:val="002E13C8"/>
  </w:style>
  <w:style w:type="paragraph" w:customStyle="1" w:styleId="-3d">
    <w:name w:val="АС-Внимание_3"/>
    <w:basedOn w:val="-1d"/>
    <w:uiPriority w:val="99"/>
    <w:qFormat/>
    <w:rsid w:val="002E13C8"/>
    <w:pPr>
      <w:ind w:left="2381"/>
    </w:pPr>
  </w:style>
  <w:style w:type="paragraph" w:customStyle="1" w:styleId="-4a">
    <w:name w:val="АС-Внимание_4"/>
    <w:basedOn w:val="-1d"/>
    <w:uiPriority w:val="99"/>
    <w:qFormat/>
    <w:rsid w:val="002E13C8"/>
    <w:pPr>
      <w:ind w:left="2722"/>
    </w:pPr>
  </w:style>
  <w:style w:type="character" w:customStyle="1" w:styleId="-ffc">
    <w:name w:val="АС-Рисунок# Знак"/>
    <w:link w:val="-ffb"/>
    <w:locked/>
    <w:rsid w:val="002E13C8"/>
    <w:rPr>
      <w:spacing w:val="40"/>
      <w:sz w:val="24"/>
      <w:szCs w:val="24"/>
      <w:lang w:eastAsia="en-US"/>
    </w:rPr>
  </w:style>
  <w:style w:type="paragraph" w:customStyle="1" w:styleId="-ffffe">
    <w:name w:val="АС-Рисунок_Подпись под рисунком"/>
    <w:basedOn w:val="-ffffa"/>
    <w:qFormat/>
    <w:rsid w:val="00F47937"/>
  </w:style>
  <w:style w:type="paragraph" w:customStyle="1" w:styleId="-fffff">
    <w:name w:val="АС-Текст_таблицы с отступом#"/>
    <w:uiPriority w:val="99"/>
    <w:rsid w:val="002E13C8"/>
    <w:pPr>
      <w:widowControl w:val="0"/>
      <w:ind w:left="57" w:firstLine="567"/>
    </w:pPr>
    <w:rPr>
      <w:sz w:val="24"/>
      <w:szCs w:val="24"/>
    </w:rPr>
  </w:style>
  <w:style w:type="paragraph" w:customStyle="1" w:styleId="-fffff0">
    <w:name w:val="АС-Список_##"/>
    <w:basedOn w:val="-8"/>
    <w:autoRedefine/>
    <w:uiPriority w:val="99"/>
    <w:rsid w:val="002E13C8"/>
  </w:style>
  <w:style w:type="paragraph" w:customStyle="1" w:styleId="-1e">
    <w:name w:val="АС-Список_1##"/>
    <w:basedOn w:val="-14"/>
    <w:autoRedefine/>
    <w:uiPriority w:val="99"/>
    <w:rsid w:val="002E13C8"/>
  </w:style>
  <w:style w:type="paragraph" w:customStyle="1" w:styleId="-2fa">
    <w:name w:val="АС-Список_2##"/>
    <w:basedOn w:val="-21"/>
    <w:autoRedefine/>
    <w:uiPriority w:val="99"/>
    <w:rsid w:val="002E13C8"/>
  </w:style>
  <w:style w:type="paragraph" w:customStyle="1" w:styleId="-3e">
    <w:name w:val="АС-Список_3##"/>
    <w:basedOn w:val="-31"/>
    <w:autoRedefine/>
    <w:uiPriority w:val="99"/>
    <w:rsid w:val="002E13C8"/>
    <w:pPr>
      <w:tabs>
        <w:tab w:val="left" w:pos="2410"/>
      </w:tabs>
      <w:ind w:left="1985" w:firstLine="0"/>
    </w:pPr>
  </w:style>
  <w:style w:type="paragraph" w:customStyle="1" w:styleId="-fffff1">
    <w:name w:val="АС-Введение"/>
    <w:basedOn w:val="-2e"/>
    <w:uiPriority w:val="99"/>
    <w:rsid w:val="002E13C8"/>
    <w:rPr>
      <w:b w:val="0"/>
    </w:rPr>
  </w:style>
  <w:style w:type="paragraph" w:customStyle="1" w:styleId="-fffff2">
    <w:name w:val="АС-Приложение"/>
    <w:basedOn w:val="-2f0"/>
    <w:uiPriority w:val="99"/>
    <w:qFormat/>
    <w:rsid w:val="002E13C8"/>
    <w:pPr>
      <w:jc w:val="center"/>
      <w:outlineLvl w:val="0"/>
    </w:pPr>
  </w:style>
  <w:style w:type="paragraph" w:customStyle="1" w:styleId="-1f">
    <w:name w:val="АС-Титул 1"/>
    <w:basedOn w:val="af3"/>
    <w:uiPriority w:val="99"/>
    <w:rsid w:val="002E13C8"/>
    <w:pPr>
      <w:jc w:val="center"/>
    </w:pPr>
  </w:style>
  <w:style w:type="paragraph" w:customStyle="1" w:styleId="-2fb">
    <w:name w:val="АС-Титул 2"/>
    <w:basedOn w:val="aff0"/>
    <w:uiPriority w:val="99"/>
    <w:rsid w:val="002E13C8"/>
    <w:pPr>
      <w:ind w:left="0" w:right="-2"/>
    </w:pPr>
    <w:rPr>
      <w:sz w:val="32"/>
      <w:szCs w:val="32"/>
    </w:rPr>
  </w:style>
  <w:style w:type="paragraph" w:customStyle="1" w:styleId="-3f">
    <w:name w:val="АС-Титул 3"/>
    <w:basedOn w:val="-2fb"/>
    <w:uiPriority w:val="99"/>
    <w:rsid w:val="002E13C8"/>
    <w:rPr>
      <w:b w:val="0"/>
    </w:rPr>
  </w:style>
  <w:style w:type="paragraph" w:customStyle="1" w:styleId="-4b">
    <w:name w:val="АС-Титул 4"/>
    <w:basedOn w:val="-3f"/>
    <w:uiPriority w:val="99"/>
    <w:rsid w:val="002E13C8"/>
    <w:pPr>
      <w:spacing w:after="0"/>
      <w:ind w:right="0"/>
    </w:pPr>
    <w:rPr>
      <w:b/>
      <w:sz w:val="28"/>
      <w:szCs w:val="28"/>
    </w:rPr>
  </w:style>
  <w:style w:type="paragraph" w:customStyle="1" w:styleId="-55">
    <w:name w:val="АС-Титул 5"/>
    <w:basedOn w:val="-4b"/>
    <w:uiPriority w:val="99"/>
    <w:rsid w:val="002E13C8"/>
    <w:rPr>
      <w:b w:val="0"/>
    </w:rPr>
  </w:style>
  <w:style w:type="paragraph" w:customStyle="1" w:styleId="-fffff3">
    <w:name w:val="АС-Таблица_Текст"/>
    <w:basedOn w:val="-fff0"/>
    <w:uiPriority w:val="99"/>
    <w:rsid w:val="002E13C8"/>
    <w:pPr>
      <w:ind w:left="142"/>
    </w:pPr>
  </w:style>
  <w:style w:type="paragraph" w:customStyle="1" w:styleId="-fffff4">
    <w:name w:val="АС-Таблица_Текст центр"/>
    <w:basedOn w:val="af3"/>
    <w:uiPriority w:val="99"/>
    <w:rsid w:val="002E13C8"/>
    <w:pPr>
      <w:widowControl w:val="0"/>
      <w:spacing w:line="240" w:lineRule="auto"/>
      <w:jc w:val="center"/>
    </w:pPr>
    <w:rPr>
      <w:rFonts w:eastAsia="Times New Roman"/>
      <w:lang w:eastAsia="ru-RU"/>
    </w:rPr>
  </w:style>
  <w:style w:type="paragraph" w:customStyle="1" w:styleId="-fffff5">
    <w:name w:val="АС-Таблица_Название"/>
    <w:basedOn w:val="-fff5"/>
    <w:uiPriority w:val="99"/>
    <w:rsid w:val="001C18BA"/>
  </w:style>
  <w:style w:type="paragraph" w:customStyle="1" w:styleId="-fffff6">
    <w:name w:val="АС-Таблица_Шапка"/>
    <w:basedOn w:val="af3"/>
    <w:uiPriority w:val="99"/>
    <w:rsid w:val="002E13C8"/>
    <w:pPr>
      <w:keepNext/>
      <w:tabs>
        <w:tab w:val="left" w:pos="709"/>
      </w:tabs>
      <w:spacing w:line="240" w:lineRule="auto"/>
      <w:ind w:left="142"/>
      <w:jc w:val="left"/>
    </w:pPr>
    <w:rPr>
      <w:rFonts w:eastAsia="Times New Roman"/>
      <w:b/>
      <w:szCs w:val="20"/>
    </w:rPr>
  </w:style>
  <w:style w:type="paragraph" w:customStyle="1" w:styleId="-fffff7">
    <w:name w:val="АС-Таблица_Шапка центр"/>
    <w:basedOn w:val="af3"/>
    <w:uiPriority w:val="99"/>
    <w:rsid w:val="002E13C8"/>
    <w:pPr>
      <w:keepNext/>
      <w:ind w:left="142"/>
      <w:jc w:val="center"/>
    </w:pPr>
    <w:rPr>
      <w:rFonts w:eastAsia="Times New Roman"/>
      <w:b/>
      <w:lang w:eastAsia="ru-RU"/>
    </w:rPr>
  </w:style>
  <w:style w:type="paragraph" w:customStyle="1" w:styleId="-fffff8">
    <w:name w:val="АС-Таблица_Шапка центр бел"/>
    <w:basedOn w:val="af3"/>
    <w:rsid w:val="002E13C8"/>
    <w:pPr>
      <w:spacing w:line="240" w:lineRule="auto"/>
      <w:jc w:val="center"/>
    </w:pPr>
    <w:rPr>
      <w:b/>
      <w:color w:val="FFFFFF"/>
    </w:rPr>
  </w:style>
  <w:style w:type="paragraph" w:customStyle="1" w:styleId="-4c">
    <w:name w:val="АС-Список_4##"/>
    <w:basedOn w:val="-4"/>
    <w:autoRedefine/>
    <w:uiPriority w:val="99"/>
    <w:rsid w:val="002E13C8"/>
    <w:pPr>
      <w:tabs>
        <w:tab w:val="clear" w:pos="2268"/>
        <w:tab w:val="left" w:pos="2694"/>
      </w:tabs>
      <w:ind w:left="2268" w:firstLine="0"/>
    </w:pPr>
  </w:style>
  <w:style w:type="paragraph" w:customStyle="1" w:styleId="-fffff9">
    <w:name w:val="АС-С Абзац#"/>
    <w:basedOn w:val="-b"/>
    <w:autoRedefine/>
    <w:uiPriority w:val="99"/>
    <w:rsid w:val="002E13C8"/>
  </w:style>
  <w:style w:type="paragraph" w:customStyle="1" w:styleId="-2fc">
    <w:name w:val="АС-Заголовок 2##"/>
    <w:basedOn w:val="-22"/>
    <w:autoRedefine/>
    <w:uiPriority w:val="99"/>
    <w:rsid w:val="002E13C8"/>
  </w:style>
  <w:style w:type="paragraph" w:customStyle="1" w:styleId="-3f0">
    <w:name w:val="АС-Заголовок 3##"/>
    <w:basedOn w:val="-30"/>
    <w:autoRedefine/>
    <w:uiPriority w:val="99"/>
    <w:rsid w:val="002E13C8"/>
  </w:style>
  <w:style w:type="paragraph" w:customStyle="1" w:styleId="-4d">
    <w:name w:val="АС-Заголовок 4##"/>
    <w:basedOn w:val="-42"/>
    <w:autoRedefine/>
    <w:uiPriority w:val="99"/>
    <w:rsid w:val="002E13C8"/>
  </w:style>
  <w:style w:type="paragraph" w:customStyle="1" w:styleId="-56">
    <w:name w:val="АС-Заголовок 5##"/>
    <w:basedOn w:val="-51"/>
    <w:autoRedefine/>
    <w:uiPriority w:val="99"/>
    <w:rsid w:val="002E13C8"/>
  </w:style>
  <w:style w:type="paragraph" w:customStyle="1" w:styleId="-62">
    <w:name w:val="АС-Заголовок 6##"/>
    <w:basedOn w:val="-60"/>
    <w:autoRedefine/>
    <w:uiPriority w:val="99"/>
    <w:qFormat/>
    <w:rsid w:val="002E13C8"/>
  </w:style>
  <w:style w:type="character" w:customStyle="1" w:styleId="-ffffb">
    <w:name w:val="АС-Подпись_под_рисунком# Знак Знак"/>
    <w:link w:val="-ffffa"/>
    <w:locked/>
    <w:rsid w:val="00E92019"/>
    <w:rPr>
      <w:bCs/>
      <w:sz w:val="24"/>
      <w:szCs w:val="24"/>
      <w:lang w:eastAsia="en-US"/>
    </w:rPr>
  </w:style>
  <w:style w:type="character" w:customStyle="1" w:styleId="1f1">
    <w:name w:val="Абзац 1 Знак"/>
    <w:link w:val="1f0"/>
    <w:locked/>
    <w:rsid w:val="00E92019"/>
    <w:rPr>
      <w:sz w:val="24"/>
    </w:rPr>
  </w:style>
  <w:style w:type="paragraph" w:customStyle="1" w:styleId="001">
    <w:name w:val="Стиль Стиль Основной текст + Первая строка:  0 см После:  0 пт + по..."/>
    <w:basedOn w:val="00"/>
    <w:link w:val="002"/>
    <w:autoRedefine/>
    <w:rsid w:val="00E92019"/>
    <w:pPr>
      <w:tabs>
        <w:tab w:val="left" w:pos="850"/>
        <w:tab w:val="left" w:pos="1134"/>
        <w:tab w:val="left" w:pos="1417"/>
      </w:tabs>
      <w:spacing w:after="80"/>
      <w:ind w:left="426" w:firstLine="850"/>
    </w:pPr>
    <w:rPr>
      <w:b/>
      <w:bCs/>
      <w:szCs w:val="20"/>
      <w:lang w:eastAsia="ru-RU"/>
    </w:rPr>
  </w:style>
  <w:style w:type="character" w:customStyle="1" w:styleId="002">
    <w:name w:val="Стиль Стиль Основной текст + Первая строка:  0 см После:  0 пт + по... Знак"/>
    <w:link w:val="001"/>
    <w:locked/>
    <w:rsid w:val="00E92019"/>
    <w:rPr>
      <w:b/>
      <w:sz w:val="24"/>
    </w:rPr>
  </w:style>
  <w:style w:type="paragraph" w:customStyle="1" w:styleId="-fffffa">
    <w:name w:val="АС-Надпись на рисунке"/>
    <w:basedOn w:val="af3"/>
    <w:link w:val="-fffffb"/>
    <w:autoRedefine/>
    <w:qFormat/>
    <w:rsid w:val="00A54F09"/>
    <w:pPr>
      <w:spacing w:line="240" w:lineRule="auto"/>
      <w:jc w:val="center"/>
    </w:pPr>
    <w:rPr>
      <w:b/>
      <w:color w:val="993300"/>
      <w:sz w:val="20"/>
      <w:szCs w:val="20"/>
      <w:lang w:eastAsia="ru-RU"/>
    </w:rPr>
  </w:style>
  <w:style w:type="character" w:customStyle="1" w:styleId="-fffffb">
    <w:name w:val="АС-Надпись на рисунке Знак"/>
    <w:link w:val="-fffffa"/>
    <w:locked/>
    <w:rsid w:val="00A54F09"/>
    <w:rPr>
      <w:rFonts w:eastAsia="Calibri"/>
      <w:b/>
      <w:color w:val="993300"/>
    </w:rPr>
  </w:style>
  <w:style w:type="paragraph" w:customStyle="1" w:styleId="-fffffc">
    <w:name w:val="АС-Рисунок_не отрывать от след#"/>
    <w:basedOn w:val="af3"/>
    <w:next w:val="af3"/>
    <w:link w:val="-fffffd"/>
    <w:rsid w:val="00E92019"/>
    <w:pPr>
      <w:keepNext/>
      <w:jc w:val="center"/>
    </w:pPr>
    <w:rPr>
      <w:spacing w:val="40"/>
      <w:sz w:val="22"/>
    </w:rPr>
  </w:style>
  <w:style w:type="character" w:customStyle="1" w:styleId="-fffffd">
    <w:name w:val="АС-Рисунок_не отрывать от след# Знак"/>
    <w:link w:val="-fffffc"/>
    <w:locked/>
    <w:rsid w:val="00E92019"/>
    <w:rPr>
      <w:spacing w:val="40"/>
      <w:sz w:val="24"/>
      <w:lang w:val="x-none" w:eastAsia="en-US"/>
    </w:rPr>
  </w:style>
  <w:style w:type="numbering" w:styleId="111111">
    <w:name w:val="Outline List 2"/>
    <w:basedOn w:val="af6"/>
    <w:unhideWhenUsed/>
    <w:pPr>
      <w:numPr>
        <w:numId w:val="7"/>
      </w:numPr>
    </w:pPr>
  </w:style>
  <w:style w:type="numbering" w:customStyle="1" w:styleId="Bullets">
    <w:name w:val="Bullets"/>
    <w:pPr>
      <w:numPr>
        <w:numId w:val="17"/>
      </w:numPr>
    </w:pPr>
  </w:style>
  <w:style w:type="numbering" w:customStyle="1" w:styleId="BulletsTable">
    <w:name w:val="Bullets Table"/>
    <w:pPr>
      <w:numPr>
        <w:numId w:val="20"/>
      </w:numPr>
    </w:pPr>
  </w:style>
  <w:style w:type="numbering" w:customStyle="1" w:styleId="NumberedListTable">
    <w:name w:val="Numbered List Table"/>
    <w:pPr>
      <w:numPr>
        <w:numId w:val="18"/>
      </w:numPr>
    </w:pPr>
  </w:style>
  <w:style w:type="numbering" w:customStyle="1" w:styleId="ac">
    <w:name w:val="список нумер."/>
    <w:pPr>
      <w:numPr>
        <w:numId w:val="1"/>
      </w:numPr>
    </w:pPr>
  </w:style>
  <w:style w:type="numbering" w:customStyle="1" w:styleId="60">
    <w:name w:val="Стиль6"/>
    <w:uiPriority w:val="99"/>
    <w:pPr>
      <w:numPr>
        <w:numId w:val="44"/>
      </w:numPr>
    </w:pPr>
  </w:style>
  <w:style w:type="numbering" w:customStyle="1" w:styleId="NumberedList">
    <w:name w:val="Numbered List"/>
    <w:pPr>
      <w:numPr>
        <w:numId w:val="21"/>
      </w:numPr>
    </w:pPr>
  </w:style>
  <w:style w:type="numbering" w:customStyle="1" w:styleId="70">
    <w:name w:val="Стиль7"/>
    <w:uiPriority w:val="99"/>
    <w:pPr>
      <w:numPr>
        <w:numId w:val="45"/>
      </w:numPr>
    </w:pPr>
  </w:style>
  <w:style w:type="numbering" w:customStyle="1" w:styleId="Checklist">
    <w:name w:val="Checklist"/>
    <w:pPr>
      <w:numPr>
        <w:numId w:val="19"/>
      </w:numPr>
    </w:pPr>
  </w:style>
  <w:style w:type="paragraph" w:styleId="2ff">
    <w:name w:val="List 2"/>
    <w:basedOn w:val="af3"/>
    <w:uiPriority w:val="99"/>
    <w:unhideWhenUsed/>
    <w:rsid w:val="002E13C8"/>
    <w:pPr>
      <w:ind w:left="566" w:hanging="283"/>
      <w:contextualSpacing/>
    </w:pPr>
  </w:style>
  <w:style w:type="character" w:styleId="affffffffff2">
    <w:name w:val="Placeholder Text"/>
    <w:uiPriority w:val="99"/>
    <w:semiHidden/>
    <w:rsid w:val="00725256"/>
    <w:rPr>
      <w:color w:val="808080"/>
    </w:rPr>
  </w:style>
  <w:style w:type="character" w:customStyle="1" w:styleId="afffffffff8">
    <w:name w:val="надпись на рисунке Знак"/>
    <w:link w:val="afffffffff7"/>
    <w:rsid w:val="00B7781F"/>
    <w:rPr>
      <w:rFonts w:eastAsia="Calibri"/>
      <w:b/>
      <w:color w:val="993300"/>
      <w:szCs w:val="24"/>
      <w:lang w:eastAsia="en-US"/>
    </w:rPr>
  </w:style>
  <w:style w:type="character" w:customStyle="1" w:styleId="-2f7">
    <w:name w:val="АС-Абзац 2 Знак"/>
    <w:link w:val="-2f6"/>
    <w:rsid w:val="00855F53"/>
    <w:rPr>
      <w:sz w:val="24"/>
      <w:lang w:eastAsia="en-US"/>
    </w:rPr>
  </w:style>
  <w:style w:type="character" w:customStyle="1" w:styleId="2ff8">
    <w:name w:val="Заголовок 2 Знак Знак"/>
    <w:rsid w:val="00274A0C"/>
    <w:rPr>
      <w:sz w:val="24"/>
      <w:lang w:val="ru-RU" w:eastAsia="ru-RU" w:bidi="ar-SA"/>
    </w:rPr>
  </w:style>
  <w:style w:type="character" w:customStyle="1" w:styleId="affffe">
    <w:name w:val="Стиль абзаца Знак"/>
    <w:link w:val="affffd"/>
    <w:rsid w:val="00274A0C"/>
    <w:rPr>
      <w:rFonts w:eastAsia="Calibri"/>
      <w:sz w:val="24"/>
      <w:szCs w:val="24"/>
      <w:lang w:eastAsia="en-US"/>
    </w:rPr>
  </w:style>
  <w:style w:type="paragraph" w:customStyle="1" w:styleId="af">
    <w:name w:val="Основной без отступа"/>
    <w:basedOn w:val="af3"/>
    <w:rsid w:val="00274A0C"/>
    <w:pPr>
      <w:numPr>
        <w:numId w:val="53"/>
      </w:numPr>
      <w:suppressLineNumbers/>
      <w:tabs>
        <w:tab w:val="clear" w:pos="360"/>
      </w:tabs>
      <w:suppressAutoHyphens/>
      <w:spacing w:before="120"/>
      <w:ind w:left="0" w:firstLine="0"/>
    </w:pPr>
    <w:rPr>
      <w:rFonts w:eastAsia="Times New Roman"/>
      <w:kern w:val="24"/>
      <w:szCs w:val="20"/>
      <w:lang w:eastAsia="ru-RU"/>
    </w:rPr>
  </w:style>
  <w:style w:type="paragraph" w:customStyle="1" w:styleId="2H2h2">
    <w:name w:val="Заголовок 2.H2.h2"/>
    <w:basedOn w:val="af3"/>
    <w:next w:val="af3"/>
    <w:uiPriority w:val="99"/>
    <w:rsid w:val="00274A0C"/>
    <w:pPr>
      <w:keepNext/>
      <w:spacing w:before="240" w:after="60"/>
      <w:outlineLvl w:val="1"/>
    </w:pPr>
    <w:rPr>
      <w:rFonts w:eastAsia="Times New Roman"/>
      <w:b/>
      <w:i/>
      <w:szCs w:val="20"/>
      <w:lang w:eastAsia="ru-RU"/>
    </w:rPr>
  </w:style>
  <w:style w:type="paragraph" w:customStyle="1" w:styleId="List10">
    <w:name w:val="List1_"/>
    <w:basedOn w:val="af9"/>
    <w:autoRedefine/>
    <w:uiPriority w:val="99"/>
    <w:rsid w:val="00274A0C"/>
    <w:pPr>
      <w:tabs>
        <w:tab w:val="num" w:pos="964"/>
        <w:tab w:val="left" w:pos="1701"/>
      </w:tabs>
      <w:spacing w:after="120"/>
      <w:ind w:left="1021" w:hanging="454"/>
    </w:pPr>
    <w:rPr>
      <w:rFonts w:eastAsia="Times New Roman"/>
      <w:szCs w:val="20"/>
      <w:lang w:val="en-US" w:eastAsia="ru-RU"/>
    </w:rPr>
  </w:style>
  <w:style w:type="paragraph" w:customStyle="1" w:styleId="214">
    <w:name w:val="Основной текст 21"/>
    <w:basedOn w:val="af9"/>
    <w:uiPriority w:val="99"/>
    <w:rsid w:val="00274A0C"/>
    <w:pPr>
      <w:keepNext/>
      <w:keepLines/>
      <w:spacing w:after="60"/>
    </w:pPr>
    <w:rPr>
      <w:rFonts w:eastAsia="Times New Roman"/>
      <w:b/>
      <w:szCs w:val="20"/>
      <w:lang w:eastAsia="ru-RU"/>
    </w:rPr>
  </w:style>
  <w:style w:type="paragraph" w:customStyle="1" w:styleId="affffffffff3">
    <w:name w:val="Подпись рисунка"/>
    <w:basedOn w:val="af3"/>
    <w:uiPriority w:val="99"/>
    <w:rsid w:val="00274A0C"/>
    <w:pPr>
      <w:spacing w:before="80" w:after="160"/>
      <w:jc w:val="center"/>
    </w:pPr>
    <w:rPr>
      <w:rFonts w:eastAsia="Times New Roman"/>
      <w:i/>
      <w:sz w:val="22"/>
      <w:szCs w:val="20"/>
      <w:lang w:eastAsia="ru-RU"/>
    </w:rPr>
  </w:style>
  <w:style w:type="paragraph" w:customStyle="1" w:styleId="Listmodify">
    <w:name w:val="List_modify"/>
    <w:basedOn w:val="List1"/>
    <w:uiPriority w:val="99"/>
    <w:rsid w:val="00274A0C"/>
    <w:pPr>
      <w:tabs>
        <w:tab w:val="left" w:pos="794"/>
      </w:tabs>
      <w:spacing w:after="0"/>
      <w:ind w:left="794" w:hanging="397"/>
    </w:pPr>
    <w:rPr>
      <w:rFonts w:eastAsia="Times New Roman"/>
      <w:szCs w:val="20"/>
      <w:lang w:eastAsia="ru-RU"/>
    </w:rPr>
  </w:style>
  <w:style w:type="paragraph" w:customStyle="1" w:styleId="1ffa">
    <w:name w:val="Рисунок1"/>
    <w:basedOn w:val="af3"/>
    <w:uiPriority w:val="99"/>
    <w:rsid w:val="00274A0C"/>
    <w:pPr>
      <w:keepLines/>
      <w:pBdr>
        <w:top w:val="single" w:sz="4" w:space="1" w:color="auto"/>
        <w:left w:val="single" w:sz="4" w:space="4" w:color="auto"/>
        <w:bottom w:val="single" w:sz="4" w:space="1" w:color="auto"/>
        <w:right w:val="single" w:sz="4" w:space="4" w:color="auto"/>
      </w:pBdr>
      <w:spacing w:before="120" w:after="120"/>
      <w:jc w:val="center"/>
    </w:pPr>
    <w:rPr>
      <w:rFonts w:eastAsia="Times New Roman"/>
      <w:i/>
      <w:noProof/>
      <w:sz w:val="22"/>
      <w:szCs w:val="20"/>
      <w:lang w:eastAsia="ru-RU"/>
    </w:rPr>
  </w:style>
  <w:style w:type="paragraph" w:customStyle="1" w:styleId="affffffffff4">
    <w:name w:val="абзац"/>
    <w:basedOn w:val="af3"/>
    <w:uiPriority w:val="99"/>
    <w:rsid w:val="00274A0C"/>
    <w:pPr>
      <w:spacing w:before="100" w:beforeAutospacing="1" w:after="100" w:afterAutospacing="1"/>
    </w:pPr>
    <w:rPr>
      <w:rFonts w:eastAsia="Times New Roman" w:cs="Arial"/>
      <w:sz w:val="18"/>
      <w:szCs w:val="18"/>
      <w:lang w:eastAsia="ru-RU"/>
    </w:rPr>
  </w:style>
  <w:style w:type="paragraph" w:customStyle="1" w:styleId="-3">
    <w:name w:val="АС-Заголовок_3#"/>
    <w:basedOn w:val="35"/>
    <w:next w:val="-b"/>
    <w:link w:val="-3f1"/>
    <w:autoRedefine/>
    <w:uiPriority w:val="99"/>
    <w:rsid w:val="00274A0C"/>
    <w:pPr>
      <w:numPr>
        <w:ilvl w:val="2"/>
        <w:numId w:val="54"/>
      </w:numPr>
      <w:tabs>
        <w:tab w:val="left" w:pos="993"/>
      </w:tabs>
      <w:spacing w:after="240"/>
    </w:pPr>
    <w:rPr>
      <w:rFonts w:ascii="Times New Roman" w:hAnsi="Times New Roman" w:cs="Arial"/>
      <w:sz w:val="24"/>
      <w:szCs w:val="20"/>
      <w:lang w:eastAsia="ru-RU"/>
    </w:rPr>
  </w:style>
  <w:style w:type="paragraph" w:customStyle="1" w:styleId="1ffb">
    <w:name w:val="Заголовок1!"/>
    <w:basedOn w:val="1d"/>
    <w:uiPriority w:val="99"/>
    <w:rsid w:val="00274A0C"/>
    <w:pPr>
      <w:tabs>
        <w:tab w:val="left" w:pos="1134"/>
      </w:tabs>
      <w:spacing w:before="360" w:after="240"/>
      <w:jc w:val="center"/>
    </w:pPr>
    <w:rPr>
      <w:rFonts w:ascii="Times New Roman" w:hAnsi="Times New Roman"/>
      <w:bCs w:val="0"/>
      <w:kern w:val="0"/>
      <w:sz w:val="24"/>
      <w:szCs w:val="28"/>
      <w:lang w:eastAsia="ru-RU"/>
    </w:rPr>
  </w:style>
  <w:style w:type="paragraph" w:customStyle="1" w:styleId="2ff9">
    <w:name w:val="Заголовок2!"/>
    <w:basedOn w:val="29"/>
    <w:link w:val="2ffa"/>
    <w:rsid w:val="00274A0C"/>
    <w:pPr>
      <w:tabs>
        <w:tab w:val="num" w:pos="0"/>
      </w:tabs>
      <w:spacing w:after="240"/>
      <w:ind w:left="284" w:right="1134" w:hanging="284"/>
      <w:contextualSpacing/>
    </w:pPr>
    <w:rPr>
      <w:rFonts w:ascii="Arial Narrow" w:hAnsi="Arial Narrow" w:cs="Arial"/>
      <w:i w:val="0"/>
      <w:sz w:val="26"/>
      <w:lang w:eastAsia="ru-RU"/>
    </w:rPr>
  </w:style>
  <w:style w:type="paragraph" w:customStyle="1" w:styleId="3ff0">
    <w:name w:val="Заголовк3!"/>
    <w:basedOn w:val="35"/>
    <w:uiPriority w:val="99"/>
    <w:rsid w:val="00274A0C"/>
    <w:pPr>
      <w:tabs>
        <w:tab w:val="num" w:pos="0"/>
      </w:tabs>
      <w:spacing w:after="240"/>
      <w:ind w:left="357" w:hanging="357"/>
    </w:pPr>
    <w:rPr>
      <w:rFonts w:ascii="Arial Narrow" w:hAnsi="Arial Narrow"/>
      <w:bCs w:val="0"/>
      <w:szCs w:val="20"/>
      <w:lang w:eastAsia="ru-RU"/>
    </w:rPr>
  </w:style>
  <w:style w:type="paragraph" w:customStyle="1" w:styleId="Courier13">
    <w:name w:val="Стиль Стиль абзаца + Courier 13 пт полужирный"/>
    <w:basedOn w:val="affffd"/>
    <w:link w:val="Courier130"/>
    <w:rsid w:val="00274A0C"/>
    <w:rPr>
      <w:bCs/>
      <w:spacing w:val="40"/>
      <w:sz w:val="26"/>
      <w:szCs w:val="26"/>
    </w:rPr>
  </w:style>
  <w:style w:type="character" w:customStyle="1" w:styleId="Courier130">
    <w:name w:val="Стиль Стиль абзаца + Courier 13 пт полужирный Знак"/>
    <w:link w:val="Courier13"/>
    <w:rsid w:val="00274A0C"/>
    <w:rPr>
      <w:rFonts w:eastAsia="Calibri"/>
      <w:bCs/>
      <w:spacing w:val="40"/>
      <w:sz w:val="26"/>
      <w:szCs w:val="26"/>
      <w:lang w:eastAsia="en-US"/>
    </w:rPr>
  </w:style>
  <w:style w:type="paragraph" w:customStyle="1" w:styleId="-4e">
    <w:name w:val="АС-Абзац_4#"/>
    <w:basedOn w:val="-b"/>
    <w:uiPriority w:val="99"/>
    <w:rsid w:val="00274A0C"/>
    <w:pPr>
      <w:ind w:left="2268"/>
    </w:pPr>
    <w:rPr>
      <w:lang w:eastAsia="ru-RU"/>
    </w:rPr>
  </w:style>
  <w:style w:type="character" w:customStyle="1" w:styleId="2ffa">
    <w:name w:val="Заголовок2! Знак"/>
    <w:link w:val="2ff9"/>
    <w:rsid w:val="00274A0C"/>
    <w:rPr>
      <w:rFonts w:ascii="Arial Narrow" w:hAnsi="Arial Narrow" w:cs="Arial"/>
      <w:b/>
      <w:bCs/>
      <w:iCs/>
      <w:sz w:val="26"/>
      <w:szCs w:val="28"/>
    </w:rPr>
  </w:style>
  <w:style w:type="paragraph" w:customStyle="1" w:styleId="-110">
    <w:name w:val="АС-Список_1_1#"/>
    <w:basedOn w:val="af3"/>
    <w:uiPriority w:val="99"/>
    <w:rsid w:val="00274A0C"/>
    <w:pPr>
      <w:tabs>
        <w:tab w:val="num" w:pos="851"/>
      </w:tabs>
      <w:spacing w:after="120"/>
      <w:ind w:left="851" w:hanging="425"/>
      <w:contextualSpacing/>
    </w:pPr>
    <w:rPr>
      <w:rFonts w:eastAsia="Times New Roman"/>
      <w:lang w:eastAsia="ru-RU"/>
    </w:rPr>
  </w:style>
  <w:style w:type="character" w:customStyle="1" w:styleId="116">
    <w:name w:val="Заголовок 1;Заголовок 1_мой Знак Знак"/>
    <w:rsid w:val="00274A0C"/>
    <w:rPr>
      <w:caps/>
      <w:sz w:val="24"/>
      <w:szCs w:val="24"/>
      <w:lang w:val="ru-RU" w:eastAsia="ru-RU" w:bidi="ar-SA"/>
    </w:rPr>
  </w:style>
  <w:style w:type="paragraph" w:customStyle="1" w:styleId="-121">
    <w:name w:val="АС-Список_1_2#"/>
    <w:basedOn w:val="af3"/>
    <w:link w:val="-122"/>
    <w:qFormat/>
    <w:rsid w:val="00274A0C"/>
    <w:pPr>
      <w:tabs>
        <w:tab w:val="num" w:pos="1276"/>
      </w:tabs>
      <w:spacing w:after="120"/>
      <w:ind w:left="1276" w:hanging="425"/>
      <w:contextualSpacing/>
    </w:pPr>
    <w:rPr>
      <w:rFonts w:eastAsia="Times New Roman"/>
      <w:lang w:eastAsia="ru-RU"/>
    </w:rPr>
  </w:style>
  <w:style w:type="character" w:customStyle="1" w:styleId="-1210">
    <w:name w:val="АС-Список_1_2# Знак1"/>
    <w:rsid w:val="00274A0C"/>
    <w:rPr>
      <w:sz w:val="24"/>
      <w:szCs w:val="24"/>
      <w:lang w:val="ru-RU" w:eastAsia="ru-RU" w:bidi="ar-SA"/>
    </w:rPr>
  </w:style>
  <w:style w:type="character" w:customStyle="1" w:styleId="-123">
    <w:name w:val="АС-Список_1_2# Знак"/>
    <w:rsid w:val="00274A0C"/>
    <w:rPr>
      <w:sz w:val="24"/>
      <w:szCs w:val="24"/>
    </w:rPr>
  </w:style>
  <w:style w:type="paragraph" w:customStyle="1" w:styleId="affffffffff5">
    <w:name w:val="Центр"/>
    <w:basedOn w:val="af3"/>
    <w:next w:val="af3"/>
    <w:uiPriority w:val="99"/>
    <w:rsid w:val="00274A0C"/>
    <w:pPr>
      <w:keepLines/>
      <w:widowControl w:val="0"/>
      <w:tabs>
        <w:tab w:val="left" w:pos="0"/>
      </w:tabs>
      <w:autoSpaceDE w:val="0"/>
      <w:autoSpaceDN w:val="0"/>
      <w:adjustRightInd w:val="0"/>
      <w:jc w:val="center"/>
    </w:pPr>
    <w:rPr>
      <w:rFonts w:ascii="Arial" w:eastAsia="Times New Roman" w:hAnsi="Arial" w:cs="Arial"/>
      <w:szCs w:val="20"/>
      <w:lang w:eastAsia="ru-RU"/>
    </w:rPr>
  </w:style>
  <w:style w:type="paragraph" w:customStyle="1" w:styleId="1ffc">
    <w:name w:val="загол.1 прогр."/>
    <w:basedOn w:val="1d"/>
    <w:autoRedefine/>
    <w:uiPriority w:val="99"/>
    <w:rsid w:val="00274A0C"/>
    <w:pPr>
      <w:spacing w:before="600" w:after="600"/>
      <w:jc w:val="center"/>
    </w:pPr>
    <w:rPr>
      <w:rFonts w:ascii="Times New Roman" w:hAnsi="Times New Roman"/>
      <w:bCs w:val="0"/>
      <w:kern w:val="0"/>
      <w:sz w:val="24"/>
      <w:szCs w:val="28"/>
      <w:lang w:eastAsia="ru-RU"/>
    </w:rPr>
  </w:style>
  <w:style w:type="paragraph" w:customStyle="1" w:styleId="-2fd">
    <w:name w:val="АС-Заголовок_2# прогр"/>
    <w:basedOn w:val="29"/>
    <w:link w:val="-2fe"/>
    <w:autoRedefine/>
    <w:rsid w:val="00274A0C"/>
    <w:pPr>
      <w:tabs>
        <w:tab w:val="num" w:pos="0"/>
      </w:tabs>
      <w:spacing w:before="600" w:after="240"/>
      <w:ind w:left="284" w:hanging="284"/>
      <w:contextualSpacing/>
    </w:pPr>
    <w:rPr>
      <w:b w:val="0"/>
      <w:i w:val="0"/>
    </w:rPr>
  </w:style>
  <w:style w:type="character" w:customStyle="1" w:styleId="000">
    <w:name w:val="Стиль Основной текст + Первая строка:  0 см После:  0 пт Знак"/>
    <w:link w:val="00"/>
    <w:rsid w:val="00274A0C"/>
    <w:rPr>
      <w:rFonts w:ascii="Courier New" w:eastAsia="Calibri" w:hAnsi="Courier New" w:cs="Consolas"/>
      <w:sz w:val="24"/>
      <w:szCs w:val="24"/>
      <w:lang w:eastAsia="en-US"/>
    </w:rPr>
  </w:style>
  <w:style w:type="paragraph" w:customStyle="1" w:styleId="43">
    <w:name w:val="заголовок 4 абз."/>
    <w:basedOn w:val="af3"/>
    <w:link w:val="4f4"/>
    <w:uiPriority w:val="99"/>
    <w:rsid w:val="00274A0C"/>
    <w:pPr>
      <w:numPr>
        <w:ilvl w:val="3"/>
        <w:numId w:val="52"/>
      </w:numPr>
      <w:ind w:left="0" w:firstLine="567"/>
    </w:pPr>
    <w:rPr>
      <w:rFonts w:eastAsia="Times New Roman"/>
      <w:szCs w:val="20"/>
      <w:lang w:eastAsia="ru-RU"/>
    </w:rPr>
  </w:style>
  <w:style w:type="paragraph" w:customStyle="1" w:styleId="affffffffff6">
    <w:name w:val="назв. объекта табл."/>
    <w:basedOn w:val="af8"/>
    <w:uiPriority w:val="99"/>
    <w:rsid w:val="00274A0C"/>
    <w:pPr>
      <w:jc w:val="left"/>
    </w:pPr>
    <w:rPr>
      <w:rFonts w:eastAsia="Times New Roman"/>
      <w:sz w:val="24"/>
      <w:szCs w:val="20"/>
      <w:lang w:eastAsia="ru-RU"/>
    </w:rPr>
  </w:style>
  <w:style w:type="paragraph" w:customStyle="1" w:styleId="-100">
    <w:name w:val="Стиль АС-Список_1# + Перед:  0 пт"/>
    <w:basedOn w:val="-14"/>
    <w:uiPriority w:val="99"/>
    <w:rsid w:val="00274A0C"/>
    <w:pPr>
      <w:numPr>
        <w:numId w:val="0"/>
      </w:numPr>
      <w:tabs>
        <w:tab w:val="num" w:pos="360"/>
        <w:tab w:val="num" w:pos="2520"/>
      </w:tabs>
      <w:ind w:left="360" w:hanging="360"/>
    </w:pPr>
  </w:style>
  <w:style w:type="character" w:customStyle="1" w:styleId="4f4">
    <w:name w:val="заголовок 4 абз. Знак"/>
    <w:link w:val="43"/>
    <w:uiPriority w:val="99"/>
    <w:rsid w:val="00274A0C"/>
    <w:rPr>
      <w:sz w:val="24"/>
    </w:rPr>
  </w:style>
  <w:style w:type="character" w:customStyle="1" w:styleId="-2f8">
    <w:name w:val="АС-Заголовок_2# Знак"/>
    <w:link w:val="-2f5"/>
    <w:rsid w:val="00274A0C"/>
    <w:rPr>
      <w:rFonts w:ascii="Cambria" w:hAnsi="Cambria"/>
      <w:b/>
      <w:sz w:val="28"/>
      <w:szCs w:val="28"/>
      <w:lang w:val="ru-RU" w:eastAsia="en-US" w:bidi="ar-SA"/>
    </w:rPr>
  </w:style>
  <w:style w:type="character" w:customStyle="1" w:styleId="-2fe">
    <w:name w:val="АС-Заголовок_2# прогр Знак"/>
    <w:link w:val="-2fd"/>
    <w:rsid w:val="00274A0C"/>
    <w:rPr>
      <w:rFonts w:ascii="Cambria" w:hAnsi="Cambria"/>
      <w:b w:val="0"/>
      <w:bCs/>
      <w:iCs/>
      <w:sz w:val="28"/>
      <w:szCs w:val="28"/>
      <w:lang w:val="ru-RU" w:eastAsia="en-US" w:bidi="ar-SA"/>
    </w:rPr>
  </w:style>
  <w:style w:type="paragraph" w:customStyle="1" w:styleId="affffffffff7">
    <w:name w:val="Стиль название рисунка + полужирный"/>
    <w:basedOn w:val="affd"/>
    <w:link w:val="affffffffff8"/>
    <w:rsid w:val="00274A0C"/>
    <w:rPr>
      <w:rFonts w:eastAsia="Times New Roman"/>
      <w:b/>
      <w:bCs w:val="0"/>
      <w:lang w:val="x-none"/>
    </w:rPr>
  </w:style>
  <w:style w:type="character" w:customStyle="1" w:styleId="affffffffff8">
    <w:name w:val="Стиль название рисунка + полужирный Знак"/>
    <w:link w:val="affffffffff7"/>
    <w:rsid w:val="00274A0C"/>
    <w:rPr>
      <w:b/>
      <w:sz w:val="24"/>
      <w:szCs w:val="24"/>
      <w:lang w:val="x-none" w:eastAsia="en-US"/>
    </w:rPr>
  </w:style>
  <w:style w:type="character" w:customStyle="1" w:styleId="3fe">
    <w:name w:val="Заголовок 3 прим Знак"/>
    <w:link w:val="3fd"/>
    <w:rsid w:val="00274A0C"/>
    <w:rPr>
      <w:rFonts w:ascii="Cambria" w:hAnsi="Cambria"/>
      <w:b/>
      <w:bCs/>
      <w:sz w:val="26"/>
      <w:szCs w:val="26"/>
      <w:lang w:eastAsia="en-US"/>
    </w:rPr>
  </w:style>
  <w:style w:type="paragraph" w:customStyle="1" w:styleId="3ff1">
    <w:name w:val="загол.3 прогр"/>
    <w:basedOn w:val="af3"/>
    <w:uiPriority w:val="99"/>
    <w:rsid w:val="00274A0C"/>
    <w:rPr>
      <w:rFonts w:eastAsia="Times New Roman"/>
      <w:szCs w:val="20"/>
      <w:lang w:eastAsia="ru-RU"/>
    </w:rPr>
  </w:style>
  <w:style w:type="paragraph" w:customStyle="1" w:styleId="-41">
    <w:name w:val="АС-заголовок 4"/>
    <w:basedOn w:val="af3"/>
    <w:uiPriority w:val="99"/>
    <w:rsid w:val="00274A0C"/>
    <w:pPr>
      <w:numPr>
        <w:ilvl w:val="3"/>
        <w:numId w:val="51"/>
      </w:numPr>
    </w:pPr>
    <w:rPr>
      <w:rFonts w:eastAsia="Times New Roman"/>
      <w:szCs w:val="20"/>
      <w:lang w:eastAsia="ru-RU"/>
    </w:rPr>
  </w:style>
  <w:style w:type="paragraph" w:customStyle="1" w:styleId="3ff2">
    <w:name w:val="Заголовок 3 мой"/>
    <w:basedOn w:val="35"/>
    <w:link w:val="3ff3"/>
    <w:autoRedefine/>
    <w:rsid w:val="00274A0C"/>
    <w:pPr>
      <w:tabs>
        <w:tab w:val="num" w:pos="0"/>
      </w:tabs>
      <w:spacing w:after="240"/>
      <w:ind w:left="567" w:hanging="357"/>
    </w:pPr>
    <w:rPr>
      <w:rFonts w:ascii="Times New Roman" w:hAnsi="Times New Roman"/>
      <w:bCs w:val="0"/>
      <w:sz w:val="24"/>
      <w:szCs w:val="20"/>
      <w:lang w:eastAsia="ru-RU"/>
    </w:rPr>
  </w:style>
  <w:style w:type="paragraph" w:customStyle="1" w:styleId="2ffb">
    <w:name w:val="Заголовок 2 мой"/>
    <w:basedOn w:val="29"/>
    <w:uiPriority w:val="99"/>
    <w:rsid w:val="00274A0C"/>
    <w:pPr>
      <w:tabs>
        <w:tab w:val="num" w:pos="0"/>
        <w:tab w:val="num" w:pos="1417"/>
      </w:tabs>
      <w:spacing w:after="240"/>
      <w:ind w:left="567" w:firstLine="283"/>
      <w:contextualSpacing/>
    </w:pPr>
    <w:rPr>
      <w:rFonts w:ascii="Times New Roman" w:hAnsi="Times New Roman"/>
      <w:bCs w:val="0"/>
      <w:i w:val="0"/>
      <w:iCs w:val="0"/>
      <w:sz w:val="24"/>
      <w:szCs w:val="20"/>
      <w:lang w:eastAsia="ru-RU"/>
    </w:rPr>
  </w:style>
  <w:style w:type="paragraph" w:customStyle="1" w:styleId="4f5">
    <w:name w:val="абзац 4"/>
    <w:basedOn w:val="46"/>
    <w:autoRedefine/>
    <w:uiPriority w:val="99"/>
    <w:rsid w:val="00274A0C"/>
    <w:pPr>
      <w:tabs>
        <w:tab w:val="num" w:pos="0"/>
        <w:tab w:val="num" w:pos="1361"/>
        <w:tab w:val="left" w:pos="1418"/>
      </w:tabs>
      <w:spacing w:before="480" w:after="0"/>
      <w:ind w:left="170" w:firstLine="397"/>
    </w:pPr>
    <w:rPr>
      <w:bCs w:val="0"/>
      <w:sz w:val="24"/>
      <w:szCs w:val="24"/>
      <w:lang w:eastAsia="ru-RU"/>
    </w:rPr>
  </w:style>
  <w:style w:type="character" w:customStyle="1" w:styleId="-3a">
    <w:name w:val="АС-Заголовок _3# Знак"/>
    <w:link w:val="-39"/>
    <w:rsid w:val="00274A0C"/>
    <w:rPr>
      <w:rFonts w:ascii="Cambria" w:hAnsi="Cambria"/>
      <w:b w:val="0"/>
      <w:bCs/>
      <w:sz w:val="26"/>
      <w:szCs w:val="26"/>
      <w:lang w:eastAsia="en-US"/>
    </w:rPr>
  </w:style>
  <w:style w:type="paragraph" w:customStyle="1" w:styleId="1ffd">
    <w:name w:val="Стиль Оглавление 1"/>
    <w:aliases w:val="АС-Оглавление_1# + Слева:  75 мм Первая строка..."/>
    <w:basedOn w:val="1f4"/>
    <w:uiPriority w:val="99"/>
    <w:rsid w:val="00274A0C"/>
    <w:pPr>
      <w:tabs>
        <w:tab w:val="clear" w:pos="851"/>
        <w:tab w:val="clear" w:pos="9356"/>
        <w:tab w:val="left" w:pos="426"/>
        <w:tab w:val="right" w:leader="dot" w:pos="9923"/>
      </w:tabs>
      <w:ind w:left="425"/>
      <w:jc w:val="both"/>
    </w:pPr>
    <w:rPr>
      <w:noProof/>
      <w:szCs w:val="20"/>
      <w:lang w:eastAsia="ru-RU"/>
    </w:rPr>
  </w:style>
  <w:style w:type="paragraph" w:customStyle="1" w:styleId="2ffc">
    <w:name w:val="Обычный2"/>
    <w:uiPriority w:val="99"/>
    <w:rsid w:val="00274A0C"/>
    <w:pPr>
      <w:spacing w:before="100" w:after="100"/>
    </w:pPr>
    <w:rPr>
      <w:snapToGrid w:val="0"/>
      <w:sz w:val="24"/>
    </w:rPr>
  </w:style>
  <w:style w:type="paragraph" w:customStyle="1" w:styleId="222">
    <w:name w:val="Основной текст 22"/>
    <w:basedOn w:val="af9"/>
    <w:uiPriority w:val="99"/>
    <w:rsid w:val="00274A0C"/>
    <w:pPr>
      <w:keepNext/>
      <w:keepLines/>
      <w:spacing w:after="60"/>
    </w:pPr>
    <w:rPr>
      <w:rFonts w:eastAsia="Times New Roman"/>
      <w:b/>
      <w:szCs w:val="20"/>
      <w:lang w:eastAsia="ru-RU"/>
    </w:rPr>
  </w:style>
  <w:style w:type="character" w:customStyle="1" w:styleId="2ffd">
    <w:name w:val="Знак2"/>
    <w:semiHidden/>
    <w:locked/>
    <w:rsid w:val="00274A0C"/>
    <w:rPr>
      <w:sz w:val="24"/>
      <w:lang w:val="ru-RU" w:eastAsia="ar-SA" w:bidi="ar-SA"/>
    </w:rPr>
  </w:style>
  <w:style w:type="character" w:customStyle="1" w:styleId="-122">
    <w:name w:val="АС-Список_1_2# Знак Знак"/>
    <w:link w:val="-121"/>
    <w:rsid w:val="00274A0C"/>
    <w:rPr>
      <w:sz w:val="24"/>
      <w:szCs w:val="24"/>
    </w:rPr>
  </w:style>
  <w:style w:type="character" w:customStyle="1" w:styleId="-2ff">
    <w:name w:val="АС-Заголовок_2# Знак Знак"/>
    <w:rsid w:val="00274A0C"/>
    <w:rPr>
      <w:b/>
      <w:sz w:val="24"/>
      <w:lang w:val="ru-RU" w:eastAsia="ru-RU" w:bidi="ar-SA"/>
    </w:rPr>
  </w:style>
  <w:style w:type="character" w:customStyle="1" w:styleId="3ff4">
    <w:name w:val="Заголовок 3 Знак Знак"/>
    <w:rsid w:val="00274A0C"/>
    <w:rPr>
      <w:sz w:val="24"/>
      <w:lang w:val="ru-RU" w:eastAsia="ru-RU" w:bidi="ar-SA"/>
    </w:rPr>
  </w:style>
  <w:style w:type="paragraph" w:customStyle="1" w:styleId="32">
    <w:name w:val="абзац 3"/>
    <w:basedOn w:val="35"/>
    <w:link w:val="3ff5"/>
    <w:uiPriority w:val="99"/>
    <w:rsid w:val="00274A0C"/>
    <w:pPr>
      <w:numPr>
        <w:ilvl w:val="2"/>
        <w:numId w:val="55"/>
      </w:numPr>
      <w:spacing w:after="0"/>
    </w:pPr>
    <w:rPr>
      <w:bCs w:val="0"/>
      <w:sz w:val="24"/>
    </w:rPr>
  </w:style>
  <w:style w:type="paragraph" w:customStyle="1" w:styleId="affffffffff9">
    <w:name w:val="название рисунка прогр."/>
    <w:basedOn w:val="affd"/>
    <w:uiPriority w:val="99"/>
    <w:rsid w:val="00274A0C"/>
    <w:rPr>
      <w:rFonts w:eastAsia="Times New Roman"/>
      <w:b/>
      <w:spacing w:val="30"/>
    </w:rPr>
  </w:style>
  <w:style w:type="paragraph" w:customStyle="1" w:styleId="affffffffffa">
    <w:name w:val="а) маркир"/>
    <w:basedOn w:val="42"/>
    <w:uiPriority w:val="99"/>
    <w:rsid w:val="00274A0C"/>
    <w:pPr>
      <w:widowControl/>
      <w:numPr>
        <w:numId w:val="0"/>
      </w:numPr>
      <w:tabs>
        <w:tab w:val="num" w:pos="1209"/>
      </w:tabs>
      <w:spacing w:before="0" w:after="0"/>
      <w:ind w:left="1209" w:hanging="360"/>
    </w:pPr>
    <w:rPr>
      <w:rFonts w:eastAsia="Times New Roman"/>
      <w:sz w:val="24"/>
      <w:szCs w:val="20"/>
      <w:lang w:eastAsia="ru-RU"/>
    </w:rPr>
  </w:style>
  <w:style w:type="paragraph" w:customStyle="1" w:styleId="5c">
    <w:name w:val="абзац 5"/>
    <w:basedOn w:val="52"/>
    <w:uiPriority w:val="99"/>
    <w:rsid w:val="00274A0C"/>
    <w:pPr>
      <w:tabs>
        <w:tab w:val="num" w:pos="0"/>
        <w:tab w:val="left" w:pos="1843"/>
      </w:tabs>
      <w:spacing w:before="480" w:after="0"/>
      <w:ind w:left="357" w:hanging="357"/>
    </w:pPr>
    <w:rPr>
      <w:i w:val="0"/>
      <w:sz w:val="24"/>
      <w:lang w:eastAsia="ru-RU"/>
    </w:rPr>
  </w:style>
  <w:style w:type="paragraph" w:customStyle="1" w:styleId="2ffe">
    <w:name w:val="абзац 2"/>
    <w:basedOn w:val="29"/>
    <w:link w:val="2fff"/>
    <w:rsid w:val="00274A0C"/>
    <w:pPr>
      <w:tabs>
        <w:tab w:val="num" w:pos="0"/>
      </w:tabs>
      <w:spacing w:before="0" w:after="0"/>
      <w:ind w:left="284" w:hanging="284"/>
      <w:contextualSpacing/>
    </w:pPr>
    <w:rPr>
      <w:rFonts w:ascii="Times New Roman" w:hAnsi="Times New Roman"/>
      <w:bCs w:val="0"/>
      <w:i w:val="0"/>
      <w:iCs w:val="0"/>
      <w:sz w:val="24"/>
      <w:szCs w:val="24"/>
      <w:lang w:eastAsia="ru-RU"/>
    </w:rPr>
  </w:style>
  <w:style w:type="paragraph" w:customStyle="1" w:styleId="affffffffffb">
    <w:name w:val="№ Приложения"/>
    <w:basedOn w:val="af3"/>
    <w:uiPriority w:val="99"/>
    <w:rsid w:val="00274A0C"/>
    <w:pPr>
      <w:spacing w:before="480" w:after="480"/>
      <w:jc w:val="right"/>
    </w:pPr>
    <w:rPr>
      <w:rFonts w:eastAsia="Times New Roman"/>
      <w:b/>
      <w:bCs/>
      <w:sz w:val="28"/>
      <w:szCs w:val="20"/>
      <w:lang w:eastAsia="ru-RU"/>
    </w:rPr>
  </w:style>
  <w:style w:type="paragraph" w:customStyle="1" w:styleId="141">
    <w:name w:val="Стиль 14 пт полужирный По центру"/>
    <w:basedOn w:val="af3"/>
    <w:uiPriority w:val="99"/>
    <w:rsid w:val="00274A0C"/>
    <w:pPr>
      <w:jc w:val="center"/>
    </w:pPr>
    <w:rPr>
      <w:rFonts w:eastAsia="Times New Roman"/>
      <w:b/>
      <w:bCs/>
      <w:sz w:val="28"/>
      <w:szCs w:val="20"/>
      <w:lang w:eastAsia="ru-RU"/>
    </w:rPr>
  </w:style>
  <w:style w:type="paragraph" w:customStyle="1" w:styleId="4f6">
    <w:name w:val="абзац 4 абзац"/>
    <w:basedOn w:val="af3"/>
    <w:autoRedefine/>
    <w:uiPriority w:val="99"/>
    <w:rsid w:val="00274A0C"/>
    <w:pPr>
      <w:tabs>
        <w:tab w:val="left" w:pos="1620"/>
      </w:tabs>
    </w:pPr>
    <w:rPr>
      <w:rFonts w:eastAsia="Times New Roman" w:cs="Arial Narrow"/>
      <w:bCs/>
      <w:szCs w:val="26"/>
      <w:lang w:eastAsia="ru-RU"/>
    </w:rPr>
  </w:style>
  <w:style w:type="paragraph" w:customStyle="1" w:styleId="160650">
    <w:name w:val="Стиль Название + 16 пт Слева:  0 мм Справа:  65 мм После:  0 пт"/>
    <w:basedOn w:val="aff0"/>
    <w:uiPriority w:val="99"/>
    <w:rsid w:val="00274A0C"/>
    <w:pPr>
      <w:spacing w:after="0"/>
      <w:ind w:right="367"/>
    </w:pPr>
    <w:rPr>
      <w:szCs w:val="20"/>
      <w:lang w:eastAsia="ru-RU"/>
    </w:rPr>
  </w:style>
  <w:style w:type="character" w:customStyle="1" w:styleId="4f7">
    <w:name w:val="Заголовок4! Знак Знак"/>
    <w:rsid w:val="00274A0C"/>
    <w:rPr>
      <w:rFonts w:ascii="Arial Narrow" w:hAnsi="Arial Narrow" w:cs="Arial Narrow"/>
      <w:b/>
      <w:bCs/>
      <w:sz w:val="26"/>
      <w:szCs w:val="26"/>
      <w:lang w:val="ru-RU" w:eastAsia="en-US" w:bidi="ar-SA"/>
    </w:rPr>
  </w:style>
  <w:style w:type="character" w:customStyle="1" w:styleId="-3f1">
    <w:name w:val="АС-Заголовок_3# Знак Знак"/>
    <w:link w:val="-3"/>
    <w:uiPriority w:val="99"/>
    <w:rsid w:val="00274A0C"/>
    <w:rPr>
      <w:rFonts w:cs="Arial"/>
      <w:b/>
      <w:bCs/>
      <w:sz w:val="24"/>
    </w:rPr>
  </w:style>
  <w:style w:type="paragraph" w:styleId="affffffffffc">
    <w:name w:val="Revision"/>
    <w:hidden/>
    <w:uiPriority w:val="99"/>
    <w:semiHidden/>
    <w:rsid w:val="00274A0C"/>
    <w:rPr>
      <w:sz w:val="24"/>
    </w:rPr>
  </w:style>
  <w:style w:type="character" w:customStyle="1" w:styleId="-2c">
    <w:name w:val="АС-Внимание_2# Знак"/>
    <w:link w:val="-2b"/>
    <w:uiPriority w:val="99"/>
    <w:rsid w:val="00274A0C"/>
    <w:rPr>
      <w:spacing w:val="30"/>
      <w:sz w:val="24"/>
      <w:szCs w:val="24"/>
    </w:rPr>
  </w:style>
  <w:style w:type="character" w:customStyle="1" w:styleId="-19">
    <w:name w:val="АС-Внимание_1# Знак"/>
    <w:link w:val="-18"/>
    <w:uiPriority w:val="99"/>
    <w:rsid w:val="00274A0C"/>
    <w:rPr>
      <w:spacing w:val="30"/>
      <w:sz w:val="24"/>
      <w:szCs w:val="24"/>
    </w:rPr>
  </w:style>
  <w:style w:type="character" w:customStyle="1" w:styleId="2fff0">
    <w:name w:val="Заголовок2! Знак Знак"/>
    <w:rsid w:val="00274A0C"/>
    <w:rPr>
      <w:rFonts w:cs="Arial"/>
      <w:b/>
      <w:iCs/>
      <w:sz w:val="24"/>
      <w:szCs w:val="28"/>
    </w:rPr>
  </w:style>
  <w:style w:type="paragraph" w:customStyle="1" w:styleId="affffffffffd">
    <w:name w:val="марк. список"/>
    <w:basedOn w:val="af9"/>
    <w:link w:val="affffffffffe"/>
    <w:rsid w:val="00274A0C"/>
    <w:pPr>
      <w:tabs>
        <w:tab w:val="left" w:pos="850"/>
        <w:tab w:val="left" w:pos="1417"/>
      </w:tabs>
      <w:spacing w:after="0"/>
      <w:ind w:left="720" w:hanging="360"/>
    </w:pPr>
    <w:rPr>
      <w:rFonts w:eastAsia="Times New Roman"/>
      <w:szCs w:val="20"/>
      <w:lang w:eastAsia="ru-RU"/>
    </w:rPr>
  </w:style>
  <w:style w:type="paragraph" w:customStyle="1" w:styleId="3ff6">
    <w:name w:val="абзац3"/>
    <w:basedOn w:val="3fd"/>
    <w:uiPriority w:val="99"/>
    <w:rsid w:val="00274A0C"/>
    <w:pPr>
      <w:tabs>
        <w:tab w:val="num" w:pos="1647"/>
      </w:tabs>
      <w:spacing w:after="0"/>
      <w:ind w:left="1647" w:hanging="360"/>
    </w:pPr>
    <w:rPr>
      <w:rFonts w:ascii="Times New Roman" w:hAnsi="Times New Roman"/>
      <w:bCs w:val="0"/>
      <w:sz w:val="24"/>
      <w:szCs w:val="20"/>
      <w:lang w:eastAsia="ru-RU"/>
    </w:rPr>
  </w:style>
  <w:style w:type="paragraph" w:customStyle="1" w:styleId="4f8">
    <w:name w:val="загол 4 абзац"/>
    <w:basedOn w:val="4f5"/>
    <w:autoRedefine/>
    <w:uiPriority w:val="99"/>
    <w:rsid w:val="00274A0C"/>
    <w:pPr>
      <w:tabs>
        <w:tab w:val="clear" w:pos="1361"/>
      </w:tabs>
      <w:spacing w:before="360" w:after="360"/>
      <w:ind w:left="568" w:hanging="284"/>
    </w:pPr>
  </w:style>
  <w:style w:type="character" w:customStyle="1" w:styleId="3ff3">
    <w:name w:val="Заголовок 3 мой Знак Знак"/>
    <w:link w:val="3ff2"/>
    <w:rsid w:val="00274A0C"/>
    <w:rPr>
      <w:b/>
      <w:sz w:val="24"/>
    </w:rPr>
  </w:style>
  <w:style w:type="character" w:customStyle="1" w:styleId="affffffffffe">
    <w:name w:val="марк. список Знак"/>
    <w:link w:val="affffffffffd"/>
    <w:rsid w:val="00274A0C"/>
    <w:rPr>
      <w:sz w:val="24"/>
    </w:rPr>
  </w:style>
  <w:style w:type="character" w:customStyle="1" w:styleId="3ff5">
    <w:name w:val="абзац 3 Знак"/>
    <w:link w:val="32"/>
    <w:uiPriority w:val="99"/>
    <w:rsid w:val="00274A0C"/>
    <w:rPr>
      <w:rFonts w:ascii="Cambria" w:hAnsi="Cambria"/>
      <w:b/>
      <w:sz w:val="24"/>
      <w:szCs w:val="26"/>
      <w:lang w:eastAsia="en-US"/>
    </w:rPr>
  </w:style>
  <w:style w:type="paragraph" w:customStyle="1" w:styleId="3ff7">
    <w:name w:val="Стиль Заголовок 3 прим + полужирный"/>
    <w:basedOn w:val="3fd"/>
    <w:uiPriority w:val="99"/>
    <w:rsid w:val="00274A0C"/>
    <w:pPr>
      <w:spacing w:after="240"/>
      <w:ind w:left="567" w:firstLine="0"/>
    </w:pPr>
    <w:rPr>
      <w:rFonts w:ascii="Times New Roman" w:hAnsi="Times New Roman"/>
      <w:bCs w:val="0"/>
      <w:sz w:val="24"/>
      <w:szCs w:val="20"/>
      <w:lang w:eastAsia="ru-RU"/>
    </w:rPr>
  </w:style>
  <w:style w:type="paragraph" w:customStyle="1" w:styleId="4f9">
    <w:name w:val="Стиль загол 4 абзац + полужирный"/>
    <w:basedOn w:val="4f8"/>
    <w:link w:val="4fa"/>
    <w:rsid w:val="00274A0C"/>
    <w:pPr>
      <w:keepNext w:val="0"/>
      <w:spacing w:before="0" w:after="0"/>
      <w:ind w:left="0" w:firstLine="567"/>
    </w:pPr>
    <w:rPr>
      <w:bCs/>
    </w:rPr>
  </w:style>
  <w:style w:type="character" w:customStyle="1" w:styleId="4fa">
    <w:name w:val="Стиль загол 4 абзац + полужирный Знак"/>
    <w:link w:val="4f9"/>
    <w:rsid w:val="00274A0C"/>
    <w:rPr>
      <w:b/>
      <w:bCs/>
      <w:sz w:val="24"/>
      <w:szCs w:val="24"/>
    </w:rPr>
  </w:style>
  <w:style w:type="character" w:customStyle="1" w:styleId="afffffffffff">
    <w:name w:val="Основной текст Знак Знак"/>
    <w:rsid w:val="00274A0C"/>
    <w:rPr>
      <w:sz w:val="24"/>
      <w:lang w:val="ru-RU" w:eastAsia="en-US" w:bidi="ar-SA"/>
    </w:rPr>
  </w:style>
  <w:style w:type="paragraph" w:customStyle="1" w:styleId="025">
    <w:name w:val="Стиль Приложение АС + Справа:  025 см"/>
    <w:basedOn w:val="af3"/>
    <w:uiPriority w:val="99"/>
    <w:rsid w:val="00274A0C"/>
    <w:pPr>
      <w:keepNext/>
      <w:tabs>
        <w:tab w:val="left" w:pos="1134"/>
      </w:tabs>
      <w:spacing w:before="100" w:beforeAutospacing="1" w:after="240"/>
      <w:ind w:right="142"/>
      <w:jc w:val="center"/>
      <w:outlineLvl w:val="0"/>
    </w:pPr>
    <w:rPr>
      <w:rFonts w:eastAsia="Times New Roman"/>
      <w:b/>
      <w:bCs/>
      <w:sz w:val="28"/>
      <w:szCs w:val="20"/>
      <w:u w:color="000000"/>
      <w:lang w:eastAsia="ru-RU"/>
    </w:rPr>
  </w:style>
  <w:style w:type="paragraph" w:customStyle="1" w:styleId="1ffe">
    <w:name w:val="заголовок 1 прилож"/>
    <w:basedOn w:val="1d"/>
    <w:uiPriority w:val="99"/>
    <w:rsid w:val="00274A0C"/>
    <w:pPr>
      <w:tabs>
        <w:tab w:val="num" w:pos="2211"/>
      </w:tabs>
      <w:spacing w:before="360" w:after="240"/>
      <w:ind w:left="1701" w:right="-2"/>
      <w:jc w:val="center"/>
    </w:pPr>
    <w:rPr>
      <w:rFonts w:ascii="Times New Roman" w:hAnsi="Times New Roman"/>
      <w:bCs w:val="0"/>
      <w:caps/>
      <w:kern w:val="0"/>
      <w:sz w:val="24"/>
      <w:lang w:eastAsia="ru-RU"/>
    </w:rPr>
  </w:style>
  <w:style w:type="paragraph" w:customStyle="1" w:styleId="3ff8">
    <w:name w:val="загол. 3 абзац"/>
    <w:basedOn w:val="3fd"/>
    <w:link w:val="3ff9"/>
    <w:rsid w:val="00274A0C"/>
    <w:pPr>
      <w:tabs>
        <w:tab w:val="num" w:pos="1647"/>
      </w:tabs>
      <w:spacing w:before="0" w:after="0"/>
      <w:ind w:left="0" w:firstLine="567"/>
    </w:pPr>
    <w:rPr>
      <w:bCs w:val="0"/>
      <w:sz w:val="24"/>
    </w:rPr>
  </w:style>
  <w:style w:type="paragraph" w:customStyle="1" w:styleId="21">
    <w:name w:val="маркир.2"/>
    <w:basedOn w:val="00"/>
    <w:uiPriority w:val="99"/>
    <w:rsid w:val="00274A0C"/>
    <w:pPr>
      <w:numPr>
        <w:numId w:val="56"/>
      </w:numPr>
    </w:pPr>
    <w:rPr>
      <w:rFonts w:eastAsia="Times New Roman"/>
      <w:szCs w:val="20"/>
      <w:lang w:eastAsia="ru-RU"/>
    </w:rPr>
  </w:style>
  <w:style w:type="paragraph" w:customStyle="1" w:styleId="3ffa">
    <w:name w:val="абзац 3 ур."/>
    <w:basedOn w:val="3fd"/>
    <w:uiPriority w:val="99"/>
    <w:rsid w:val="00274A0C"/>
    <w:pPr>
      <w:tabs>
        <w:tab w:val="num" w:pos="1647"/>
      </w:tabs>
      <w:spacing w:before="0" w:after="0"/>
      <w:ind w:left="0" w:firstLine="567"/>
    </w:pPr>
    <w:rPr>
      <w:rFonts w:ascii="Times New Roman" w:hAnsi="Times New Roman"/>
      <w:bCs w:val="0"/>
      <w:noProof/>
      <w:color w:val="FF0000"/>
      <w:sz w:val="24"/>
      <w:szCs w:val="20"/>
      <w:lang w:eastAsia="ru-RU"/>
    </w:rPr>
  </w:style>
  <w:style w:type="paragraph" w:customStyle="1" w:styleId="3ffb">
    <w:name w:val="Стиль загол. 3 абзац + полужирный"/>
    <w:basedOn w:val="3ff8"/>
    <w:link w:val="3ffc"/>
    <w:rsid w:val="00274A0C"/>
    <w:rPr>
      <w:b w:val="0"/>
    </w:rPr>
  </w:style>
  <w:style w:type="character" w:customStyle="1" w:styleId="3ff9">
    <w:name w:val="загол. 3 абзац Знак"/>
    <w:link w:val="3ff8"/>
    <w:rsid w:val="00274A0C"/>
    <w:rPr>
      <w:rFonts w:ascii="Cambria" w:hAnsi="Cambria"/>
      <w:b/>
      <w:bCs w:val="0"/>
      <w:sz w:val="24"/>
      <w:szCs w:val="26"/>
      <w:lang w:eastAsia="en-US"/>
    </w:rPr>
  </w:style>
  <w:style w:type="character" w:customStyle="1" w:styleId="3ffc">
    <w:name w:val="Стиль загол. 3 абзац + полужирный Знак"/>
    <w:link w:val="3ffb"/>
    <w:rsid w:val="00274A0C"/>
    <w:rPr>
      <w:rFonts w:ascii="Cambria" w:hAnsi="Cambria"/>
      <w:b w:val="0"/>
      <w:bCs w:val="0"/>
      <w:sz w:val="24"/>
      <w:szCs w:val="26"/>
      <w:lang w:eastAsia="en-US"/>
    </w:rPr>
  </w:style>
  <w:style w:type="paragraph" w:customStyle="1" w:styleId="311">
    <w:name w:val="Стиль Заголовок 3 прим + полужирный1"/>
    <w:basedOn w:val="3fd"/>
    <w:link w:val="312"/>
    <w:rsid w:val="00274A0C"/>
    <w:pPr>
      <w:tabs>
        <w:tab w:val="num" w:pos="1647"/>
      </w:tabs>
      <w:spacing w:after="240"/>
      <w:ind w:left="0" w:firstLine="567"/>
    </w:pPr>
    <w:rPr>
      <w:bCs w:val="0"/>
      <w:noProof/>
      <w:sz w:val="24"/>
    </w:rPr>
  </w:style>
  <w:style w:type="character" w:customStyle="1" w:styleId="312">
    <w:name w:val="Стиль Заголовок 3 прим + полужирный1 Знак"/>
    <w:link w:val="311"/>
    <w:rsid w:val="00274A0C"/>
    <w:rPr>
      <w:rFonts w:ascii="Cambria" w:hAnsi="Cambria"/>
      <w:b/>
      <w:bCs w:val="0"/>
      <w:noProof/>
      <w:sz w:val="24"/>
      <w:szCs w:val="26"/>
      <w:lang w:eastAsia="en-US"/>
    </w:rPr>
  </w:style>
  <w:style w:type="paragraph" w:customStyle="1" w:styleId="-4f">
    <w:name w:val="АС-Список_4_маркер"/>
    <w:basedOn w:val="-31"/>
    <w:uiPriority w:val="99"/>
    <w:rsid w:val="00274A0C"/>
    <w:pPr>
      <w:numPr>
        <w:numId w:val="0"/>
      </w:numPr>
      <w:tabs>
        <w:tab w:val="num" w:pos="710"/>
        <w:tab w:val="num" w:pos="1247"/>
        <w:tab w:val="left" w:pos="1843"/>
      </w:tabs>
      <w:spacing w:after="120" w:line="240" w:lineRule="auto"/>
      <w:ind w:left="1843" w:hanging="425"/>
    </w:pPr>
    <w:rPr>
      <w:rFonts w:eastAsia="Times New Roman"/>
      <w:lang w:eastAsia="ru-RU"/>
    </w:rPr>
  </w:style>
  <w:style w:type="paragraph" w:customStyle="1" w:styleId="4fb">
    <w:name w:val="Стиль абзац 4 + не полужирный"/>
    <w:basedOn w:val="4f5"/>
    <w:uiPriority w:val="99"/>
    <w:rsid w:val="00274A0C"/>
    <w:pPr>
      <w:tabs>
        <w:tab w:val="clear" w:pos="1361"/>
      </w:tabs>
      <w:ind w:left="864" w:hanging="864"/>
      <w:contextualSpacing/>
    </w:pPr>
    <w:rPr>
      <w:b w:val="0"/>
    </w:rPr>
  </w:style>
  <w:style w:type="character" w:customStyle="1" w:styleId="-4f0">
    <w:name w:val="АС-Список_4# Знак"/>
    <w:rsid w:val="00274A0C"/>
    <w:rPr>
      <w:bCs/>
      <w:iCs/>
      <w:snapToGrid w:val="0"/>
      <w:sz w:val="24"/>
      <w:szCs w:val="24"/>
      <w:lang w:val="ru-RU" w:eastAsia="ru-RU" w:bidi="ar-SA"/>
    </w:rPr>
  </w:style>
  <w:style w:type="paragraph" w:customStyle="1" w:styleId="3ffd">
    <w:name w:val="Загл 3 абзац"/>
    <w:basedOn w:val="3fd"/>
    <w:uiPriority w:val="99"/>
    <w:rsid w:val="00274A0C"/>
    <w:pPr>
      <w:tabs>
        <w:tab w:val="num" w:pos="1647"/>
      </w:tabs>
      <w:spacing w:before="0" w:after="0"/>
      <w:ind w:left="0" w:firstLine="567"/>
    </w:pPr>
    <w:rPr>
      <w:rFonts w:ascii="Times New Roman" w:hAnsi="Times New Roman"/>
      <w:bCs w:val="0"/>
      <w:noProof/>
      <w:sz w:val="24"/>
      <w:szCs w:val="20"/>
      <w:lang w:eastAsia="ru-RU"/>
    </w:rPr>
  </w:style>
  <w:style w:type="character" w:customStyle="1" w:styleId="2fff">
    <w:name w:val="абзац 2 Знак"/>
    <w:link w:val="2ffe"/>
    <w:rsid w:val="00274A0C"/>
    <w:rPr>
      <w:b/>
      <w:sz w:val="24"/>
      <w:szCs w:val="24"/>
    </w:rPr>
  </w:style>
  <w:style w:type="character" w:customStyle="1" w:styleId="111HeadingforTopSection1H1">
    <w:name w:val="Заголовок 1;Заголовок 1_мой Знак Знак;Заголовок 1_мой;Heading for Top Section;1;H1 Знак Знак"/>
    <w:rsid w:val="00274A0C"/>
    <w:rPr>
      <w:b/>
      <w:bCs/>
      <w:caps/>
      <w:sz w:val="28"/>
      <w:szCs w:val="32"/>
      <w:u w:color="000000"/>
      <w:lang w:val="ru-RU" w:eastAsia="en-US" w:bidi="ar-SA"/>
    </w:rPr>
  </w:style>
  <w:style w:type="character" w:customStyle="1" w:styleId="-1f0">
    <w:name w:val="АС-Список_1# Знак Знак"/>
    <w:rsid w:val="00274A0C"/>
    <w:rPr>
      <w:sz w:val="24"/>
      <w:lang w:eastAsia="en-US"/>
    </w:rPr>
  </w:style>
  <w:style w:type="paragraph" w:customStyle="1" w:styleId="117">
    <w:name w:val="Заголовок 1 приложения 1"/>
    <w:basedOn w:val="-51"/>
    <w:uiPriority w:val="99"/>
    <w:qFormat/>
    <w:rsid w:val="00274A0C"/>
    <w:pPr>
      <w:numPr>
        <w:ilvl w:val="0"/>
        <w:numId w:val="0"/>
      </w:numPr>
      <w:tabs>
        <w:tab w:val="num" w:pos="3240"/>
      </w:tabs>
      <w:spacing w:before="360"/>
      <w:ind w:left="2232" w:hanging="299"/>
    </w:pPr>
  </w:style>
  <w:style w:type="paragraph" w:customStyle="1" w:styleId="111">
    <w:name w:val="Заголовок 1 Приложения 1"/>
    <w:basedOn w:val="af3"/>
    <w:uiPriority w:val="99"/>
    <w:qFormat/>
    <w:rsid w:val="00274A0C"/>
    <w:pPr>
      <w:numPr>
        <w:numId w:val="57"/>
      </w:numPr>
      <w:spacing w:before="240" w:after="240"/>
    </w:pPr>
    <w:rPr>
      <w:rFonts w:eastAsia="Times New Roman"/>
      <w:szCs w:val="20"/>
      <w:lang w:eastAsia="ru-RU"/>
    </w:rPr>
  </w:style>
  <w:style w:type="paragraph" w:customStyle="1" w:styleId="210">
    <w:name w:val="Заголовок 2 приложения 1"/>
    <w:basedOn w:val="af3"/>
    <w:uiPriority w:val="99"/>
    <w:qFormat/>
    <w:rsid w:val="00274A0C"/>
    <w:pPr>
      <w:numPr>
        <w:ilvl w:val="1"/>
        <w:numId w:val="57"/>
      </w:numPr>
      <w:spacing w:before="240" w:after="240"/>
    </w:pPr>
    <w:rPr>
      <w:rFonts w:eastAsia="Times New Roman"/>
      <w:szCs w:val="20"/>
      <w:lang w:eastAsia="ru-RU"/>
    </w:rPr>
  </w:style>
  <w:style w:type="paragraph" w:customStyle="1" w:styleId="31">
    <w:name w:val="Заголовок 3 приложения 1"/>
    <w:basedOn w:val="af3"/>
    <w:uiPriority w:val="99"/>
    <w:qFormat/>
    <w:rsid w:val="00274A0C"/>
    <w:pPr>
      <w:numPr>
        <w:ilvl w:val="2"/>
        <w:numId w:val="57"/>
      </w:numPr>
      <w:spacing w:before="240" w:after="240"/>
    </w:pPr>
    <w:rPr>
      <w:rFonts w:eastAsia="Times New Roman"/>
      <w:szCs w:val="20"/>
      <w:lang w:eastAsia="ru-RU"/>
    </w:rPr>
  </w:style>
  <w:style w:type="paragraph" w:customStyle="1" w:styleId="220">
    <w:name w:val="Заголовок 2 приложения 2"/>
    <w:basedOn w:val="af3"/>
    <w:uiPriority w:val="99"/>
    <w:qFormat/>
    <w:rsid w:val="00274A0C"/>
    <w:pPr>
      <w:numPr>
        <w:ilvl w:val="1"/>
        <w:numId w:val="58"/>
      </w:numPr>
      <w:spacing w:before="240" w:after="240"/>
    </w:pPr>
    <w:rPr>
      <w:rFonts w:eastAsia="Times New Roman"/>
      <w:szCs w:val="20"/>
      <w:lang w:eastAsia="ru-RU"/>
    </w:rPr>
  </w:style>
  <w:style w:type="paragraph" w:customStyle="1" w:styleId="121">
    <w:name w:val="Заголовок 1 приложения 2"/>
    <w:basedOn w:val="af3"/>
    <w:uiPriority w:val="99"/>
    <w:qFormat/>
    <w:rsid w:val="00274A0C"/>
    <w:pPr>
      <w:numPr>
        <w:numId w:val="58"/>
      </w:numPr>
      <w:spacing w:before="240" w:after="240"/>
    </w:pPr>
    <w:rPr>
      <w:rFonts w:eastAsia="Times New Roman"/>
      <w:szCs w:val="20"/>
      <w:lang w:eastAsia="ru-RU"/>
    </w:rPr>
  </w:style>
  <w:style w:type="paragraph" w:customStyle="1" w:styleId="320">
    <w:name w:val="Заголовок 3 приложения 2"/>
    <w:basedOn w:val="af3"/>
    <w:uiPriority w:val="99"/>
    <w:qFormat/>
    <w:rsid w:val="00274A0C"/>
    <w:pPr>
      <w:numPr>
        <w:ilvl w:val="2"/>
        <w:numId w:val="58"/>
      </w:numPr>
      <w:spacing w:before="240" w:after="240"/>
    </w:pPr>
    <w:rPr>
      <w:rFonts w:eastAsia="Times New Roman"/>
      <w:szCs w:val="20"/>
      <w:lang w:eastAsia="ru-RU"/>
    </w:rPr>
  </w:style>
  <w:style w:type="paragraph" w:customStyle="1" w:styleId="23">
    <w:name w:val="маркир. спис 2"/>
    <w:basedOn w:val="af3"/>
    <w:uiPriority w:val="99"/>
    <w:rsid w:val="00274A0C"/>
    <w:pPr>
      <w:numPr>
        <w:numId w:val="59"/>
      </w:numPr>
    </w:pPr>
    <w:rPr>
      <w:rFonts w:eastAsia="Times New Roman"/>
      <w:szCs w:val="20"/>
      <w:lang w:eastAsia="ru-RU"/>
    </w:rPr>
  </w:style>
  <w:style w:type="paragraph" w:customStyle="1" w:styleId="4fc">
    <w:name w:val="заголовок 4"/>
    <w:basedOn w:val="43"/>
    <w:link w:val="4fd"/>
    <w:uiPriority w:val="99"/>
    <w:rsid w:val="00274A0C"/>
    <w:pPr>
      <w:numPr>
        <w:ilvl w:val="0"/>
        <w:numId w:val="0"/>
      </w:numPr>
      <w:tabs>
        <w:tab w:val="num" w:pos="1787"/>
      </w:tabs>
      <w:spacing w:before="360" w:after="360"/>
      <w:ind w:left="426" w:firstLine="284"/>
    </w:pPr>
  </w:style>
  <w:style w:type="character" w:customStyle="1" w:styleId="-3f2">
    <w:name w:val="АС-Заголовок_3# Знак"/>
    <w:rsid w:val="00274A0C"/>
    <w:rPr>
      <w:rFonts w:cs="Arial"/>
      <w:b/>
      <w:bCs/>
      <w:sz w:val="24"/>
    </w:rPr>
  </w:style>
  <w:style w:type="character" w:customStyle="1" w:styleId="-45">
    <w:name w:val="АС-Заголовок_4# Знак"/>
    <w:link w:val="-44"/>
    <w:rsid w:val="00274A0C"/>
    <w:rPr>
      <w:b/>
      <w:bCs/>
      <w:sz w:val="28"/>
      <w:szCs w:val="28"/>
      <w:lang w:eastAsia="en-US"/>
    </w:rPr>
  </w:style>
  <w:style w:type="paragraph" w:customStyle="1" w:styleId="-50">
    <w:name w:val="АС-Список_5Штрих#"/>
    <w:basedOn w:val="-4f"/>
    <w:uiPriority w:val="99"/>
    <w:rsid w:val="00274A0C"/>
    <w:pPr>
      <w:numPr>
        <w:ilvl w:val="3"/>
        <w:numId w:val="60"/>
      </w:numPr>
      <w:tabs>
        <w:tab w:val="clear" w:pos="1247"/>
      </w:tabs>
    </w:pPr>
  </w:style>
  <w:style w:type="character" w:customStyle="1" w:styleId="3ffe">
    <w:name w:val="Заголовок 3 прим Знак Знак"/>
    <w:rsid w:val="00274A0C"/>
    <w:rPr>
      <w:rFonts w:ascii="Cambria" w:hAnsi="Cambria" w:cs="Arial Narrow"/>
      <w:b/>
      <w:bCs/>
      <w:sz w:val="26"/>
      <w:szCs w:val="26"/>
      <w:lang w:eastAsia="en-US"/>
    </w:rPr>
  </w:style>
  <w:style w:type="paragraph" w:customStyle="1" w:styleId="4fe">
    <w:name w:val="загол. 4"/>
    <w:basedOn w:val="4f8"/>
    <w:link w:val="4ff"/>
    <w:autoRedefine/>
    <w:rsid w:val="00274A0C"/>
    <w:pPr>
      <w:keepNext w:val="0"/>
      <w:tabs>
        <w:tab w:val="clear" w:pos="0"/>
        <w:tab w:val="num" w:pos="2367"/>
      </w:tabs>
      <w:spacing w:before="0" w:after="0"/>
      <w:ind w:left="710" w:hanging="360"/>
      <w:contextualSpacing/>
    </w:pPr>
    <w:rPr>
      <w:rFonts w:cs="Arial Narrow"/>
      <w:i/>
      <w:sz w:val="26"/>
      <w:szCs w:val="26"/>
      <w:lang w:eastAsia="en-US"/>
    </w:rPr>
  </w:style>
  <w:style w:type="character" w:customStyle="1" w:styleId="4ff">
    <w:name w:val="загол. 4 Знак"/>
    <w:link w:val="4fe"/>
    <w:rsid w:val="00274A0C"/>
    <w:rPr>
      <w:rFonts w:cs="Arial Narrow"/>
      <w:b/>
      <w:i/>
      <w:sz w:val="26"/>
      <w:szCs w:val="26"/>
      <w:lang w:eastAsia="en-US"/>
    </w:rPr>
  </w:style>
  <w:style w:type="paragraph" w:customStyle="1" w:styleId="-1f1">
    <w:name w:val="Стиль АС-Список_1# + полужирный"/>
    <w:basedOn w:val="af3"/>
    <w:link w:val="-1f2"/>
    <w:rsid w:val="00274A0C"/>
    <w:pPr>
      <w:tabs>
        <w:tab w:val="num" w:pos="964"/>
      </w:tabs>
      <w:spacing w:before="120" w:after="120" w:line="240" w:lineRule="auto"/>
      <w:ind w:left="1021" w:hanging="454"/>
    </w:pPr>
    <w:rPr>
      <w:rFonts w:eastAsia="Times New Roman"/>
      <w:b/>
      <w:bCs/>
      <w:snapToGrid w:val="0"/>
      <w:szCs w:val="40"/>
    </w:rPr>
  </w:style>
  <w:style w:type="character" w:customStyle="1" w:styleId="-1f2">
    <w:name w:val="Стиль АС-Список_1# + полужирный Знак"/>
    <w:link w:val="-1f1"/>
    <w:rsid w:val="00274A0C"/>
    <w:rPr>
      <w:b/>
      <w:bCs/>
      <w:snapToGrid w:val="0"/>
      <w:sz w:val="24"/>
      <w:szCs w:val="40"/>
      <w:lang w:eastAsia="en-US"/>
    </w:rPr>
  </w:style>
  <w:style w:type="paragraph" w:customStyle="1" w:styleId="-63">
    <w:name w:val="АС-Заголовок_6#"/>
    <w:basedOn w:val="62"/>
    <w:autoRedefine/>
    <w:uiPriority w:val="99"/>
    <w:rsid w:val="00274A0C"/>
    <w:pPr>
      <w:tabs>
        <w:tab w:val="num" w:pos="709"/>
        <w:tab w:val="left" w:pos="1985"/>
      </w:tabs>
      <w:spacing w:after="240"/>
      <w:ind w:left="709"/>
    </w:pPr>
  </w:style>
  <w:style w:type="paragraph" w:customStyle="1" w:styleId="-1">
    <w:name w:val="АС-Список_№_с 1"/>
    <w:basedOn w:val="-"/>
    <w:autoRedefine/>
    <w:uiPriority w:val="99"/>
    <w:qFormat/>
    <w:rsid w:val="00274A0C"/>
    <w:pPr>
      <w:numPr>
        <w:numId w:val="61"/>
      </w:numPr>
    </w:pPr>
  </w:style>
  <w:style w:type="paragraph" w:customStyle="1" w:styleId="33">
    <w:name w:val="Нумерация приложения 3"/>
    <w:basedOn w:val="af3"/>
    <w:autoRedefine/>
    <w:uiPriority w:val="99"/>
    <w:qFormat/>
    <w:rsid w:val="00274A0C"/>
    <w:pPr>
      <w:numPr>
        <w:ilvl w:val="2"/>
        <w:numId w:val="63"/>
      </w:numPr>
      <w:spacing w:before="240" w:after="240"/>
      <w:jc w:val="left"/>
    </w:pPr>
    <w:rPr>
      <w:szCs w:val="22"/>
      <w:lang w:eastAsia="ru-RU"/>
    </w:rPr>
  </w:style>
  <w:style w:type="paragraph" w:customStyle="1" w:styleId="1a">
    <w:name w:val="Нумерация приложения 1"/>
    <w:basedOn w:val="affffffff0"/>
    <w:autoRedefine/>
    <w:uiPriority w:val="99"/>
    <w:qFormat/>
    <w:rsid w:val="00274A0C"/>
    <w:pPr>
      <w:numPr>
        <w:numId w:val="63"/>
      </w:numPr>
      <w:tabs>
        <w:tab w:val="left" w:pos="993"/>
        <w:tab w:val="left" w:pos="1276"/>
      </w:tabs>
      <w:spacing w:before="240" w:after="240" w:line="360" w:lineRule="auto"/>
      <w:contextualSpacing w:val="0"/>
      <w:jc w:val="left"/>
    </w:pPr>
    <w:rPr>
      <w:rFonts w:ascii="Times New Roman" w:hAnsi="Times New Roman" w:cs="Times New Roman"/>
      <w:b/>
      <w:lang w:val="ru-RU" w:eastAsia="ru-RU"/>
    </w:rPr>
  </w:style>
  <w:style w:type="paragraph" w:customStyle="1" w:styleId="27">
    <w:name w:val="Нумерация приложения 2"/>
    <w:basedOn w:val="1a"/>
    <w:autoRedefine/>
    <w:uiPriority w:val="99"/>
    <w:qFormat/>
    <w:rsid w:val="00274A0C"/>
    <w:pPr>
      <w:numPr>
        <w:ilvl w:val="1"/>
      </w:numPr>
    </w:pPr>
  </w:style>
  <w:style w:type="paragraph" w:customStyle="1" w:styleId="45">
    <w:name w:val="нумерация приложения 4"/>
    <w:basedOn w:val="33"/>
    <w:autoRedefine/>
    <w:uiPriority w:val="99"/>
    <w:qFormat/>
    <w:rsid w:val="00274A0C"/>
    <w:pPr>
      <w:numPr>
        <w:ilvl w:val="3"/>
      </w:numPr>
      <w:tabs>
        <w:tab w:val="left" w:pos="993"/>
        <w:tab w:val="left" w:pos="1276"/>
      </w:tabs>
    </w:pPr>
    <w:rPr>
      <w:b/>
      <w:szCs w:val="24"/>
    </w:rPr>
  </w:style>
  <w:style w:type="paragraph" w:customStyle="1" w:styleId="26">
    <w:name w:val="Нумерация приложения Б 2"/>
    <w:basedOn w:val="1a"/>
    <w:uiPriority w:val="99"/>
    <w:qFormat/>
    <w:rsid w:val="00274A0C"/>
    <w:pPr>
      <w:numPr>
        <w:ilvl w:val="1"/>
        <w:numId w:val="62"/>
      </w:numPr>
    </w:pPr>
  </w:style>
  <w:style w:type="paragraph" w:customStyle="1" w:styleId="B1">
    <w:name w:val="Нумерация приложения B 1"/>
    <w:next w:val="26"/>
    <w:uiPriority w:val="99"/>
    <w:rsid w:val="00274A0C"/>
    <w:pPr>
      <w:numPr>
        <w:numId w:val="62"/>
      </w:numPr>
      <w:spacing w:before="240" w:after="240" w:line="360" w:lineRule="auto"/>
    </w:pPr>
    <w:rPr>
      <w:rFonts w:eastAsia="Calibri"/>
      <w:b/>
      <w:sz w:val="24"/>
      <w:szCs w:val="24"/>
    </w:rPr>
  </w:style>
  <w:style w:type="paragraph" w:customStyle="1" w:styleId="afffffffffff0">
    <w:name w:val="Подписи на титуле"/>
    <w:autoRedefine/>
    <w:uiPriority w:val="99"/>
    <w:qFormat/>
    <w:rsid w:val="00955E65"/>
    <w:pPr>
      <w:framePr w:hSpace="180" w:wrap="around" w:vAnchor="text" w:hAnchor="page" w:x="3277" w:y="184"/>
    </w:pPr>
    <w:rPr>
      <w:sz w:val="24"/>
    </w:rPr>
  </w:style>
  <w:style w:type="paragraph" w:customStyle="1" w:styleId="1401518">
    <w:name w:val="Стиль 14 пт полужирный По центру Слева:  015 см Перед:  18 пт..."/>
    <w:basedOn w:val="af3"/>
    <w:rsid w:val="00CB498F"/>
    <w:pPr>
      <w:shd w:val="clear" w:color="auto" w:fill="FFFFFF"/>
      <w:ind w:left="85"/>
      <w:jc w:val="center"/>
    </w:pPr>
    <w:rPr>
      <w:rFonts w:eastAsia="Times New Roman"/>
      <w:b/>
      <w:bCs/>
      <w:spacing w:val="64"/>
      <w:sz w:val="28"/>
      <w:szCs w:val="20"/>
      <w:lang w:eastAsia="ru-RU"/>
    </w:rPr>
  </w:style>
  <w:style w:type="paragraph" w:customStyle="1" w:styleId="PamkaSmall">
    <w:name w:val="PamkaSmall"/>
    <w:basedOn w:val="af3"/>
    <w:rsid w:val="00B8275B"/>
    <w:pPr>
      <w:spacing w:after="120" w:line="360" w:lineRule="atLeast"/>
      <w:ind w:firstLine="397"/>
      <w:jc w:val="left"/>
    </w:pPr>
    <w:rPr>
      <w:rFonts w:ascii="Arial" w:eastAsia="Times New Roman" w:hAnsi="Arial"/>
      <w:i/>
      <w:sz w:val="16"/>
      <w:szCs w:val="20"/>
      <w:lang w:eastAsia="ru-RU"/>
    </w:rPr>
  </w:style>
  <w:style w:type="paragraph" w:customStyle="1" w:styleId="afffffffffff1">
    <w:name w:val="Лист регистрации изменений"/>
    <w:qFormat/>
    <w:rsid w:val="00815CDF"/>
    <w:pPr>
      <w:jc w:val="center"/>
    </w:pPr>
    <w:rPr>
      <w:rFonts w:eastAsia="Calibri"/>
      <w:sz w:val="28"/>
      <w:szCs w:val="24"/>
      <w:lang w:eastAsia="en-US"/>
    </w:rPr>
  </w:style>
  <w:style w:type="paragraph" w:customStyle="1" w:styleId="11">
    <w:name w:val="Нумерация Приложения 1.1"/>
    <w:basedOn w:val="af3"/>
    <w:qFormat/>
    <w:rsid w:val="00571D66"/>
    <w:pPr>
      <w:numPr>
        <w:numId w:val="64"/>
      </w:numPr>
      <w:spacing w:before="120" w:after="120"/>
      <w:jc w:val="left"/>
    </w:pPr>
    <w:rPr>
      <w:rFonts w:eastAsia="Times New Roman"/>
      <w:b/>
      <w:szCs w:val="20"/>
      <w:lang w:eastAsia="ru-RU"/>
    </w:rPr>
  </w:style>
  <w:style w:type="paragraph" w:customStyle="1" w:styleId="511">
    <w:name w:val="Нумерация приложения 5.1.1"/>
    <w:basedOn w:val="af3"/>
    <w:qFormat/>
    <w:rsid w:val="00571D66"/>
    <w:pPr>
      <w:numPr>
        <w:ilvl w:val="1"/>
        <w:numId w:val="64"/>
      </w:numPr>
      <w:spacing w:before="120" w:after="120"/>
      <w:jc w:val="left"/>
    </w:pPr>
    <w:rPr>
      <w:rFonts w:eastAsia="Times New Roman"/>
      <w:b/>
      <w:szCs w:val="20"/>
      <w:lang w:eastAsia="ru-RU"/>
    </w:rPr>
  </w:style>
  <w:style w:type="paragraph" w:customStyle="1" w:styleId="5111">
    <w:name w:val="Нумерация приложения 5.1.1.1"/>
    <w:basedOn w:val="af3"/>
    <w:qFormat/>
    <w:rsid w:val="00071AFD"/>
    <w:pPr>
      <w:keepNext/>
      <w:numPr>
        <w:ilvl w:val="2"/>
        <w:numId w:val="64"/>
      </w:numPr>
      <w:spacing w:before="240" w:after="240"/>
      <w:jc w:val="left"/>
      <w:outlineLvl w:val="3"/>
    </w:pPr>
    <w:rPr>
      <w:rFonts w:eastAsia="Times New Roman"/>
      <w:b/>
      <w:bCs/>
      <w:lang w:eastAsia="zh-CN"/>
    </w:rPr>
  </w:style>
  <w:style w:type="paragraph" w:customStyle="1" w:styleId="2fff1">
    <w:name w:val="Абзац 2 приложения Е"/>
    <w:qFormat/>
    <w:rsid w:val="00326934"/>
    <w:pPr>
      <w:spacing w:before="120" w:after="120" w:line="360" w:lineRule="auto"/>
    </w:pPr>
    <w:rPr>
      <w:b/>
      <w:sz w:val="24"/>
    </w:rPr>
  </w:style>
  <w:style w:type="paragraph" w:customStyle="1" w:styleId="-7">
    <w:name w:val="АС-Нумеров. список"/>
    <w:basedOn w:val="-"/>
    <w:autoRedefine/>
    <w:uiPriority w:val="99"/>
    <w:qFormat/>
    <w:rsid w:val="009E188B"/>
    <w:pPr>
      <w:widowControl w:val="0"/>
      <w:numPr>
        <w:numId w:val="65"/>
      </w:numPr>
      <w:tabs>
        <w:tab w:val="left" w:pos="1701"/>
      </w:tabs>
      <w:jc w:val="left"/>
    </w:pPr>
  </w:style>
  <w:style w:type="paragraph" w:customStyle="1" w:styleId="-4f1">
    <w:name w:val="АС-загол 4"/>
    <w:basedOn w:val="46"/>
    <w:rsid w:val="009A4EC9"/>
    <w:pPr>
      <w:keepNext w:val="0"/>
      <w:widowControl w:val="0"/>
      <w:numPr>
        <w:ilvl w:val="3"/>
      </w:numPr>
      <w:tabs>
        <w:tab w:val="num" w:pos="567"/>
        <w:tab w:val="left" w:pos="1440"/>
        <w:tab w:val="num" w:pos="1787"/>
      </w:tabs>
      <w:spacing w:after="240" w:line="240" w:lineRule="auto"/>
      <w:ind w:left="794" w:hanging="227"/>
      <w:jc w:val="left"/>
    </w:pPr>
    <w:rPr>
      <w:bCs w:val="0"/>
      <w:sz w:val="24"/>
      <w:szCs w:val="20"/>
      <w:lang w:eastAsia="ru-RU"/>
    </w:rPr>
  </w:style>
  <w:style w:type="paragraph" w:customStyle="1" w:styleId="-130">
    <w:name w:val="АС-Список_1_3#"/>
    <w:basedOn w:val="af9"/>
    <w:rsid w:val="009A4EC9"/>
    <w:pPr>
      <w:tabs>
        <w:tab w:val="num" w:pos="1701"/>
      </w:tabs>
      <w:spacing w:line="240" w:lineRule="auto"/>
      <w:ind w:left="1701" w:hanging="425"/>
      <w:jc w:val="left"/>
    </w:pPr>
    <w:rPr>
      <w:rFonts w:eastAsia="Times New Roman"/>
      <w:szCs w:val="20"/>
    </w:rPr>
  </w:style>
  <w:style w:type="paragraph" w:customStyle="1" w:styleId="-410">
    <w:name w:val="АС-Список_4_1#"/>
    <w:basedOn w:val="-b"/>
    <w:rsid w:val="009A4EC9"/>
    <w:pPr>
      <w:tabs>
        <w:tab w:val="num" w:pos="1492"/>
        <w:tab w:val="num" w:pos="2127"/>
      </w:tabs>
      <w:ind w:left="2126" w:hanging="425"/>
      <w:contextualSpacing/>
    </w:pPr>
    <w:rPr>
      <w:lang w:eastAsia="ru-RU"/>
    </w:rPr>
  </w:style>
  <w:style w:type="paragraph" w:customStyle="1" w:styleId="118">
    <w:name w:val="Обычный11"/>
    <w:rsid w:val="009A4EC9"/>
    <w:pPr>
      <w:spacing w:before="100" w:after="100"/>
    </w:pPr>
    <w:rPr>
      <w:snapToGrid w:val="0"/>
      <w:sz w:val="24"/>
    </w:rPr>
  </w:style>
  <w:style w:type="paragraph" w:customStyle="1" w:styleId="2110">
    <w:name w:val="Основной текст 211"/>
    <w:basedOn w:val="af9"/>
    <w:rsid w:val="009A4EC9"/>
    <w:pPr>
      <w:keepNext/>
      <w:keepLines/>
      <w:spacing w:after="60" w:line="240" w:lineRule="auto"/>
      <w:jc w:val="left"/>
    </w:pPr>
    <w:rPr>
      <w:rFonts w:eastAsia="Times New Roman"/>
      <w:b/>
      <w:szCs w:val="20"/>
    </w:rPr>
  </w:style>
  <w:style w:type="paragraph" w:customStyle="1" w:styleId="4ff0">
    <w:name w:val="Стиль заголовок 4 + полужирный"/>
    <w:basedOn w:val="4fc"/>
    <w:link w:val="4ff1"/>
    <w:rsid w:val="009A4EC9"/>
    <w:pPr>
      <w:tabs>
        <w:tab w:val="left" w:pos="1134"/>
        <w:tab w:val="num" w:pos="1477"/>
        <w:tab w:val="left" w:pos="1701"/>
      </w:tabs>
      <w:ind w:left="0" w:firstLine="567"/>
    </w:pPr>
    <w:rPr>
      <w:bCs/>
    </w:rPr>
  </w:style>
  <w:style w:type="character" w:customStyle="1" w:styleId="4fd">
    <w:name w:val="заголовок 4 Знак Знак"/>
    <w:link w:val="4fc"/>
    <w:rsid w:val="009A4EC9"/>
    <w:rPr>
      <w:sz w:val="24"/>
    </w:rPr>
  </w:style>
  <w:style w:type="character" w:customStyle="1" w:styleId="4ff1">
    <w:name w:val="Стиль заголовок 4 + полужирный Знак"/>
    <w:link w:val="4ff0"/>
    <w:rsid w:val="009A4EC9"/>
    <w:rPr>
      <w:bCs/>
      <w:sz w:val="24"/>
    </w:rPr>
  </w:style>
  <w:style w:type="character" w:customStyle="1" w:styleId="1fff">
    <w:name w:val="Знак1 Знак Знак"/>
    <w:rsid w:val="009A4EC9"/>
    <w:rPr>
      <w:sz w:val="24"/>
      <w:lang w:val="ru-RU" w:eastAsia="en-US" w:bidi="ar-SA"/>
    </w:rPr>
  </w:style>
  <w:style w:type="paragraph" w:customStyle="1" w:styleId="3fff">
    <w:name w:val="Абзац 3 абз."/>
    <w:basedOn w:val="-3"/>
    <w:autoRedefine/>
    <w:rsid w:val="009A4EC9"/>
    <w:pPr>
      <w:numPr>
        <w:ilvl w:val="0"/>
        <w:numId w:val="0"/>
      </w:numPr>
      <w:tabs>
        <w:tab w:val="num" w:pos="926"/>
      </w:tabs>
      <w:spacing w:before="0" w:after="0"/>
      <w:ind w:left="540" w:firstLine="27"/>
    </w:pPr>
    <w:rPr>
      <w:rFonts w:cs="Times New Roman"/>
      <w:szCs w:val="24"/>
      <w:lang w:eastAsia="en-US"/>
    </w:rPr>
  </w:style>
  <w:style w:type="paragraph" w:customStyle="1" w:styleId="14754">
    <w:name w:val="Стиль Заголовок 1 + По ширине Справа:  475 см После:  4 пт"/>
    <w:basedOn w:val="1d"/>
    <w:rsid w:val="009A4EC9"/>
    <w:pPr>
      <w:tabs>
        <w:tab w:val="num" w:pos="1440"/>
      </w:tabs>
      <w:spacing w:before="400" w:after="80" w:line="240" w:lineRule="auto"/>
      <w:ind w:left="431" w:right="2691" w:hanging="431"/>
    </w:pPr>
    <w:rPr>
      <w:rFonts w:ascii="Times New Roman" w:hAnsi="Times New Roman"/>
      <w:b w:val="0"/>
      <w:caps/>
      <w:kern w:val="0"/>
      <w:sz w:val="24"/>
      <w:szCs w:val="20"/>
    </w:rPr>
  </w:style>
  <w:style w:type="paragraph" w:customStyle="1" w:styleId="afffffffffff2">
    <w:name w:val="Приложение АС"/>
    <w:basedOn w:val="1d"/>
    <w:rsid w:val="009A4EC9"/>
    <w:pPr>
      <w:tabs>
        <w:tab w:val="num" w:pos="0"/>
      </w:tabs>
      <w:spacing w:before="100" w:beforeAutospacing="1" w:after="120" w:line="240" w:lineRule="auto"/>
      <w:ind w:left="-142" w:right="709"/>
      <w:jc w:val="center"/>
    </w:pPr>
    <w:rPr>
      <w:rFonts w:ascii="Times New Roman" w:hAnsi="Times New Roman" w:cs="Arial"/>
      <w:b w:val="0"/>
      <w:kern w:val="0"/>
      <w:sz w:val="24"/>
      <w:szCs w:val="28"/>
    </w:rPr>
  </w:style>
  <w:style w:type="paragraph" w:customStyle="1" w:styleId="1fff0">
    <w:name w:val="Заголовок  1 прилож"/>
    <w:basedOn w:val="-10"/>
    <w:rsid w:val="009A4EC9"/>
    <w:pPr>
      <w:numPr>
        <w:numId w:val="0"/>
      </w:numPr>
      <w:tabs>
        <w:tab w:val="num" w:pos="900"/>
      </w:tabs>
      <w:spacing w:after="240"/>
      <w:ind w:left="1571" w:hanging="360"/>
      <w:jc w:val="center"/>
    </w:pPr>
    <w:rPr>
      <w:rFonts w:ascii="Times New Roman" w:eastAsia="Calibri" w:hAnsi="Times New Roman"/>
      <w:bCs/>
      <w:caps/>
      <w:szCs w:val="28"/>
      <w:lang w:eastAsia="ru-RU"/>
    </w:rPr>
  </w:style>
  <w:style w:type="paragraph" w:customStyle="1" w:styleId="2fff2">
    <w:name w:val="Загол. 2 приложение"/>
    <w:basedOn w:val="-2f0"/>
    <w:rsid w:val="009A4EC9"/>
    <w:rPr>
      <w:b/>
      <w:caps w:val="0"/>
      <w:szCs w:val="28"/>
    </w:rPr>
  </w:style>
  <w:style w:type="paragraph" w:customStyle="1" w:styleId="126">
    <w:name w:val="Стиль Приложение 1 прод2 + По центру"/>
    <w:basedOn w:val="120"/>
    <w:next w:val="3fd"/>
    <w:rsid w:val="009A4EC9"/>
    <w:pPr>
      <w:numPr>
        <w:ilvl w:val="0"/>
        <w:numId w:val="0"/>
      </w:numPr>
      <w:tabs>
        <w:tab w:val="num" w:pos="1418"/>
      </w:tabs>
      <w:ind w:left="1418" w:hanging="1021"/>
      <w:jc w:val="center"/>
    </w:pPr>
    <w:rPr>
      <w:rFonts w:ascii="Arial Narrow" w:eastAsia="Times New Roman" w:hAnsi="Arial Narrow"/>
      <w:b w:val="0"/>
      <w:caps/>
      <w:sz w:val="26"/>
      <w:szCs w:val="20"/>
      <w:lang w:eastAsia="ru-RU"/>
    </w:rPr>
  </w:style>
  <w:style w:type="paragraph" w:customStyle="1" w:styleId="145">
    <w:name w:val="Стиль Заголовок 1 + Справа:  45 см"/>
    <w:basedOn w:val="1d"/>
    <w:rsid w:val="009A4EC9"/>
    <w:pPr>
      <w:tabs>
        <w:tab w:val="num" w:pos="1440"/>
      </w:tabs>
      <w:spacing w:before="400" w:after="720" w:line="240" w:lineRule="auto"/>
      <w:ind w:left="431" w:right="2552" w:hanging="431"/>
      <w:jc w:val="center"/>
    </w:pPr>
    <w:rPr>
      <w:rFonts w:ascii="Times New Roman" w:hAnsi="Times New Roman"/>
      <w:b w:val="0"/>
      <w:caps/>
      <w:kern w:val="0"/>
      <w:sz w:val="24"/>
      <w:szCs w:val="20"/>
    </w:rPr>
  </w:style>
  <w:style w:type="paragraph" w:customStyle="1" w:styleId="1451">
    <w:name w:val="Стиль Заголовок 1 + Справа:  45 см1"/>
    <w:basedOn w:val="1d"/>
    <w:rsid w:val="009A4EC9"/>
    <w:pPr>
      <w:tabs>
        <w:tab w:val="num" w:pos="1440"/>
      </w:tabs>
      <w:spacing w:before="400" w:after="720" w:line="240" w:lineRule="auto"/>
      <w:ind w:left="431" w:right="2552" w:hanging="431"/>
      <w:jc w:val="center"/>
    </w:pPr>
    <w:rPr>
      <w:rFonts w:ascii="Times New Roman" w:hAnsi="Times New Roman"/>
      <w:b w:val="0"/>
      <w:caps/>
      <w:kern w:val="0"/>
      <w:sz w:val="24"/>
      <w:szCs w:val="20"/>
    </w:rPr>
  </w:style>
  <w:style w:type="paragraph" w:customStyle="1" w:styleId="1475">
    <w:name w:val="Стиль Заголовок 1 + Справа:  475 см"/>
    <w:basedOn w:val="1d"/>
    <w:rsid w:val="009A4EC9"/>
    <w:pPr>
      <w:tabs>
        <w:tab w:val="num" w:pos="1440"/>
      </w:tabs>
      <w:spacing w:before="100" w:beforeAutospacing="1" w:after="720" w:line="240" w:lineRule="auto"/>
      <w:ind w:left="431" w:right="2693" w:hanging="431"/>
      <w:jc w:val="center"/>
    </w:pPr>
    <w:rPr>
      <w:rFonts w:ascii="Times New Roman" w:hAnsi="Times New Roman"/>
      <w:b w:val="0"/>
      <w:caps/>
      <w:kern w:val="0"/>
      <w:sz w:val="24"/>
      <w:szCs w:val="20"/>
    </w:rPr>
  </w:style>
  <w:style w:type="paragraph" w:customStyle="1" w:styleId="afffffffffff3">
    <w:name w:val="отсновной с отступом"/>
    <w:basedOn w:val="af9"/>
    <w:rsid w:val="009A4EC9"/>
    <w:pPr>
      <w:spacing w:line="240" w:lineRule="auto"/>
      <w:ind w:left="1134" w:firstLine="0"/>
      <w:jc w:val="left"/>
    </w:pPr>
    <w:rPr>
      <w:rFonts w:eastAsia="Times New Roman"/>
      <w:szCs w:val="20"/>
    </w:rPr>
  </w:style>
  <w:style w:type="character" w:customStyle="1" w:styleId="affffa">
    <w:name w:val="Название таблицы Знак"/>
    <w:link w:val="affff9"/>
    <w:rsid w:val="009A4EC9"/>
    <w:rPr>
      <w:rFonts w:eastAsia="Calibri"/>
      <w:sz w:val="24"/>
      <w:szCs w:val="24"/>
      <w:lang w:eastAsia="en-US"/>
    </w:rPr>
  </w:style>
  <w:style w:type="paragraph" w:customStyle="1" w:styleId="-124">
    <w:name w:val="Стиль АС-Список_1_2# + Междустр.интервал:  одинарный"/>
    <w:basedOn w:val="-121"/>
    <w:rsid w:val="009A4EC9"/>
    <w:pPr>
      <w:tabs>
        <w:tab w:val="clear" w:pos="1276"/>
      </w:tabs>
      <w:ind w:left="1570" w:hanging="357"/>
    </w:pPr>
    <w:rPr>
      <w:szCs w:val="20"/>
    </w:rPr>
  </w:style>
  <w:style w:type="paragraph" w:customStyle="1" w:styleId="afffffffffff4">
    <w:name w:val="заголовок приложения"/>
    <w:basedOn w:val="1d"/>
    <w:rsid w:val="009A4EC9"/>
    <w:pPr>
      <w:tabs>
        <w:tab w:val="num" w:pos="360"/>
      </w:tabs>
      <w:spacing w:before="720" w:after="720" w:line="240" w:lineRule="auto"/>
      <w:ind w:right="709"/>
      <w:jc w:val="center"/>
    </w:pPr>
    <w:rPr>
      <w:rFonts w:ascii="Times New Roman" w:hAnsi="Times New Roman"/>
      <w:b w:val="0"/>
      <w:bCs w:val="0"/>
      <w:caps/>
      <w:kern w:val="0"/>
      <w:sz w:val="24"/>
      <w:szCs w:val="24"/>
    </w:rPr>
  </w:style>
  <w:style w:type="paragraph" w:customStyle="1" w:styleId="1fff1">
    <w:name w:val="заголовок 1 приложения"/>
    <w:basedOn w:val="1ffe"/>
    <w:rsid w:val="009A4EC9"/>
    <w:pPr>
      <w:tabs>
        <w:tab w:val="clear" w:pos="2211"/>
      </w:tabs>
      <w:spacing w:before="720" w:after="720"/>
      <w:ind w:left="431" w:right="0" w:hanging="431"/>
    </w:pPr>
    <w:rPr>
      <w:b w:val="0"/>
      <w:bCs/>
      <w:szCs w:val="24"/>
    </w:rPr>
  </w:style>
  <w:style w:type="paragraph" w:customStyle="1" w:styleId="01">
    <w:name w:val="Стиль спиок нумер. + По левому краю После:  0 пт Междустр.интерва..."/>
    <w:basedOn w:val="af0"/>
    <w:autoRedefine/>
    <w:rsid w:val="009A4EC9"/>
    <w:pPr>
      <w:numPr>
        <w:numId w:val="0"/>
      </w:numPr>
      <w:tabs>
        <w:tab w:val="clear" w:pos="1417"/>
        <w:tab w:val="num" w:pos="1290"/>
      </w:tabs>
      <w:spacing w:after="80"/>
      <w:ind w:left="1287" w:firstLine="709"/>
      <w:jc w:val="left"/>
    </w:pPr>
    <w:rPr>
      <w:rFonts w:eastAsia="Times New Roman"/>
      <w:szCs w:val="20"/>
      <w:lang w:eastAsia="ru-RU"/>
    </w:rPr>
  </w:style>
  <w:style w:type="paragraph" w:customStyle="1" w:styleId="1fff2">
    <w:name w:val="Стиль Заголовок 1"/>
    <w:aliases w:val="Заголовок 1_мой Знак Знак + снизу: (Без границ)"/>
    <w:basedOn w:val="1d"/>
    <w:rsid w:val="009A4EC9"/>
    <w:pPr>
      <w:widowControl w:val="0"/>
      <w:spacing w:after="120" w:line="240" w:lineRule="auto"/>
      <w:ind w:left="777" w:right="709" w:hanging="360"/>
      <w:jc w:val="center"/>
    </w:pPr>
    <w:rPr>
      <w:rFonts w:ascii="Times New Roman" w:hAnsi="Times New Roman"/>
      <w:bCs w:val="0"/>
      <w:caps/>
      <w:kern w:val="0"/>
      <w:sz w:val="24"/>
      <w:szCs w:val="20"/>
    </w:rPr>
  </w:style>
  <w:style w:type="paragraph" w:customStyle="1" w:styleId="-11">
    <w:name w:val="Ас-Список_1#"/>
    <w:basedOn w:val="af3"/>
    <w:next w:val="29"/>
    <w:rsid w:val="009A4EC9"/>
    <w:pPr>
      <w:numPr>
        <w:ilvl w:val="2"/>
        <w:numId w:val="66"/>
      </w:numPr>
      <w:spacing w:line="240" w:lineRule="auto"/>
      <w:jc w:val="left"/>
    </w:pPr>
    <w:rPr>
      <w:rFonts w:eastAsia="Times New Roman"/>
      <w:szCs w:val="20"/>
    </w:rPr>
  </w:style>
  <w:style w:type="character" w:customStyle="1" w:styleId="-1211">
    <w:name w:val="АС-Список_1_2# Знак Знак1"/>
    <w:rsid w:val="009A4EC9"/>
    <w:rPr>
      <w:sz w:val="24"/>
    </w:rPr>
  </w:style>
  <w:style w:type="paragraph" w:customStyle="1" w:styleId="2fff3">
    <w:name w:val="заголовок 2 абзац"/>
    <w:basedOn w:val="29"/>
    <w:rsid w:val="009A4EC9"/>
    <w:pPr>
      <w:tabs>
        <w:tab w:val="num" w:pos="360"/>
      </w:tabs>
      <w:spacing w:before="480" w:after="480" w:line="240" w:lineRule="auto"/>
      <w:ind w:left="425"/>
      <w:jc w:val="left"/>
    </w:pPr>
    <w:rPr>
      <w:rFonts w:ascii="Times New Roman" w:hAnsi="Times New Roman"/>
      <w:bCs w:val="0"/>
      <w:i w:val="0"/>
      <w:iCs w:val="0"/>
      <w:sz w:val="24"/>
      <w:szCs w:val="20"/>
    </w:rPr>
  </w:style>
  <w:style w:type="paragraph" w:customStyle="1" w:styleId="-12">
    <w:name w:val="Стиль АС-Список_1_2# + полужирный"/>
    <w:basedOn w:val="-121"/>
    <w:link w:val="-125"/>
    <w:autoRedefine/>
    <w:rsid w:val="009A4EC9"/>
    <w:pPr>
      <w:numPr>
        <w:numId w:val="67"/>
      </w:numPr>
      <w:ind w:left="1645"/>
    </w:pPr>
    <w:rPr>
      <w:b/>
      <w:bCs/>
    </w:rPr>
  </w:style>
  <w:style w:type="character" w:customStyle="1" w:styleId="-125">
    <w:name w:val="Стиль АС-Список_1_2# + полужирный Знак"/>
    <w:link w:val="-12"/>
    <w:rsid w:val="009A4EC9"/>
    <w:rPr>
      <w:b/>
      <w:bCs/>
      <w:sz w:val="24"/>
      <w:szCs w:val="24"/>
    </w:rPr>
  </w:style>
  <w:style w:type="paragraph" w:customStyle="1" w:styleId="-215963">
    <w:name w:val="Стиль АС-Список_2# + Слева:  159 мм Выступ:  63 мм"/>
    <w:basedOn w:val="-21"/>
    <w:rsid w:val="009A4EC9"/>
    <w:pPr>
      <w:numPr>
        <w:numId w:val="68"/>
      </w:numPr>
      <w:contextualSpacing w:val="0"/>
    </w:pPr>
    <w:rPr>
      <w:rFonts w:eastAsia="Times New Roman"/>
      <w:szCs w:val="20"/>
      <w:lang w:eastAsia="ru-RU"/>
    </w:rPr>
  </w:style>
  <w:style w:type="paragraph" w:customStyle="1" w:styleId="1fff3">
    <w:name w:val="Стиль заголовок 1 прилож + снизу: (Без границ)"/>
    <w:basedOn w:val="1ffe"/>
    <w:rsid w:val="009A4EC9"/>
    <w:pPr>
      <w:tabs>
        <w:tab w:val="clear" w:pos="2211"/>
        <w:tab w:val="num" w:pos="432"/>
      </w:tabs>
      <w:spacing w:before="720" w:after="720"/>
      <w:ind w:left="0" w:right="0"/>
    </w:pPr>
    <w:rPr>
      <w:szCs w:val="20"/>
    </w:rPr>
  </w:style>
  <w:style w:type="paragraph" w:customStyle="1" w:styleId="-200">
    <w:name w:val="Стиль АС-Заголовок_2# + После:  0 пт"/>
    <w:basedOn w:val="af3"/>
    <w:autoRedefine/>
    <w:rsid w:val="009A4EC9"/>
    <w:pPr>
      <w:keepNext/>
      <w:spacing w:before="120" w:after="360" w:line="240" w:lineRule="auto"/>
      <w:jc w:val="left"/>
      <w:outlineLvl w:val="1"/>
    </w:pPr>
    <w:rPr>
      <w:rFonts w:eastAsia="Times New Roman"/>
      <w:bCs/>
      <w:sz w:val="28"/>
      <w:szCs w:val="20"/>
    </w:rPr>
  </w:style>
  <w:style w:type="character" w:styleId="HTML3">
    <w:name w:val="HTML Variable"/>
    <w:rsid w:val="009A4EC9"/>
    <w:rPr>
      <w:i/>
      <w:iCs/>
    </w:rPr>
  </w:style>
  <w:style w:type="character" w:customStyle="1" w:styleId="1fff4">
    <w:name w:val="Нижний колонтитул Знак1"/>
    <w:aliases w:val="АС-Нижний колонтитул# Знак1"/>
    <w:semiHidden/>
    <w:locked/>
    <w:rsid w:val="009A4EC9"/>
    <w:rPr>
      <w:sz w:val="24"/>
      <w:lang w:val="ru-RU" w:eastAsia="ru-RU" w:bidi="ar-SA"/>
    </w:rPr>
  </w:style>
  <w:style w:type="paragraph" w:customStyle="1" w:styleId="-fffffe">
    <w:name w:val="АС-Список марк."/>
    <w:rsid w:val="009A4EC9"/>
    <w:pPr>
      <w:spacing w:line="360" w:lineRule="auto"/>
      <w:ind w:left="851"/>
      <w:jc w:val="both"/>
    </w:pPr>
    <w:rPr>
      <w:sz w:val="24"/>
      <w:szCs w:val="24"/>
    </w:rPr>
  </w:style>
  <w:style w:type="character" w:customStyle="1" w:styleId="2ff1">
    <w:name w:val="Список маркированный (2 уровень) Знак"/>
    <w:link w:val="2ff0"/>
    <w:rsid w:val="009A4EC9"/>
    <w:rPr>
      <w:rFonts w:eastAsia="Calibri"/>
      <w:sz w:val="24"/>
      <w:szCs w:val="24"/>
      <w:lang w:eastAsia="en-US"/>
    </w:rPr>
  </w:style>
  <w:style w:type="character" w:styleId="afffffffffff5">
    <w:name w:val="endnote reference"/>
    <w:rsid w:val="009A4EC9"/>
    <w:rPr>
      <w:vertAlign w:val="superscript"/>
    </w:rPr>
  </w:style>
  <w:style w:type="paragraph" w:customStyle="1" w:styleId="1fff5">
    <w:name w:val="Заголовок1"/>
    <w:basedOn w:val="af3"/>
    <w:uiPriority w:val="99"/>
    <w:rsid w:val="009A4EC9"/>
    <w:pPr>
      <w:spacing w:before="240" w:after="60" w:line="240" w:lineRule="auto"/>
      <w:ind w:firstLine="709"/>
      <w:jc w:val="left"/>
    </w:pPr>
    <w:rPr>
      <w:rFonts w:ascii="Arial" w:hAnsi="Arial"/>
      <w:b/>
      <w:sz w:val="32"/>
      <w:szCs w:val="32"/>
    </w:rPr>
  </w:style>
  <w:style w:type="character" w:customStyle="1" w:styleId="rvts9">
    <w:name w:val="rvts9"/>
    <w:basedOn w:val="af4"/>
    <w:rsid w:val="009A4EC9"/>
  </w:style>
  <w:style w:type="character" w:customStyle="1" w:styleId="rvts7">
    <w:name w:val="rvts7"/>
    <w:basedOn w:val="af4"/>
    <w:rsid w:val="009A4EC9"/>
  </w:style>
  <w:style w:type="character" w:customStyle="1" w:styleId="rvts6">
    <w:name w:val="rvts6"/>
    <w:basedOn w:val="af4"/>
    <w:rsid w:val="009A4EC9"/>
  </w:style>
  <w:style w:type="character" w:customStyle="1" w:styleId="grame">
    <w:name w:val="grame"/>
    <w:basedOn w:val="af4"/>
    <w:rsid w:val="009A4EC9"/>
  </w:style>
  <w:style w:type="character" w:customStyle="1" w:styleId="rvts12">
    <w:name w:val="rvts12"/>
    <w:basedOn w:val="af4"/>
    <w:rsid w:val="009A4EC9"/>
  </w:style>
  <w:style w:type="paragraph" w:customStyle="1" w:styleId="afffffffffff6">
    <w:name w:val="Примечания"/>
    <w:qFormat/>
    <w:rsid w:val="009A4EC9"/>
    <w:rPr>
      <w:b/>
      <w:sz w:val="24"/>
    </w:rPr>
  </w:style>
  <w:style w:type="paragraph" w:customStyle="1" w:styleId="1250">
    <w:name w:val="Стиль Примечания + Слева:  125 см"/>
    <w:basedOn w:val="afffffffffff6"/>
    <w:rsid w:val="009A4EC9"/>
    <w:pPr>
      <w:spacing w:line="360" w:lineRule="auto"/>
      <w:ind w:left="709"/>
    </w:pPr>
    <w:rPr>
      <w:bCs/>
    </w:rPr>
  </w:style>
  <w:style w:type="paragraph" w:customStyle="1" w:styleId="afffffffffff7">
    <w:name w:val="Абзацы Приложения Е"/>
    <w:qFormat/>
    <w:rsid w:val="009A4EC9"/>
    <w:pPr>
      <w:spacing w:before="120" w:after="120" w:line="360" w:lineRule="auto"/>
    </w:pPr>
    <w:rPr>
      <w:b/>
      <w:sz w:val="24"/>
    </w:rPr>
  </w:style>
  <w:style w:type="paragraph" w:customStyle="1" w:styleId="3fff0">
    <w:name w:val="Абзац 3 приложения Е"/>
    <w:basedOn w:val="46"/>
    <w:qFormat/>
    <w:rsid w:val="009A4EC9"/>
    <w:pPr>
      <w:keepNext w:val="0"/>
      <w:spacing w:before="120" w:after="120"/>
      <w:jc w:val="left"/>
    </w:pPr>
    <w:rPr>
      <w:b w:val="0"/>
      <w:bCs w:val="0"/>
      <w:sz w:val="24"/>
      <w:szCs w:val="20"/>
      <w:lang w:eastAsia="ru-RU"/>
    </w:rPr>
  </w:style>
  <w:style w:type="paragraph" w:customStyle="1" w:styleId="212">
    <w:name w:val="Нумерация приложения 2.1"/>
    <w:basedOn w:val="B1"/>
    <w:qFormat/>
    <w:rsid w:val="009A4EC9"/>
    <w:pPr>
      <w:keepNext/>
      <w:keepLines/>
      <w:numPr>
        <w:numId w:val="45"/>
      </w:numPr>
    </w:pPr>
  </w:style>
  <w:style w:type="paragraph" w:customStyle="1" w:styleId="510">
    <w:name w:val="Нумерация Приложения 5.1"/>
    <w:basedOn w:val="afffffffffff7"/>
    <w:qFormat/>
    <w:rsid w:val="009A4EC9"/>
    <w:pPr>
      <w:ind w:left="709"/>
    </w:pPr>
    <w:rPr>
      <w14:scene3d>
        <w14:camera w14:prst="orthographicFront"/>
        <w14:lightRig w14:rig="threePt" w14:dir="t">
          <w14:rot w14:lat="0" w14:lon="0" w14:rev="0"/>
        </w14:lightRig>
      </w14:scene3d>
    </w:rPr>
  </w:style>
  <w:style w:type="paragraph" w:customStyle="1" w:styleId="512">
    <w:name w:val="Нумерация приложения 5.1."/>
    <w:basedOn w:val="2fff1"/>
    <w:qFormat/>
    <w:rsid w:val="009A4EC9"/>
    <w:pPr>
      <w:ind w:left="709"/>
    </w:pPr>
  </w:style>
  <w:style w:type="character" w:customStyle="1" w:styleId="1fff6">
    <w:name w:val="Неразрешенное упоминание1"/>
    <w:basedOn w:val="af4"/>
    <w:uiPriority w:val="99"/>
    <w:semiHidden/>
    <w:unhideWhenUsed/>
    <w:rsid w:val="009A4EC9"/>
    <w:rPr>
      <w:color w:val="808080"/>
      <w:shd w:val="clear" w:color="auto" w:fill="E6E6E6"/>
    </w:rPr>
  </w:style>
  <w:style w:type="paragraph" w:customStyle="1" w:styleId="ab">
    <w:name w:val="Список примечания"/>
    <w:qFormat/>
    <w:rsid w:val="009A4EC9"/>
    <w:pPr>
      <w:numPr>
        <w:numId w:val="69"/>
      </w:numPr>
      <w:spacing w:line="360" w:lineRule="auto"/>
      <w:ind w:firstLine="981"/>
      <w:jc w:val="both"/>
    </w:pPr>
    <w:rPr>
      <w:spacing w:val="24"/>
      <w:sz w:val="24"/>
    </w:rPr>
  </w:style>
  <w:style w:type="paragraph" w:customStyle="1" w:styleId="-5">
    <w:name w:val="АС-Список_№##"/>
    <w:qFormat/>
    <w:rsid w:val="009A4EC9"/>
    <w:pPr>
      <w:numPr>
        <w:numId w:val="70"/>
      </w:numPr>
      <w:tabs>
        <w:tab w:val="left" w:pos="993"/>
      </w:tabs>
      <w:spacing w:line="360" w:lineRule="auto"/>
      <w:jc w:val="both"/>
    </w:pPr>
    <w:rPr>
      <w:rFonts w:eastAsia="Cambria"/>
      <w:sz w:val="24"/>
    </w:rPr>
  </w:style>
  <w:style w:type="character" w:customStyle="1" w:styleId="1fff7">
    <w:name w:val="Основной текст с отступом Знак1"/>
    <w:rsid w:val="009A4EC9"/>
    <w:rPr>
      <w:sz w:val="24"/>
    </w:rPr>
  </w:style>
  <w:style w:type="paragraph" w:customStyle="1" w:styleId="-0">
    <w:name w:val="Список (-)"/>
    <w:qFormat/>
    <w:rsid w:val="008E3077"/>
    <w:pPr>
      <w:numPr>
        <w:numId w:val="83"/>
      </w:numPr>
      <w:tabs>
        <w:tab w:val="left" w:pos="709"/>
      </w:tabs>
      <w:spacing w:line="360" w:lineRule="auto"/>
      <w:jc w:val="both"/>
    </w:pPr>
    <w:rPr>
      <w:sz w:val="24"/>
      <w:lang w:eastAsia="en-US"/>
    </w:rPr>
  </w:style>
  <w:style w:type="numbering" w:customStyle="1" w:styleId="a8">
    <w:name w:val="Стиль нумерованный"/>
    <w:rsid w:val="009A4EC9"/>
    <w:pPr>
      <w:numPr>
        <w:numId w:val="71"/>
      </w:numPr>
    </w:pPr>
  </w:style>
  <w:style w:type="character" w:customStyle="1" w:styleId="affff1">
    <w:name w:val="Текст таблицы Знак"/>
    <w:link w:val="affff0"/>
    <w:rsid w:val="009A4EC9"/>
    <w:rPr>
      <w:rFonts w:ascii="Arial" w:eastAsia="Calibri" w:hAnsi="Arial"/>
      <w:bCs/>
      <w:iCs/>
      <w:spacing w:val="-2"/>
      <w:szCs w:val="22"/>
      <w:lang w:eastAsia="en-US"/>
    </w:rPr>
  </w:style>
  <w:style w:type="paragraph" w:customStyle="1" w:styleId="aa">
    <w:name w:val="БДо нумерованный"/>
    <w:basedOn w:val="af3"/>
    <w:uiPriority w:val="99"/>
    <w:rsid w:val="009A4EC9"/>
    <w:pPr>
      <w:numPr>
        <w:numId w:val="72"/>
      </w:numPr>
      <w:spacing w:before="60" w:after="60" w:line="240" w:lineRule="auto"/>
      <w:ind w:left="850" w:hanging="493"/>
    </w:pPr>
    <w:rPr>
      <w:rFonts w:eastAsia="Times New Roman"/>
      <w:color w:val="000000"/>
    </w:rPr>
  </w:style>
  <w:style w:type="paragraph" w:customStyle="1" w:styleId="19">
    <w:name w:val="марк1"/>
    <w:basedOn w:val="af3"/>
    <w:rsid w:val="009A4EC9"/>
    <w:pPr>
      <w:numPr>
        <w:numId w:val="73"/>
      </w:numPr>
      <w:spacing w:after="40" w:line="240" w:lineRule="auto"/>
    </w:pPr>
    <w:rPr>
      <w:rFonts w:eastAsia="Times New Roman"/>
    </w:rPr>
  </w:style>
  <w:style w:type="character" w:customStyle="1" w:styleId="affffffff1">
    <w:name w:val="Абзац списка Знак"/>
    <w:aliases w:val="Заголовок_3 Знак,Bullet List Знак,FooterText Знак,numbered Знак,Paragraphe de liste1 Знак,lp1 Знак,Список нумерованный цифры Знак,Абзац нумерованного списка Знак,ТЗОТ Текст 2 уровня. Без оглавления Знак,Table-Normal Знак,Булет1 Знак"/>
    <w:link w:val="affffffff0"/>
    <w:uiPriority w:val="34"/>
    <w:locked/>
    <w:rsid w:val="009A4EC9"/>
    <w:rPr>
      <w:rFonts w:ascii="Arial" w:eastAsia="Calibri" w:hAnsi="Arial" w:cs="Arial"/>
      <w:sz w:val="24"/>
      <w:szCs w:val="24"/>
      <w:lang w:val="en-AU" w:eastAsia="ja-JP"/>
    </w:rPr>
  </w:style>
  <w:style w:type="paragraph" w:customStyle="1" w:styleId="a6">
    <w:name w:val="Список примечаний"/>
    <w:qFormat/>
    <w:rsid w:val="009A4EC9"/>
    <w:pPr>
      <w:numPr>
        <w:numId w:val="74"/>
      </w:numPr>
      <w:spacing w:line="360" w:lineRule="auto"/>
      <w:jc w:val="both"/>
    </w:pPr>
    <w:rPr>
      <w:rFonts w:eastAsiaTheme="minorHAnsi" w:cstheme="minorBidi"/>
      <w:sz w:val="24"/>
      <w:szCs w:val="22"/>
      <w:lang w:eastAsia="en-US"/>
    </w:rPr>
  </w:style>
  <w:style w:type="paragraph" w:customStyle="1" w:styleId="2fff4">
    <w:name w:val="текст таблицы 2"/>
    <w:qFormat/>
    <w:rsid w:val="009A4EC9"/>
    <w:pPr>
      <w:ind w:left="230" w:hanging="34"/>
    </w:pPr>
    <w:rPr>
      <w:sz w:val="24"/>
      <w:szCs w:val="24"/>
    </w:rPr>
  </w:style>
  <w:style w:type="paragraph" w:customStyle="1" w:styleId="12">
    <w:name w:val="список нумер.1"/>
    <w:basedOn w:val="af3"/>
    <w:link w:val="1fff8"/>
    <w:rsid w:val="009A4EC9"/>
    <w:pPr>
      <w:numPr>
        <w:numId w:val="88"/>
      </w:numPr>
      <w:tabs>
        <w:tab w:val="left" w:pos="567"/>
        <w:tab w:val="left" w:pos="1620"/>
      </w:tabs>
    </w:pPr>
    <w:rPr>
      <w:rFonts w:eastAsia="Times New Roman"/>
      <w:szCs w:val="20"/>
      <w:lang w:eastAsia="ru-RU"/>
    </w:rPr>
  </w:style>
  <w:style w:type="character" w:customStyle="1" w:styleId="1fff8">
    <w:name w:val="список нумер.1 Знак"/>
    <w:basedOn w:val="af4"/>
    <w:link w:val="12"/>
    <w:rsid w:val="009A4EC9"/>
    <w:rPr>
      <w:sz w:val="24"/>
    </w:rPr>
  </w:style>
  <w:style w:type="character" w:customStyle="1" w:styleId="-2f2">
    <w:name w:val="АС-Абзац_2# Знак"/>
    <w:link w:val="-2f1"/>
    <w:rsid w:val="009A4EC9"/>
    <w:rPr>
      <w:bCs/>
      <w:iCs/>
      <w:sz w:val="24"/>
      <w:szCs w:val="40"/>
      <w:lang w:eastAsia="en-US"/>
    </w:rPr>
  </w:style>
  <w:style w:type="paragraph" w:customStyle="1" w:styleId="211">
    <w:name w:val="Заголовок 2  Приложения 1"/>
    <w:basedOn w:val="af3"/>
    <w:qFormat/>
    <w:rsid w:val="009A4EC9"/>
    <w:pPr>
      <w:numPr>
        <w:ilvl w:val="1"/>
        <w:numId w:val="75"/>
      </w:numPr>
      <w:spacing w:before="240" w:after="240" w:line="240" w:lineRule="auto"/>
      <w:jc w:val="left"/>
    </w:pPr>
    <w:rPr>
      <w:rFonts w:eastAsia="Times New Roman"/>
      <w:b/>
      <w:szCs w:val="20"/>
    </w:rPr>
  </w:style>
  <w:style w:type="paragraph" w:customStyle="1" w:styleId="af2">
    <w:name w:val="буквенный список"/>
    <w:basedOn w:val="affffffff0"/>
    <w:qFormat/>
    <w:rsid w:val="009A4EC9"/>
    <w:pPr>
      <w:numPr>
        <w:numId w:val="76"/>
      </w:numPr>
      <w:spacing w:before="0" w:after="200" w:line="360" w:lineRule="auto"/>
      <w:ind w:left="1134" w:firstLine="0"/>
    </w:pPr>
    <w:rPr>
      <w:rFonts w:asciiTheme="minorHAnsi" w:eastAsiaTheme="minorHAnsi" w:hAnsiTheme="minorHAnsi" w:cstheme="minorBidi"/>
      <w:sz w:val="22"/>
      <w:lang w:val="ru-RU" w:eastAsia="en-US"/>
    </w:rPr>
  </w:style>
  <w:style w:type="paragraph" w:customStyle="1" w:styleId="a5">
    <w:name w:val="М_СписокОтступ"/>
    <w:basedOn w:val="af3"/>
    <w:uiPriority w:val="99"/>
    <w:rsid w:val="009A4EC9"/>
    <w:pPr>
      <w:widowControl w:val="0"/>
      <w:numPr>
        <w:numId w:val="77"/>
      </w:numPr>
      <w:tabs>
        <w:tab w:val="left" w:pos="284"/>
      </w:tabs>
      <w:spacing w:line="240" w:lineRule="auto"/>
      <w:jc w:val="left"/>
    </w:pPr>
    <w:rPr>
      <w:rFonts w:eastAsia="Times New Roman" w:cs="Courier New"/>
      <w:szCs w:val="22"/>
    </w:rPr>
  </w:style>
  <w:style w:type="paragraph" w:customStyle="1" w:styleId="afffffffffff8">
    <w:name w:val="ТаблицаТекст"/>
    <w:rsid w:val="009A4EC9"/>
    <w:pPr>
      <w:spacing w:line="360" w:lineRule="auto"/>
      <w:jc w:val="both"/>
    </w:pPr>
  </w:style>
  <w:style w:type="paragraph" w:customStyle="1" w:styleId="afffffffffff9">
    <w:name w:val="ТаблицаНазвание"/>
    <w:basedOn w:val="af3"/>
    <w:rsid w:val="009A4EC9"/>
    <w:pPr>
      <w:widowControl w:val="0"/>
      <w:spacing w:before="60" w:after="60" w:line="240" w:lineRule="auto"/>
      <w:ind w:left="57"/>
      <w:jc w:val="center"/>
    </w:pPr>
    <w:rPr>
      <w:rFonts w:eastAsia="Times New Roman"/>
      <w:b/>
      <w:szCs w:val="20"/>
    </w:rPr>
  </w:style>
  <w:style w:type="character" w:customStyle="1" w:styleId="4c">
    <w:name w:val="Абзац4 Знак"/>
    <w:link w:val="4b"/>
    <w:rsid w:val="009A4EC9"/>
    <w:rPr>
      <w:rFonts w:ascii="Arial" w:hAnsi="Arial"/>
      <w:b/>
      <w:i/>
      <w:sz w:val="26"/>
      <w:lang w:eastAsia="en-US"/>
    </w:rPr>
  </w:style>
  <w:style w:type="paragraph" w:customStyle="1" w:styleId="afffffffffffa">
    <w:name w:val="Записка абзац"/>
    <w:basedOn w:val="af3"/>
    <w:rsid w:val="009A4EC9"/>
    <w:pPr>
      <w:widowControl w:val="0"/>
      <w:spacing w:before="120" w:after="120" w:line="240" w:lineRule="auto"/>
      <w:ind w:left="57" w:firstLine="851"/>
      <w:jc w:val="left"/>
    </w:pPr>
    <w:rPr>
      <w:rFonts w:eastAsia="Times New Roman"/>
      <w:color w:val="000000"/>
      <w:szCs w:val="20"/>
    </w:rPr>
  </w:style>
  <w:style w:type="paragraph" w:customStyle="1" w:styleId="0">
    <w:name w:val="М_Список0_ромб"/>
    <w:basedOn w:val="af3"/>
    <w:rsid w:val="009A4EC9"/>
    <w:pPr>
      <w:widowControl w:val="0"/>
      <w:numPr>
        <w:numId w:val="78"/>
      </w:numPr>
      <w:tabs>
        <w:tab w:val="clear" w:pos="360"/>
        <w:tab w:val="left" w:pos="284"/>
      </w:tabs>
      <w:spacing w:line="240" w:lineRule="auto"/>
      <w:jc w:val="left"/>
    </w:pPr>
    <w:rPr>
      <w:rFonts w:eastAsia="Times New Roman"/>
      <w:szCs w:val="20"/>
    </w:rPr>
  </w:style>
  <w:style w:type="paragraph" w:customStyle="1" w:styleId="a0">
    <w:name w:val="М_списокКрСтрока"/>
    <w:basedOn w:val="af3"/>
    <w:rsid w:val="009A4EC9"/>
    <w:pPr>
      <w:widowControl w:val="0"/>
      <w:numPr>
        <w:numId w:val="79"/>
      </w:numPr>
      <w:tabs>
        <w:tab w:val="clear" w:pos="1211"/>
        <w:tab w:val="left" w:pos="1134"/>
      </w:tabs>
      <w:spacing w:line="240" w:lineRule="auto"/>
      <w:ind w:left="0" w:firstLine="851"/>
      <w:jc w:val="left"/>
    </w:pPr>
    <w:rPr>
      <w:rFonts w:eastAsia="Times New Roman"/>
      <w:szCs w:val="20"/>
    </w:rPr>
  </w:style>
  <w:style w:type="paragraph" w:customStyle="1" w:styleId="1fff9">
    <w:name w:val="Цитата1"/>
    <w:basedOn w:val="af3"/>
    <w:rsid w:val="009A4EC9"/>
    <w:pPr>
      <w:keepLines/>
      <w:widowControl w:val="0"/>
      <w:suppressAutoHyphens/>
      <w:spacing w:before="120" w:line="240" w:lineRule="auto"/>
      <w:ind w:left="4320" w:right="281"/>
      <w:jc w:val="center"/>
    </w:pPr>
    <w:rPr>
      <w:rFonts w:eastAsia="Times New Roman"/>
      <w:b/>
      <w:lang w:eastAsia="ar-SA"/>
    </w:rPr>
  </w:style>
  <w:style w:type="paragraph" w:customStyle="1" w:styleId="a">
    <w:name w:val="№ в табл."/>
    <w:basedOn w:val="1d"/>
    <w:autoRedefine/>
    <w:uiPriority w:val="99"/>
    <w:rsid w:val="009A4EC9"/>
    <w:pPr>
      <w:keepNext w:val="0"/>
      <w:widowControl w:val="0"/>
      <w:numPr>
        <w:numId w:val="82"/>
      </w:numPr>
      <w:spacing w:before="0" w:after="0" w:line="240" w:lineRule="auto"/>
      <w:ind w:right="709"/>
      <w:jc w:val="left"/>
      <w:outlineLvl w:val="9"/>
    </w:pPr>
    <w:rPr>
      <w:rFonts w:ascii="Times New Roman" w:hAnsi="Times New Roman"/>
      <w:bCs w:val="0"/>
      <w:kern w:val="0"/>
      <w:sz w:val="24"/>
      <w:szCs w:val="28"/>
    </w:rPr>
  </w:style>
  <w:style w:type="paragraph" w:customStyle="1" w:styleId="3fff1">
    <w:name w:val="№ таблицы 3"/>
    <w:basedOn w:val="35"/>
    <w:rsid w:val="009A4EC9"/>
    <w:pPr>
      <w:keepNext w:val="0"/>
      <w:widowControl w:val="0"/>
      <w:numPr>
        <w:ilvl w:val="2"/>
      </w:numPr>
      <w:tabs>
        <w:tab w:val="num" w:pos="0"/>
        <w:tab w:val="num" w:pos="672"/>
        <w:tab w:val="left" w:pos="850"/>
        <w:tab w:val="left" w:pos="1134"/>
        <w:tab w:val="left" w:pos="1417"/>
      </w:tabs>
      <w:spacing w:before="0" w:after="0" w:line="240" w:lineRule="auto"/>
      <w:ind w:left="227" w:hanging="227"/>
      <w:jc w:val="left"/>
      <w:outlineLvl w:val="9"/>
    </w:pPr>
    <w:rPr>
      <w:rFonts w:ascii="Times New Roman" w:hAnsi="Times New Roman"/>
      <w:bCs w:val="0"/>
      <w:sz w:val="24"/>
      <w:szCs w:val="20"/>
    </w:rPr>
  </w:style>
  <w:style w:type="paragraph" w:customStyle="1" w:styleId="2">
    <w:name w:val="№ таблицы 2"/>
    <w:basedOn w:val="af3"/>
    <w:rsid w:val="009A4EC9"/>
    <w:pPr>
      <w:widowControl w:val="0"/>
      <w:numPr>
        <w:ilvl w:val="1"/>
        <w:numId w:val="82"/>
      </w:numPr>
      <w:spacing w:line="240" w:lineRule="auto"/>
      <w:ind w:left="0"/>
      <w:jc w:val="left"/>
    </w:pPr>
    <w:rPr>
      <w:rFonts w:eastAsia="Times New Roman"/>
      <w:szCs w:val="20"/>
    </w:rPr>
  </w:style>
  <w:style w:type="paragraph" w:customStyle="1" w:styleId="-ffffff">
    <w:name w:val="АС-Список нумер."/>
    <w:basedOn w:val="af9"/>
    <w:autoRedefine/>
    <w:rsid w:val="009A4EC9"/>
    <w:pPr>
      <w:tabs>
        <w:tab w:val="num" w:pos="1145"/>
      </w:tabs>
      <w:spacing w:line="240" w:lineRule="auto"/>
      <w:ind w:left="1146" w:hanging="363"/>
      <w:jc w:val="left"/>
    </w:pPr>
    <w:rPr>
      <w:rFonts w:eastAsia="Times New Roman"/>
      <w:szCs w:val="20"/>
    </w:rPr>
  </w:style>
  <w:style w:type="paragraph" w:customStyle="1" w:styleId="afffffffffffb">
    <w:name w:val="Примечание"/>
    <w:basedOn w:val="-18"/>
    <w:rsid w:val="009A4EC9"/>
    <w:pPr>
      <w:widowControl w:val="0"/>
      <w:numPr>
        <w:numId w:val="0"/>
      </w:numPr>
      <w:tabs>
        <w:tab w:val="num" w:pos="567"/>
        <w:tab w:val="num" w:pos="643"/>
        <w:tab w:val="num" w:pos="927"/>
        <w:tab w:val="num" w:pos="1440"/>
        <w:tab w:val="num" w:pos="2985"/>
      </w:tabs>
      <w:spacing w:line="240" w:lineRule="auto"/>
      <w:ind w:left="709" w:firstLine="284"/>
      <w:jc w:val="left"/>
    </w:pPr>
  </w:style>
  <w:style w:type="paragraph" w:customStyle="1" w:styleId="-ffffff0">
    <w:name w:val="АС-Название_таблицы"/>
    <w:basedOn w:val="-ffffa"/>
    <w:autoRedefine/>
    <w:uiPriority w:val="99"/>
    <w:rsid w:val="009A4EC9"/>
    <w:pPr>
      <w:widowControl w:val="0"/>
      <w:spacing w:before="0" w:after="0" w:line="240" w:lineRule="auto"/>
      <w:ind w:left="317"/>
      <w:jc w:val="left"/>
    </w:pPr>
    <w:rPr>
      <w:lang w:eastAsia="ru-RU"/>
    </w:rPr>
  </w:style>
  <w:style w:type="paragraph" w:customStyle="1" w:styleId="-2ff0">
    <w:name w:val="Стиль АС-Заголовок_2# + По ширине"/>
    <w:basedOn w:val="-2f5"/>
    <w:autoRedefine/>
    <w:rsid w:val="009A4EC9"/>
    <w:pPr>
      <w:widowControl w:val="0"/>
      <w:tabs>
        <w:tab w:val="clear" w:pos="709"/>
      </w:tabs>
      <w:spacing w:after="240" w:line="240" w:lineRule="auto"/>
      <w:ind w:left="0" w:firstLine="0"/>
      <w:jc w:val="left"/>
    </w:pPr>
    <w:rPr>
      <w:rFonts w:ascii="Times New Roman" w:hAnsi="Times New Roman"/>
      <w:b w:val="0"/>
      <w:sz w:val="24"/>
      <w:szCs w:val="20"/>
      <w:lang w:eastAsia="ru-RU"/>
    </w:rPr>
  </w:style>
  <w:style w:type="paragraph" w:customStyle="1" w:styleId="-1f3">
    <w:name w:val="АС-Абзац_1"/>
    <w:basedOn w:val="-2f5"/>
    <w:autoRedefine/>
    <w:rsid w:val="009A4EC9"/>
    <w:pPr>
      <w:widowControl w:val="0"/>
      <w:tabs>
        <w:tab w:val="clear" w:pos="709"/>
      </w:tabs>
      <w:spacing w:before="40" w:after="80" w:line="240" w:lineRule="auto"/>
      <w:ind w:left="0" w:firstLine="0"/>
      <w:contextualSpacing/>
      <w:jc w:val="left"/>
    </w:pPr>
    <w:rPr>
      <w:rFonts w:ascii="Times New Roman" w:hAnsi="Times New Roman"/>
      <w:b w:val="0"/>
      <w:sz w:val="24"/>
      <w:szCs w:val="20"/>
      <w:lang w:eastAsia="ru-RU"/>
    </w:rPr>
  </w:style>
  <w:style w:type="paragraph" w:customStyle="1" w:styleId="-20">
    <w:name w:val="АС-Абзац_2"/>
    <w:basedOn w:val="-3"/>
    <w:rsid w:val="009A4EC9"/>
    <w:pPr>
      <w:numPr>
        <w:numId w:val="20"/>
      </w:numPr>
      <w:spacing w:before="0" w:after="80"/>
      <w:ind w:left="0" w:firstLine="0"/>
    </w:pPr>
    <w:rPr>
      <w:lang w:eastAsia="en-US"/>
    </w:rPr>
  </w:style>
  <w:style w:type="paragraph" w:customStyle="1" w:styleId="afffffffffffc">
    <w:name w:val="Абзац обычный"/>
    <w:basedOn w:val="affffffff0"/>
    <w:qFormat/>
    <w:rsid w:val="009A4EC9"/>
    <w:pPr>
      <w:spacing w:before="0" w:after="200" w:line="276" w:lineRule="auto"/>
      <w:ind w:left="0" w:firstLine="709"/>
      <w:jc w:val="left"/>
    </w:pPr>
    <w:rPr>
      <w:rFonts w:asciiTheme="minorHAnsi" w:eastAsiaTheme="minorHAnsi" w:hAnsiTheme="minorHAnsi" w:cstheme="minorBidi"/>
      <w:sz w:val="22"/>
      <w:szCs w:val="22"/>
      <w:lang w:val="ru-RU" w:eastAsia="en-US"/>
    </w:rPr>
  </w:style>
  <w:style w:type="paragraph" w:customStyle="1" w:styleId="2fff5">
    <w:name w:val="нумер. табл.2"/>
    <w:basedOn w:val="29"/>
    <w:autoRedefine/>
    <w:rsid w:val="009A4EC9"/>
    <w:pPr>
      <w:keepNext w:val="0"/>
      <w:widowControl w:val="0"/>
      <w:numPr>
        <w:ilvl w:val="1"/>
      </w:numPr>
      <w:tabs>
        <w:tab w:val="num" w:pos="0"/>
        <w:tab w:val="left" w:pos="850"/>
        <w:tab w:val="left" w:pos="1134"/>
        <w:tab w:val="left" w:pos="1417"/>
      </w:tabs>
      <w:spacing w:before="0" w:after="80" w:line="240" w:lineRule="auto"/>
      <w:ind w:left="57" w:hanging="142"/>
      <w:jc w:val="left"/>
      <w:outlineLvl w:val="9"/>
    </w:pPr>
    <w:rPr>
      <w:rFonts w:ascii="Times New Roman" w:hAnsi="Times New Roman"/>
      <w:bCs w:val="0"/>
      <w:i w:val="0"/>
      <w:iCs w:val="0"/>
      <w:sz w:val="24"/>
      <w:szCs w:val="20"/>
    </w:rPr>
  </w:style>
  <w:style w:type="paragraph" w:customStyle="1" w:styleId="1fffa">
    <w:name w:val="нумер в табл 1"/>
    <w:basedOn w:val="af3"/>
    <w:rsid w:val="009A4EC9"/>
    <w:pPr>
      <w:widowControl w:val="0"/>
      <w:spacing w:line="240" w:lineRule="auto"/>
      <w:ind w:left="57"/>
      <w:jc w:val="left"/>
    </w:pPr>
    <w:rPr>
      <w:rFonts w:eastAsia="Times New Roman"/>
      <w:szCs w:val="20"/>
    </w:rPr>
  </w:style>
  <w:style w:type="paragraph" w:customStyle="1" w:styleId="2fff6">
    <w:name w:val="№ в табл. 2"/>
    <w:basedOn w:val="a"/>
    <w:rsid w:val="009A4EC9"/>
  </w:style>
  <w:style w:type="paragraph" w:customStyle="1" w:styleId="2fff7">
    <w:name w:val="ТЕКСТ_ЗАГ2"/>
    <w:basedOn w:val="29"/>
    <w:qFormat/>
    <w:rsid w:val="009A4EC9"/>
    <w:pPr>
      <w:keepLines/>
      <w:widowControl w:val="0"/>
      <w:numPr>
        <w:ilvl w:val="1"/>
      </w:numPr>
      <w:tabs>
        <w:tab w:val="num" w:pos="0"/>
        <w:tab w:val="num" w:pos="1440"/>
      </w:tabs>
      <w:spacing w:before="120" w:after="0" w:line="240" w:lineRule="auto"/>
      <w:ind w:left="1440" w:hanging="360"/>
      <w:jc w:val="left"/>
    </w:pPr>
    <w:rPr>
      <w:rFonts w:ascii="Arial" w:hAnsi="Arial" w:cs="Arial"/>
      <w:bCs w:val="0"/>
      <w:i w:val="0"/>
      <w:iCs w:val="0"/>
      <w:kern w:val="28"/>
      <w:sz w:val="24"/>
      <w:szCs w:val="20"/>
    </w:rPr>
  </w:style>
  <w:style w:type="paragraph" w:customStyle="1" w:styleId="afffffffffffd">
    <w:name w:val="Текст в таблице"/>
    <w:basedOn w:val="af3"/>
    <w:rsid w:val="009A4EC9"/>
    <w:pPr>
      <w:keepLines/>
      <w:widowControl w:val="0"/>
      <w:spacing w:line="240" w:lineRule="auto"/>
      <w:ind w:left="57"/>
      <w:jc w:val="left"/>
    </w:pPr>
    <w:rPr>
      <w:rFonts w:ascii="Arial" w:eastAsia="Times New Roman" w:hAnsi="Arial"/>
      <w:szCs w:val="20"/>
    </w:rPr>
  </w:style>
  <w:style w:type="paragraph" w:customStyle="1" w:styleId="afffffffffffe">
    <w:name w:val="Лист регистрации"/>
    <w:basedOn w:val="-f2"/>
    <w:autoRedefine/>
    <w:qFormat/>
    <w:rsid w:val="009A4EC9"/>
    <w:pPr>
      <w:ind w:left="18" w:hanging="2"/>
      <w:jc w:val="center"/>
    </w:pPr>
    <w:rPr>
      <w:sz w:val="28"/>
      <w:szCs w:val="28"/>
    </w:rPr>
  </w:style>
  <w:style w:type="paragraph" w:customStyle="1" w:styleId="affffffffffff">
    <w:name w:val="Наименование программы"/>
    <w:basedOn w:val="af3"/>
    <w:rsid w:val="009A4EC9"/>
    <w:pPr>
      <w:widowControl w:val="0"/>
      <w:spacing w:before="120" w:after="120" w:line="240" w:lineRule="auto"/>
      <w:ind w:left="57"/>
      <w:jc w:val="center"/>
    </w:pPr>
    <w:rPr>
      <w:rFonts w:ascii="Arial" w:eastAsia="Times New Roman" w:hAnsi="Arial" w:cs="Arial"/>
      <w:b/>
      <w:bCs/>
      <w:caps/>
    </w:rPr>
  </w:style>
  <w:style w:type="paragraph" w:customStyle="1" w:styleId="ad">
    <w:name w:val="маркиров."/>
    <w:basedOn w:val="af3"/>
    <w:autoRedefine/>
    <w:qFormat/>
    <w:rsid w:val="009A4EC9"/>
    <w:pPr>
      <w:widowControl w:val="0"/>
      <w:numPr>
        <w:numId w:val="80"/>
      </w:numPr>
      <w:tabs>
        <w:tab w:val="left" w:pos="993"/>
      </w:tabs>
      <w:spacing w:line="240" w:lineRule="auto"/>
      <w:jc w:val="left"/>
    </w:pPr>
    <w:rPr>
      <w:rFonts w:eastAsia="Times New Roman"/>
      <w:szCs w:val="20"/>
    </w:rPr>
  </w:style>
  <w:style w:type="paragraph" w:customStyle="1" w:styleId="4">
    <w:name w:val="№ таблицы 4"/>
    <w:basedOn w:val="af3"/>
    <w:autoRedefine/>
    <w:qFormat/>
    <w:rsid w:val="009A4EC9"/>
    <w:pPr>
      <w:widowControl w:val="0"/>
      <w:numPr>
        <w:ilvl w:val="3"/>
        <w:numId w:val="82"/>
      </w:numPr>
      <w:spacing w:line="240" w:lineRule="auto"/>
      <w:jc w:val="left"/>
    </w:pPr>
    <w:rPr>
      <w:rFonts w:eastAsia="Times New Roman"/>
      <w:szCs w:val="20"/>
    </w:rPr>
  </w:style>
  <w:style w:type="paragraph" w:customStyle="1" w:styleId="5">
    <w:name w:val="№ таблицы 5"/>
    <w:basedOn w:val="af3"/>
    <w:autoRedefine/>
    <w:qFormat/>
    <w:rsid w:val="009A4EC9"/>
    <w:pPr>
      <w:widowControl w:val="0"/>
      <w:numPr>
        <w:ilvl w:val="4"/>
        <w:numId w:val="82"/>
      </w:numPr>
      <w:spacing w:line="240" w:lineRule="auto"/>
      <w:ind w:left="0"/>
      <w:jc w:val="left"/>
    </w:pPr>
    <w:rPr>
      <w:rFonts w:eastAsia="Times New Roman"/>
      <w:szCs w:val="20"/>
    </w:rPr>
  </w:style>
  <w:style w:type="paragraph" w:customStyle="1" w:styleId="6">
    <w:name w:val="№ таблицы 6"/>
    <w:basedOn w:val="af3"/>
    <w:autoRedefine/>
    <w:qFormat/>
    <w:rsid w:val="009A4EC9"/>
    <w:pPr>
      <w:widowControl w:val="0"/>
      <w:numPr>
        <w:ilvl w:val="5"/>
        <w:numId w:val="82"/>
      </w:numPr>
      <w:spacing w:line="240" w:lineRule="auto"/>
      <w:ind w:left="0"/>
      <w:jc w:val="left"/>
    </w:pPr>
    <w:rPr>
      <w:rFonts w:eastAsia="Times New Roman"/>
      <w:szCs w:val="20"/>
    </w:rPr>
  </w:style>
  <w:style w:type="character" w:customStyle="1" w:styleId="BookmanOldStyle10pt">
    <w:name w:val="Основной текст + Bookman Old Style;10 pt"/>
    <w:rsid w:val="009A4EC9"/>
    <w:rPr>
      <w:rFonts w:ascii="Bookman Old Style" w:eastAsia="Bookman Old Style" w:hAnsi="Bookman Old Style" w:cs="Bookman Old Style"/>
      <w:b w:val="0"/>
      <w:bCs w:val="0"/>
      <w:i w:val="0"/>
      <w:iCs w:val="0"/>
      <w:smallCaps w:val="0"/>
      <w:strike w:val="0"/>
      <w:color w:val="000000"/>
      <w:spacing w:val="0"/>
      <w:w w:val="100"/>
      <w:position w:val="0"/>
      <w:sz w:val="20"/>
      <w:szCs w:val="20"/>
      <w:u w:val="none"/>
      <w:lang w:val="ru-RU"/>
    </w:rPr>
  </w:style>
  <w:style w:type="paragraph" w:customStyle="1" w:styleId="-ffffff1">
    <w:name w:val="ГИ-Приложение"/>
    <w:basedOn w:val="-2d"/>
    <w:autoRedefine/>
    <w:qFormat/>
    <w:rsid w:val="009A4EC9"/>
    <w:pPr>
      <w:widowControl w:val="0"/>
      <w:ind w:left="57"/>
      <w:jc w:val="right"/>
    </w:pPr>
    <w:rPr>
      <w:b/>
      <w:caps/>
    </w:rPr>
  </w:style>
  <w:style w:type="paragraph" w:customStyle="1" w:styleId="-ffffff2">
    <w:name w:val="Стиль ГИ-Приложение + полужирный"/>
    <w:basedOn w:val="-ffffff1"/>
    <w:rsid w:val="009A4EC9"/>
  </w:style>
  <w:style w:type="paragraph" w:customStyle="1" w:styleId="-ffffff3">
    <w:name w:val="АС-Колонтитул"/>
    <w:basedOn w:val="af3"/>
    <w:autoRedefine/>
    <w:qFormat/>
    <w:rsid w:val="009A4EC9"/>
    <w:pPr>
      <w:widowControl w:val="0"/>
      <w:spacing w:line="240" w:lineRule="auto"/>
      <w:ind w:left="57"/>
      <w:jc w:val="center"/>
    </w:pPr>
    <w:rPr>
      <w:rFonts w:eastAsia="Times New Roman"/>
      <w:szCs w:val="20"/>
    </w:rPr>
  </w:style>
  <w:style w:type="paragraph" w:customStyle="1" w:styleId="-ffffff4">
    <w:name w:val="АС-Утверждение"/>
    <w:qFormat/>
    <w:rsid w:val="009A4EC9"/>
    <w:pPr>
      <w:spacing w:line="360" w:lineRule="auto"/>
      <w:jc w:val="center"/>
    </w:pPr>
    <w:rPr>
      <w:sz w:val="28"/>
    </w:rPr>
  </w:style>
  <w:style w:type="paragraph" w:customStyle="1" w:styleId="affffffffffff0">
    <w:name w:val="Листов га титуле"/>
    <w:basedOn w:val="-ffffff4"/>
    <w:autoRedefine/>
    <w:qFormat/>
    <w:rsid w:val="009A4EC9"/>
    <w:pPr>
      <w:ind w:left="743" w:right="742"/>
    </w:pPr>
  </w:style>
  <w:style w:type="paragraph" w:customStyle="1" w:styleId="-ffffff5">
    <w:name w:val="ГИ-таблица"/>
    <w:autoRedefine/>
    <w:qFormat/>
    <w:rsid w:val="009A4EC9"/>
    <w:rPr>
      <w:sz w:val="28"/>
      <w:szCs w:val="28"/>
    </w:rPr>
  </w:style>
  <w:style w:type="paragraph" w:customStyle="1" w:styleId="-ffffff6">
    <w:name w:val="Стиль АС-Утверждение + полужирный все прописные"/>
    <w:basedOn w:val="-ffffff4"/>
    <w:rsid w:val="009A4EC9"/>
    <w:rPr>
      <w:bCs/>
      <w:caps/>
    </w:rPr>
  </w:style>
  <w:style w:type="paragraph" w:customStyle="1" w:styleId="affffffffffff1">
    <w:name w:val="Город на титуле"/>
    <w:qFormat/>
    <w:rsid w:val="009A4EC9"/>
    <w:pPr>
      <w:jc w:val="center"/>
    </w:pPr>
    <w:rPr>
      <w:sz w:val="24"/>
    </w:rPr>
  </w:style>
  <w:style w:type="paragraph" w:customStyle="1" w:styleId="affffffffffff2">
    <w:name w:val="Лист согласования"/>
    <w:qFormat/>
    <w:rsid w:val="009A4EC9"/>
    <w:pPr>
      <w:spacing w:line="360" w:lineRule="auto"/>
      <w:jc w:val="center"/>
    </w:pPr>
    <w:rPr>
      <w:b/>
      <w:sz w:val="24"/>
      <w:szCs w:val="24"/>
    </w:rPr>
  </w:style>
  <w:style w:type="paragraph" w:customStyle="1" w:styleId="-ffffff7">
    <w:name w:val="ГИ - название"/>
    <w:basedOn w:val="aff0"/>
    <w:autoRedefine/>
    <w:qFormat/>
    <w:rsid w:val="009A4EC9"/>
    <w:pPr>
      <w:widowControl w:val="0"/>
      <w:tabs>
        <w:tab w:val="left" w:pos="9390"/>
      </w:tabs>
    </w:pPr>
    <w:rPr>
      <w:rFonts w:cs="Arial"/>
      <w:sz w:val="28"/>
      <w:szCs w:val="28"/>
    </w:rPr>
  </w:style>
  <w:style w:type="paragraph" w:customStyle="1" w:styleId="-0310">
    <w:name w:val="Стиль АС-Текст в таблице# + Слева:  031 см Первая строка:  0 см"/>
    <w:basedOn w:val="-fff0"/>
    <w:rsid w:val="009A4EC9"/>
    <w:pPr>
      <w:tabs>
        <w:tab w:val="left" w:pos="284"/>
      </w:tabs>
      <w:spacing w:line="360" w:lineRule="auto"/>
      <w:ind w:left="175"/>
      <w:jc w:val="both"/>
    </w:pPr>
    <w:rPr>
      <w:lang w:eastAsia="ru-RU"/>
    </w:rPr>
  </w:style>
  <w:style w:type="paragraph" w:customStyle="1" w:styleId="-ffffff8">
    <w:name w:val="АС-таблица"/>
    <w:autoRedefine/>
    <w:qFormat/>
    <w:rsid w:val="009A4EC9"/>
    <w:rPr>
      <w:sz w:val="24"/>
    </w:rPr>
  </w:style>
  <w:style w:type="paragraph" w:customStyle="1" w:styleId="-ffffff9">
    <w:name w:val="ГИ-Название приложений"/>
    <w:autoRedefine/>
    <w:qFormat/>
    <w:rsid w:val="009A4EC9"/>
    <w:pPr>
      <w:spacing w:line="360" w:lineRule="auto"/>
      <w:jc w:val="center"/>
    </w:pPr>
    <w:rPr>
      <w:b/>
      <w:bCs/>
      <w:caps/>
      <w:sz w:val="28"/>
      <w:szCs w:val="28"/>
    </w:rPr>
  </w:style>
  <w:style w:type="paragraph" w:customStyle="1" w:styleId="-ffffffa">
    <w:name w:val="Стиль ГИ-таблица + По центру"/>
    <w:basedOn w:val="-ffffff5"/>
    <w:rsid w:val="009A4EC9"/>
    <w:pPr>
      <w:jc w:val="center"/>
    </w:pPr>
    <w:rPr>
      <w:b/>
      <w:sz w:val="24"/>
    </w:rPr>
  </w:style>
  <w:style w:type="paragraph" w:customStyle="1" w:styleId="a4">
    <w:name w:val="маркированный"/>
    <w:basedOn w:val="af3"/>
    <w:autoRedefine/>
    <w:qFormat/>
    <w:rsid w:val="009A4EC9"/>
    <w:pPr>
      <w:numPr>
        <w:numId w:val="81"/>
      </w:numPr>
      <w:tabs>
        <w:tab w:val="left" w:pos="993"/>
      </w:tabs>
      <w:spacing w:line="240" w:lineRule="auto"/>
      <w:jc w:val="left"/>
    </w:pPr>
    <w:rPr>
      <w:rFonts w:eastAsia="Times New Roman"/>
      <w:szCs w:val="20"/>
    </w:rPr>
  </w:style>
  <w:style w:type="paragraph" w:customStyle="1" w:styleId="-ffffffb">
    <w:name w:val="АС-маркированный"/>
    <w:basedOn w:val="a4"/>
    <w:autoRedefine/>
    <w:qFormat/>
    <w:rsid w:val="009A4EC9"/>
    <w:pPr>
      <w:numPr>
        <w:numId w:val="0"/>
      </w:numPr>
    </w:pPr>
  </w:style>
  <w:style w:type="paragraph" w:customStyle="1" w:styleId="-2ff1">
    <w:name w:val="АС-Заголовок 2###"/>
    <w:autoRedefine/>
    <w:qFormat/>
    <w:rsid w:val="009A4EC9"/>
    <w:pPr>
      <w:keepNext/>
      <w:tabs>
        <w:tab w:val="left" w:pos="1276"/>
      </w:tabs>
      <w:spacing w:before="360" w:after="240"/>
      <w:ind w:left="709"/>
      <w:contextualSpacing/>
      <w:outlineLvl w:val="1"/>
    </w:pPr>
    <w:rPr>
      <w:b/>
      <w:sz w:val="24"/>
    </w:rPr>
  </w:style>
  <w:style w:type="paragraph" w:customStyle="1" w:styleId="-3f3">
    <w:name w:val="АС-Заголовок 3###"/>
    <w:autoRedefine/>
    <w:qFormat/>
    <w:rsid w:val="009A4EC9"/>
    <w:pPr>
      <w:keepNext/>
      <w:tabs>
        <w:tab w:val="left" w:pos="1560"/>
      </w:tabs>
      <w:spacing w:before="360" w:after="240"/>
      <w:ind w:left="709" w:right="284"/>
      <w:outlineLvl w:val="2"/>
    </w:pPr>
    <w:rPr>
      <w:b/>
      <w:sz w:val="24"/>
      <w:lang w:val="en-US"/>
    </w:rPr>
  </w:style>
  <w:style w:type="paragraph" w:customStyle="1" w:styleId="-111">
    <w:name w:val="АС-Заголовок 11"/>
    <w:qFormat/>
    <w:rsid w:val="009A4EC9"/>
    <w:pPr>
      <w:spacing w:after="160" w:line="259" w:lineRule="auto"/>
      <w:ind w:firstLine="709"/>
    </w:pPr>
    <w:rPr>
      <w:sz w:val="28"/>
    </w:rPr>
  </w:style>
  <w:style w:type="paragraph" w:customStyle="1" w:styleId="20">
    <w:name w:val="список маркиров.2"/>
    <w:qFormat/>
    <w:rsid w:val="009A4EC9"/>
    <w:pPr>
      <w:numPr>
        <w:numId w:val="84"/>
      </w:numPr>
      <w:spacing w:line="360" w:lineRule="auto"/>
      <w:ind w:firstLine="254"/>
      <w:jc w:val="both"/>
    </w:pPr>
    <w:rPr>
      <w:rFonts w:cs="Courier New"/>
      <w:sz w:val="24"/>
      <w:szCs w:val="22"/>
      <w:lang w:eastAsia="en-US"/>
    </w:rPr>
  </w:style>
  <w:style w:type="numbering" w:customStyle="1" w:styleId="-40">
    <w:name w:val="АС-Заголовок_4_#"/>
    <w:basedOn w:val="111111"/>
    <w:uiPriority w:val="99"/>
    <w:rsid w:val="009A4EC9"/>
    <w:pPr>
      <w:numPr>
        <w:numId w:val="85"/>
      </w:numPr>
    </w:pPr>
  </w:style>
  <w:style w:type="paragraph" w:customStyle="1" w:styleId="-2">
    <w:name w:val="АС-Список 2"/>
    <w:basedOn w:val="-3e"/>
    <w:uiPriority w:val="99"/>
    <w:qFormat/>
    <w:rsid w:val="00371A01"/>
    <w:pPr>
      <w:numPr>
        <w:numId w:val="86"/>
      </w:numPr>
      <w:ind w:left="1134"/>
    </w:pPr>
  </w:style>
  <w:style w:type="character" w:styleId="HTML4">
    <w:name w:val="HTML Acronym"/>
    <w:basedOn w:val="af4"/>
    <w:unhideWhenUsed/>
    <w:rsid w:val="00371A01"/>
  </w:style>
  <w:style w:type="paragraph" w:customStyle="1" w:styleId="affffffffffff3">
    <w:name w:val="лист регистрации"/>
    <w:basedOn w:val="affff0"/>
    <w:uiPriority w:val="99"/>
    <w:rsid w:val="00371A01"/>
    <w:pPr>
      <w:jc w:val="center"/>
    </w:pPr>
    <w:rPr>
      <w:rFonts w:ascii="Times New Roman" w:eastAsia="Times New Roman" w:hAnsi="Times New Roman"/>
      <w:b/>
      <w:sz w:val="28"/>
      <w:szCs w:val="28"/>
      <w:lang w:eastAsia="ru-RU"/>
    </w:rPr>
  </w:style>
  <w:style w:type="character" w:customStyle="1" w:styleId="nolink">
    <w:name w:val="nolink"/>
    <w:basedOn w:val="af4"/>
    <w:rsid w:val="004805BD"/>
  </w:style>
  <w:style w:type="character" w:customStyle="1" w:styleId="119">
    <w:name w:val="Заголовок 1 Знак1"/>
    <w:aliases w:val="Заголовок 1_мой Знак Знак Знак1,Заголовок 1_мой Знак1,Heading for Top Section Знак1,1 Знак1,H1 Знак1,Заголовок 1_мой + Times New Roman Знак1,12 пт Знак1,По центру Знак1,Document Header1 Знак1,Введение... Знак1,Б1 Знак1,Б11 Знак1,I Знак"/>
    <w:basedOn w:val="af4"/>
    <w:rsid w:val="004805BD"/>
    <w:rPr>
      <w:rFonts w:asciiTheme="majorHAnsi" w:eastAsiaTheme="majorEastAsia" w:hAnsiTheme="majorHAnsi" w:cstheme="majorBidi"/>
      <w:color w:val="2E74B5" w:themeColor="accent1" w:themeShade="BF"/>
      <w:sz w:val="32"/>
      <w:szCs w:val="32"/>
      <w:lang w:eastAsia="en-US"/>
    </w:rPr>
  </w:style>
  <w:style w:type="character" w:customStyle="1" w:styleId="215">
    <w:name w:val="Заголовок 2 Знак1"/>
    <w:aliases w:val="Ïîäðàçäåë Знак1,Second Level Topic Знак1,h2 Знак1,2 Знак1,H2 Знак1,Numbered text 3 Знак1,Б2 Знак1,RTC Знак1,iz2 Знак1,Заголовок 21 Знак1,HD2 Знак1,Heading 2 Hidden Знак1,Раздел Знак Знак1,Level 2 Topic Heading Знак1,H21 Знак1,CHS Знак1"/>
    <w:basedOn w:val="af4"/>
    <w:semiHidden/>
    <w:rsid w:val="004805BD"/>
    <w:rPr>
      <w:rFonts w:asciiTheme="majorHAnsi" w:eastAsiaTheme="majorEastAsia" w:hAnsiTheme="majorHAnsi" w:cstheme="majorBidi"/>
      <w:color w:val="2E74B5" w:themeColor="accent1" w:themeShade="BF"/>
      <w:sz w:val="26"/>
      <w:szCs w:val="26"/>
      <w:lang w:eastAsia="en-US"/>
    </w:rPr>
  </w:style>
  <w:style w:type="character" w:customStyle="1" w:styleId="513">
    <w:name w:val="Заголовок 5 Знак1"/>
    <w:aliases w:val="Appendix A to X Знак1,Level 3 - i Знак1,H5 Знак1,Gliederung5 Знак1"/>
    <w:basedOn w:val="af4"/>
    <w:semiHidden/>
    <w:rsid w:val="004805BD"/>
    <w:rPr>
      <w:rFonts w:asciiTheme="majorHAnsi" w:eastAsiaTheme="majorEastAsia" w:hAnsiTheme="majorHAnsi" w:cstheme="majorBidi"/>
      <w:color w:val="2E74B5" w:themeColor="accent1" w:themeShade="BF"/>
      <w:sz w:val="24"/>
      <w:szCs w:val="24"/>
      <w:lang w:eastAsia="en-US"/>
    </w:rPr>
  </w:style>
  <w:style w:type="character" w:customStyle="1" w:styleId="610">
    <w:name w:val="Заголовок 6 Знак1"/>
    <w:aliases w:val="Heading 61 Знак1,Heading 6  Appendix 2nd level Знак1,Heading 6  Appendix Y &amp; Z Знак1,Legal Level 1. Знак1,H6 Знак1,Знак Знак Знак Знак Знак2,Заголовок 6 Знак Знак Знак1,Заголовок 61 Знак1"/>
    <w:basedOn w:val="af4"/>
    <w:semiHidden/>
    <w:rsid w:val="004805BD"/>
    <w:rPr>
      <w:rFonts w:asciiTheme="majorHAnsi" w:eastAsiaTheme="majorEastAsia" w:hAnsiTheme="majorHAnsi" w:cstheme="majorBidi"/>
      <w:color w:val="1F4D78" w:themeColor="accent1" w:themeShade="7F"/>
      <w:sz w:val="24"/>
      <w:szCs w:val="24"/>
      <w:lang w:eastAsia="en-US"/>
    </w:rPr>
  </w:style>
  <w:style w:type="character" w:customStyle="1" w:styleId="710">
    <w:name w:val="Заголовок 7 Знак1"/>
    <w:aliases w:val="Heading 71 Знак1,Legal Level 1.1. Знак1"/>
    <w:basedOn w:val="af4"/>
    <w:semiHidden/>
    <w:rsid w:val="004805BD"/>
    <w:rPr>
      <w:rFonts w:asciiTheme="majorHAnsi" w:eastAsiaTheme="majorEastAsia" w:hAnsiTheme="majorHAnsi" w:cstheme="majorBidi"/>
      <w:i/>
      <w:iCs/>
      <w:color w:val="1F4D78" w:themeColor="accent1" w:themeShade="7F"/>
      <w:sz w:val="24"/>
      <w:szCs w:val="24"/>
      <w:lang w:eastAsia="en-US"/>
    </w:rPr>
  </w:style>
  <w:style w:type="character" w:customStyle="1" w:styleId="810">
    <w:name w:val="Заголовок 8 Знак1"/>
    <w:aliases w:val="Heading 81 Знак1,Legal Level 1.1.1. Знак1"/>
    <w:basedOn w:val="af4"/>
    <w:semiHidden/>
    <w:rsid w:val="004805BD"/>
    <w:rPr>
      <w:rFonts w:asciiTheme="majorHAnsi" w:eastAsiaTheme="majorEastAsia" w:hAnsiTheme="majorHAnsi" w:cstheme="majorBidi"/>
      <w:color w:val="272727" w:themeColor="text1" w:themeTint="D8"/>
      <w:sz w:val="21"/>
      <w:szCs w:val="21"/>
      <w:lang w:eastAsia="en-US"/>
    </w:rPr>
  </w:style>
  <w:style w:type="character" w:customStyle="1" w:styleId="910">
    <w:name w:val="Заголовок 9 Знак1"/>
    <w:aliases w:val="1) список с цифрами Знак1,1.1.1.1 Текст подпункта после пункта Знак1,текст Знак1,текст1 Знак1,текст2 Знак1,текст11 Знак1,текст3 Знак1,текст4 Знак1,текст12 Знак1,текст5 Знак1,текст13 Знак1,текст6 Знак1,текст14 Знак1,текст7 Знак1"/>
    <w:basedOn w:val="af4"/>
    <w:semiHidden/>
    <w:rsid w:val="004805BD"/>
    <w:rPr>
      <w:rFonts w:asciiTheme="majorHAnsi" w:eastAsiaTheme="majorEastAsia" w:hAnsiTheme="majorHAnsi" w:cstheme="majorBidi"/>
      <w:i/>
      <w:iCs/>
      <w:color w:val="272727" w:themeColor="text1" w:themeTint="D8"/>
      <w:sz w:val="21"/>
      <w:szCs w:val="21"/>
      <w:lang w:eastAsia="en-US"/>
    </w:rPr>
  </w:style>
  <w:style w:type="character" w:customStyle="1" w:styleId="1fffb">
    <w:name w:val="Верхний колонтитул Знак1"/>
    <w:aliases w:val="АС-Верхний колонтитул# Знак1"/>
    <w:basedOn w:val="af4"/>
    <w:semiHidden/>
    <w:rsid w:val="004805BD"/>
    <w:rPr>
      <w:rFonts w:eastAsia="Calibri"/>
      <w:sz w:val="24"/>
      <w:szCs w:val="24"/>
      <w:lang w:eastAsia="en-US"/>
    </w:rPr>
  </w:style>
  <w:style w:type="character" w:customStyle="1" w:styleId="1fffc">
    <w:name w:val="Название Знак1"/>
    <w:aliases w:val="Название# Знак1"/>
    <w:basedOn w:val="af4"/>
    <w:rsid w:val="004805BD"/>
    <w:rPr>
      <w:rFonts w:asciiTheme="majorHAnsi" w:eastAsiaTheme="majorEastAsia" w:hAnsiTheme="majorHAnsi" w:cstheme="majorBidi"/>
      <w:spacing w:val="-10"/>
      <w:kern w:val="28"/>
      <w:sz w:val="56"/>
      <w:szCs w:val="56"/>
      <w:lang w:eastAsia="en-US"/>
    </w:rPr>
  </w:style>
  <w:style w:type="character" w:customStyle="1" w:styleId="11a">
    <w:name w:val="Заголовок 11"/>
    <w:aliases w:val="Заголовок 1_мой Знак Знак1"/>
    <w:basedOn w:val="af4"/>
    <w:rsid w:val="004805BD"/>
    <w:rPr>
      <w:caps/>
      <w:sz w:val="24"/>
      <w:szCs w:val="24"/>
      <w:lang w:val="ru-RU" w:eastAsia="ru-RU" w:bidi="ar-SA"/>
    </w:rPr>
  </w:style>
  <w:style w:type="character" w:customStyle="1" w:styleId="127">
    <w:name w:val="Заголовок 12"/>
    <w:aliases w:val="Заголовок 1_мой Знак Знак2,Заголовок 1_мой1,Heading for Top Section1,11,H1 Знак Знак1"/>
    <w:basedOn w:val="af4"/>
    <w:rsid w:val="004805BD"/>
    <w:rPr>
      <w:b/>
      <w:bCs/>
      <w:caps/>
      <w:sz w:val="28"/>
      <w:szCs w:val="32"/>
      <w:u w:color="000000"/>
      <w:lang w:val="ru-RU" w:eastAsia="en-US" w:bidi="ar-SA"/>
    </w:rPr>
  </w:style>
  <w:style w:type="character" w:customStyle="1" w:styleId="imsender7">
    <w:name w:val="im_sender7"/>
    <w:basedOn w:val="af4"/>
    <w:rsid w:val="00304645"/>
    <w:rPr>
      <w:rFonts w:ascii="Segoe UI" w:hAnsi="Segoe UI" w:cs="Segoe UI" w:hint="default"/>
      <w:b/>
      <w:bCs/>
      <w:i w:val="0"/>
      <w:iCs w:val="0"/>
      <w:caps w:val="0"/>
      <w:smallCaps w:val="0"/>
      <w:strike w:val="0"/>
      <w:dstrike w:val="0"/>
      <w:color w:val="666666"/>
      <w:sz w:val="17"/>
      <w:szCs w:val="17"/>
      <w:u w:val="none"/>
      <w:effect w:val="none"/>
    </w:rPr>
  </w:style>
  <w:style w:type="character" w:customStyle="1" w:styleId="messagetimestamp7">
    <w:name w:val="message_timestamp7"/>
    <w:basedOn w:val="af4"/>
    <w:rsid w:val="00304645"/>
    <w:rPr>
      <w:rFonts w:ascii="Segoe UI" w:hAnsi="Segoe UI" w:cs="Segoe UI" w:hint="default"/>
      <w:b/>
      <w:bCs/>
      <w:i w:val="0"/>
      <w:iCs w:val="0"/>
      <w:caps w:val="0"/>
      <w:smallCaps w:val="0"/>
      <w:strike w:val="0"/>
      <w:dstrike w:val="0"/>
      <w:color w:val="666666"/>
      <w:sz w:val="17"/>
      <w:szCs w:val="17"/>
      <w:u w:val="none"/>
      <w:effect w:val="none"/>
    </w:rPr>
  </w:style>
  <w:style w:type="character" w:customStyle="1" w:styleId="imsender8">
    <w:name w:val="im_sender8"/>
    <w:basedOn w:val="af4"/>
    <w:rsid w:val="00304645"/>
    <w:rPr>
      <w:rFonts w:ascii="Segoe UI" w:hAnsi="Segoe UI" w:cs="Segoe UI" w:hint="default"/>
      <w:b/>
      <w:bCs/>
      <w:i w:val="0"/>
      <w:iCs w:val="0"/>
      <w:caps w:val="0"/>
      <w:smallCaps w:val="0"/>
      <w:strike w:val="0"/>
      <w:dstrike w:val="0"/>
      <w:color w:val="666666"/>
      <w:sz w:val="17"/>
      <w:szCs w:val="17"/>
      <w:u w:val="none"/>
      <w:effect w:val="none"/>
    </w:rPr>
  </w:style>
  <w:style w:type="character" w:customStyle="1" w:styleId="messagetimestamp8">
    <w:name w:val="message_timestamp8"/>
    <w:basedOn w:val="af4"/>
    <w:rsid w:val="00304645"/>
    <w:rPr>
      <w:rFonts w:ascii="Segoe UI" w:hAnsi="Segoe UI" w:cs="Segoe UI" w:hint="default"/>
      <w:b/>
      <w:bCs/>
      <w:i w:val="0"/>
      <w:iCs w:val="0"/>
      <w:caps w:val="0"/>
      <w:smallCaps w:val="0"/>
      <w:strike w:val="0"/>
      <w:dstrike w:val="0"/>
      <w:color w:val="666666"/>
      <w:sz w:val="17"/>
      <w:szCs w:val="17"/>
      <w:u w:val="none"/>
      <w:effect w:val="none"/>
    </w:rPr>
  </w:style>
  <w:style w:type="paragraph" w:customStyle="1" w:styleId="affffffffffff4">
    <w:name w:val="Перечень терминов"/>
    <w:qFormat/>
    <w:rsid w:val="00FB3B3C"/>
    <w:pPr>
      <w:pageBreakBefore/>
      <w:jc w:val="center"/>
    </w:pPr>
    <w:rPr>
      <w:rFonts w:cs="Arial"/>
      <w:b/>
      <w:bCs/>
      <w:caps/>
      <w:sz w:val="28"/>
      <w:szCs w:val="24"/>
    </w:rPr>
  </w:style>
  <w:style w:type="character" w:customStyle="1" w:styleId="affffffffffff5">
    <w:name w:val="Р_Название Знак"/>
    <w:basedOn w:val="af4"/>
    <w:link w:val="affffffffffff6"/>
    <w:locked/>
    <w:rsid w:val="00F17781"/>
    <w:rPr>
      <w:b/>
      <w:bCs/>
      <w:sz w:val="24"/>
    </w:rPr>
  </w:style>
  <w:style w:type="paragraph" w:customStyle="1" w:styleId="affffffffffff6">
    <w:name w:val="Р_Название"/>
    <w:link w:val="affffffffffff5"/>
    <w:rsid w:val="00F17781"/>
    <w:pPr>
      <w:keepLines/>
      <w:suppressAutoHyphens/>
      <w:spacing w:after="120" w:line="360" w:lineRule="auto"/>
      <w:contextualSpacing/>
      <w:jc w:val="center"/>
    </w:pPr>
    <w:rPr>
      <w:b/>
      <w:bCs/>
      <w:sz w:val="24"/>
    </w:rPr>
  </w:style>
  <w:style w:type="paragraph" w:customStyle="1" w:styleId="affffffffffff7">
    <w:name w:val="Д_обычный"/>
    <w:link w:val="affffffffffff8"/>
    <w:qFormat/>
    <w:rsid w:val="00F17781"/>
    <w:pPr>
      <w:spacing w:line="360" w:lineRule="auto"/>
      <w:ind w:firstLine="709"/>
      <w:jc w:val="both"/>
    </w:pPr>
    <w:rPr>
      <w:bCs/>
      <w:sz w:val="24"/>
      <w:szCs w:val="26"/>
    </w:rPr>
  </w:style>
  <w:style w:type="character" w:customStyle="1" w:styleId="affffffffffff8">
    <w:name w:val="Д_обычный Знак"/>
    <w:basedOn w:val="af4"/>
    <w:link w:val="affffffffffff7"/>
    <w:rsid w:val="00F17781"/>
    <w:rPr>
      <w:bCs/>
      <w:sz w:val="24"/>
      <w:szCs w:val="26"/>
    </w:rPr>
  </w:style>
  <w:style w:type="paragraph" w:customStyle="1" w:styleId="18">
    <w:name w:val="Список1"/>
    <w:basedOn w:val="affffffff0"/>
    <w:rsid w:val="005F2B1B"/>
    <w:pPr>
      <w:numPr>
        <w:numId w:val="89"/>
      </w:numPr>
      <w:spacing w:before="0" w:after="0" w:line="360" w:lineRule="auto"/>
    </w:pPr>
    <w:rPr>
      <w:rFonts w:ascii="Times New Roman" w:hAnsi="Times New Roman" w:cs="Times New Roman"/>
      <w:lang w:val="ru-RU" w:eastAsia="en-US"/>
    </w:rPr>
  </w:style>
  <w:style w:type="paragraph" w:customStyle="1" w:styleId="2fff8">
    <w:name w:val="Заголовок 2 после текста"/>
    <w:basedOn w:val="29"/>
    <w:next w:val="af3"/>
    <w:qFormat/>
    <w:rsid w:val="00462D6B"/>
    <w:pPr>
      <w:keepLines/>
      <w:numPr>
        <w:ilvl w:val="1"/>
      </w:numPr>
      <w:spacing w:before="1120" w:after="240"/>
      <w:ind w:firstLine="567"/>
    </w:pPr>
    <w:rPr>
      <w:rFonts w:ascii="Times New Roman" w:hAnsi="Times New Roman" w:cs="Arial"/>
      <w:bCs w:val="0"/>
      <w:i w:val="0"/>
      <w:iCs w:val="0"/>
      <w:sz w:val="32"/>
      <w:szCs w:val="32"/>
      <w:lang w:eastAsia="ru-RU"/>
    </w:rPr>
  </w:style>
  <w:style w:type="character" w:customStyle="1" w:styleId="affffffffffff9">
    <w:name w:val="Таб_Обычный Знак"/>
    <w:basedOn w:val="af4"/>
    <w:link w:val="affffffffffffa"/>
    <w:locked/>
    <w:rsid w:val="009B07CE"/>
    <w:rPr>
      <w:noProof/>
    </w:rPr>
  </w:style>
  <w:style w:type="paragraph" w:customStyle="1" w:styleId="affffffffffffa">
    <w:name w:val="Таб_Обычный"/>
    <w:link w:val="affffffffffff9"/>
    <w:qFormat/>
    <w:rsid w:val="009B07CE"/>
    <w:pPr>
      <w:widowControl w:val="0"/>
      <w:adjustRightInd w:val="0"/>
      <w:jc w:val="both"/>
      <w:textAlignment w:val="baseline"/>
    </w:pPr>
    <w:rPr>
      <w:noProof/>
    </w:rPr>
  </w:style>
  <w:style w:type="paragraph" w:customStyle="1" w:styleId="affffffffffffb">
    <w:name w:val="Титул_абзац_ГОСТ_ЛУ_Наименование_документа"/>
    <w:basedOn w:val="af3"/>
    <w:uiPriority w:val="99"/>
    <w:rsid w:val="009B07CE"/>
    <w:pPr>
      <w:spacing w:line="240" w:lineRule="auto"/>
      <w:jc w:val="center"/>
    </w:pPr>
    <w:rPr>
      <w:rFonts w:eastAsia="Times New Roman"/>
      <w:b/>
      <w:sz w:val="32"/>
      <w:szCs w:val="20"/>
      <w:lang w:eastAsia="ru-RU"/>
    </w:rPr>
  </w:style>
  <w:style w:type="character" w:customStyle="1" w:styleId="hljs-selector-class">
    <w:name w:val="hljs-selector-class"/>
    <w:basedOn w:val="af4"/>
    <w:rsid w:val="00AB55B5"/>
  </w:style>
  <w:style w:type="character" w:styleId="HTML5">
    <w:name w:val="HTML Code"/>
    <w:basedOn w:val="af4"/>
    <w:uiPriority w:val="99"/>
    <w:semiHidden/>
    <w:unhideWhenUsed/>
    <w:rsid w:val="00BE0BD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083376">
      <w:bodyDiv w:val="1"/>
      <w:marLeft w:val="0"/>
      <w:marRight w:val="0"/>
      <w:marTop w:val="0"/>
      <w:marBottom w:val="0"/>
      <w:divBdr>
        <w:top w:val="none" w:sz="0" w:space="0" w:color="auto"/>
        <w:left w:val="none" w:sz="0" w:space="0" w:color="auto"/>
        <w:bottom w:val="none" w:sz="0" w:space="0" w:color="auto"/>
        <w:right w:val="none" w:sz="0" w:space="0" w:color="auto"/>
      </w:divBdr>
    </w:div>
    <w:div w:id="282007683">
      <w:bodyDiv w:val="1"/>
      <w:marLeft w:val="0"/>
      <w:marRight w:val="0"/>
      <w:marTop w:val="0"/>
      <w:marBottom w:val="0"/>
      <w:divBdr>
        <w:top w:val="none" w:sz="0" w:space="0" w:color="auto"/>
        <w:left w:val="none" w:sz="0" w:space="0" w:color="auto"/>
        <w:bottom w:val="none" w:sz="0" w:space="0" w:color="auto"/>
        <w:right w:val="none" w:sz="0" w:space="0" w:color="auto"/>
      </w:divBdr>
    </w:div>
    <w:div w:id="418841749">
      <w:bodyDiv w:val="1"/>
      <w:marLeft w:val="0"/>
      <w:marRight w:val="0"/>
      <w:marTop w:val="0"/>
      <w:marBottom w:val="0"/>
      <w:divBdr>
        <w:top w:val="none" w:sz="0" w:space="0" w:color="auto"/>
        <w:left w:val="none" w:sz="0" w:space="0" w:color="auto"/>
        <w:bottom w:val="none" w:sz="0" w:space="0" w:color="auto"/>
        <w:right w:val="none" w:sz="0" w:space="0" w:color="auto"/>
      </w:divBdr>
    </w:div>
    <w:div w:id="491022197">
      <w:bodyDiv w:val="1"/>
      <w:marLeft w:val="0"/>
      <w:marRight w:val="0"/>
      <w:marTop w:val="0"/>
      <w:marBottom w:val="0"/>
      <w:divBdr>
        <w:top w:val="none" w:sz="0" w:space="0" w:color="auto"/>
        <w:left w:val="none" w:sz="0" w:space="0" w:color="auto"/>
        <w:bottom w:val="none" w:sz="0" w:space="0" w:color="auto"/>
        <w:right w:val="none" w:sz="0" w:space="0" w:color="auto"/>
      </w:divBdr>
    </w:div>
    <w:div w:id="572353067">
      <w:bodyDiv w:val="1"/>
      <w:marLeft w:val="0"/>
      <w:marRight w:val="0"/>
      <w:marTop w:val="0"/>
      <w:marBottom w:val="0"/>
      <w:divBdr>
        <w:top w:val="none" w:sz="0" w:space="0" w:color="auto"/>
        <w:left w:val="none" w:sz="0" w:space="0" w:color="auto"/>
        <w:bottom w:val="none" w:sz="0" w:space="0" w:color="auto"/>
        <w:right w:val="none" w:sz="0" w:space="0" w:color="auto"/>
      </w:divBdr>
    </w:div>
    <w:div w:id="1488084291">
      <w:bodyDiv w:val="1"/>
      <w:marLeft w:val="0"/>
      <w:marRight w:val="0"/>
      <w:marTop w:val="0"/>
      <w:marBottom w:val="0"/>
      <w:divBdr>
        <w:top w:val="none" w:sz="0" w:space="0" w:color="auto"/>
        <w:left w:val="none" w:sz="0" w:space="0" w:color="auto"/>
        <w:bottom w:val="none" w:sz="0" w:space="0" w:color="auto"/>
        <w:right w:val="none" w:sz="0" w:space="0" w:color="auto"/>
      </w:divBdr>
    </w:div>
    <w:div w:id="1623729312">
      <w:bodyDiv w:val="1"/>
      <w:marLeft w:val="0"/>
      <w:marRight w:val="0"/>
      <w:marTop w:val="0"/>
      <w:marBottom w:val="0"/>
      <w:divBdr>
        <w:top w:val="none" w:sz="0" w:space="0" w:color="auto"/>
        <w:left w:val="none" w:sz="0" w:space="0" w:color="auto"/>
        <w:bottom w:val="none" w:sz="0" w:space="0" w:color="auto"/>
        <w:right w:val="none" w:sz="0" w:space="0" w:color="auto"/>
      </w:divBdr>
    </w:div>
    <w:div w:id="1668247047">
      <w:marLeft w:val="0"/>
      <w:marRight w:val="0"/>
      <w:marTop w:val="0"/>
      <w:marBottom w:val="0"/>
      <w:divBdr>
        <w:top w:val="none" w:sz="0" w:space="0" w:color="auto"/>
        <w:left w:val="none" w:sz="0" w:space="0" w:color="auto"/>
        <w:bottom w:val="none" w:sz="0" w:space="0" w:color="auto"/>
        <w:right w:val="none" w:sz="0" w:space="0" w:color="auto"/>
      </w:divBdr>
    </w:div>
    <w:div w:id="206328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web-tollmaster.bridgetoll.ru" TargetMode="External"/><Relationship Id="rId4" Type="http://schemas.openxmlformats.org/officeDocument/2006/relationships/settings" Target="settings.xml"/><Relationship Id="rId9" Type="http://schemas.openxmlformats.org/officeDocument/2006/relationships/hyperlink" Target="http://web-tollstation1.bridgetoll.r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urevich\AppData\Roaming\Microsoft\&#1064;&#1072;&#1073;&#1083;&#1086;&#1085;&#1099;\&#1064;&#1072;&#1073;&#1083;&#1086;&#1085;%20RUK_PO%20kor%2003d.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28575">
          <a:solidFill>
            <a:srgbClr val="FF0000"/>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69EF0-53EC-4F31-9609-763857E5F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 RUK_PO kor 03d.dotx</Template>
  <TotalTime>0</TotalTime>
  <Pages>10</Pages>
  <Words>1296</Words>
  <Characters>10851</Characters>
  <Application>Microsoft Office Word</Application>
  <DocSecurity>0</DocSecurity>
  <Lines>90</Lines>
  <Paragraphs>24</Paragraphs>
  <ScaleCrop>false</ScaleCrop>
  <HeadingPairs>
    <vt:vector size="2" baseType="variant">
      <vt:variant>
        <vt:lpstr>Название</vt:lpstr>
      </vt:variant>
      <vt:variant>
        <vt:i4>1</vt:i4>
      </vt:variant>
    </vt:vector>
  </HeadingPairs>
  <TitlesOfParts>
    <vt:vector size="1" baseType="lpstr">
      <vt:lpstr>Администратор</vt:lpstr>
    </vt:vector>
  </TitlesOfParts>
  <LinksUpToDate>false</LinksUpToDate>
  <CharactersWithSpaces>12123</CharactersWithSpaces>
  <SharedDoc>false</SharedDoc>
  <HLinks>
    <vt:vector size="456" baseType="variant">
      <vt:variant>
        <vt:i4>1900594</vt:i4>
      </vt:variant>
      <vt:variant>
        <vt:i4>455</vt:i4>
      </vt:variant>
      <vt:variant>
        <vt:i4>0</vt:i4>
      </vt:variant>
      <vt:variant>
        <vt:i4>5</vt:i4>
      </vt:variant>
      <vt:variant>
        <vt:lpwstr/>
      </vt:variant>
      <vt:variant>
        <vt:lpwstr>_Toc494376566</vt:lpwstr>
      </vt:variant>
      <vt:variant>
        <vt:i4>1900594</vt:i4>
      </vt:variant>
      <vt:variant>
        <vt:i4>449</vt:i4>
      </vt:variant>
      <vt:variant>
        <vt:i4>0</vt:i4>
      </vt:variant>
      <vt:variant>
        <vt:i4>5</vt:i4>
      </vt:variant>
      <vt:variant>
        <vt:lpwstr/>
      </vt:variant>
      <vt:variant>
        <vt:lpwstr>_Toc494376565</vt:lpwstr>
      </vt:variant>
      <vt:variant>
        <vt:i4>1900594</vt:i4>
      </vt:variant>
      <vt:variant>
        <vt:i4>443</vt:i4>
      </vt:variant>
      <vt:variant>
        <vt:i4>0</vt:i4>
      </vt:variant>
      <vt:variant>
        <vt:i4>5</vt:i4>
      </vt:variant>
      <vt:variant>
        <vt:lpwstr/>
      </vt:variant>
      <vt:variant>
        <vt:lpwstr>_Toc494376564</vt:lpwstr>
      </vt:variant>
      <vt:variant>
        <vt:i4>1900594</vt:i4>
      </vt:variant>
      <vt:variant>
        <vt:i4>437</vt:i4>
      </vt:variant>
      <vt:variant>
        <vt:i4>0</vt:i4>
      </vt:variant>
      <vt:variant>
        <vt:i4>5</vt:i4>
      </vt:variant>
      <vt:variant>
        <vt:lpwstr/>
      </vt:variant>
      <vt:variant>
        <vt:lpwstr>_Toc494376563</vt:lpwstr>
      </vt:variant>
      <vt:variant>
        <vt:i4>1900594</vt:i4>
      </vt:variant>
      <vt:variant>
        <vt:i4>431</vt:i4>
      </vt:variant>
      <vt:variant>
        <vt:i4>0</vt:i4>
      </vt:variant>
      <vt:variant>
        <vt:i4>5</vt:i4>
      </vt:variant>
      <vt:variant>
        <vt:lpwstr/>
      </vt:variant>
      <vt:variant>
        <vt:lpwstr>_Toc494376562</vt:lpwstr>
      </vt:variant>
      <vt:variant>
        <vt:i4>1900594</vt:i4>
      </vt:variant>
      <vt:variant>
        <vt:i4>425</vt:i4>
      </vt:variant>
      <vt:variant>
        <vt:i4>0</vt:i4>
      </vt:variant>
      <vt:variant>
        <vt:i4>5</vt:i4>
      </vt:variant>
      <vt:variant>
        <vt:lpwstr/>
      </vt:variant>
      <vt:variant>
        <vt:lpwstr>_Toc494376561</vt:lpwstr>
      </vt:variant>
      <vt:variant>
        <vt:i4>1900594</vt:i4>
      </vt:variant>
      <vt:variant>
        <vt:i4>419</vt:i4>
      </vt:variant>
      <vt:variant>
        <vt:i4>0</vt:i4>
      </vt:variant>
      <vt:variant>
        <vt:i4>5</vt:i4>
      </vt:variant>
      <vt:variant>
        <vt:lpwstr/>
      </vt:variant>
      <vt:variant>
        <vt:lpwstr>_Toc494376560</vt:lpwstr>
      </vt:variant>
      <vt:variant>
        <vt:i4>1966130</vt:i4>
      </vt:variant>
      <vt:variant>
        <vt:i4>413</vt:i4>
      </vt:variant>
      <vt:variant>
        <vt:i4>0</vt:i4>
      </vt:variant>
      <vt:variant>
        <vt:i4>5</vt:i4>
      </vt:variant>
      <vt:variant>
        <vt:lpwstr/>
      </vt:variant>
      <vt:variant>
        <vt:lpwstr>_Toc494376559</vt:lpwstr>
      </vt:variant>
      <vt:variant>
        <vt:i4>1966130</vt:i4>
      </vt:variant>
      <vt:variant>
        <vt:i4>407</vt:i4>
      </vt:variant>
      <vt:variant>
        <vt:i4>0</vt:i4>
      </vt:variant>
      <vt:variant>
        <vt:i4>5</vt:i4>
      </vt:variant>
      <vt:variant>
        <vt:lpwstr/>
      </vt:variant>
      <vt:variant>
        <vt:lpwstr>_Toc494376558</vt:lpwstr>
      </vt:variant>
      <vt:variant>
        <vt:i4>1966130</vt:i4>
      </vt:variant>
      <vt:variant>
        <vt:i4>401</vt:i4>
      </vt:variant>
      <vt:variant>
        <vt:i4>0</vt:i4>
      </vt:variant>
      <vt:variant>
        <vt:i4>5</vt:i4>
      </vt:variant>
      <vt:variant>
        <vt:lpwstr/>
      </vt:variant>
      <vt:variant>
        <vt:lpwstr>_Toc494376557</vt:lpwstr>
      </vt:variant>
      <vt:variant>
        <vt:i4>1966130</vt:i4>
      </vt:variant>
      <vt:variant>
        <vt:i4>395</vt:i4>
      </vt:variant>
      <vt:variant>
        <vt:i4>0</vt:i4>
      </vt:variant>
      <vt:variant>
        <vt:i4>5</vt:i4>
      </vt:variant>
      <vt:variant>
        <vt:lpwstr/>
      </vt:variant>
      <vt:variant>
        <vt:lpwstr>_Toc494376556</vt:lpwstr>
      </vt:variant>
      <vt:variant>
        <vt:i4>1966130</vt:i4>
      </vt:variant>
      <vt:variant>
        <vt:i4>389</vt:i4>
      </vt:variant>
      <vt:variant>
        <vt:i4>0</vt:i4>
      </vt:variant>
      <vt:variant>
        <vt:i4>5</vt:i4>
      </vt:variant>
      <vt:variant>
        <vt:lpwstr/>
      </vt:variant>
      <vt:variant>
        <vt:lpwstr>_Toc494376555</vt:lpwstr>
      </vt:variant>
      <vt:variant>
        <vt:i4>1966130</vt:i4>
      </vt:variant>
      <vt:variant>
        <vt:i4>383</vt:i4>
      </vt:variant>
      <vt:variant>
        <vt:i4>0</vt:i4>
      </vt:variant>
      <vt:variant>
        <vt:i4>5</vt:i4>
      </vt:variant>
      <vt:variant>
        <vt:lpwstr/>
      </vt:variant>
      <vt:variant>
        <vt:lpwstr>_Toc494376554</vt:lpwstr>
      </vt:variant>
      <vt:variant>
        <vt:i4>1966130</vt:i4>
      </vt:variant>
      <vt:variant>
        <vt:i4>377</vt:i4>
      </vt:variant>
      <vt:variant>
        <vt:i4>0</vt:i4>
      </vt:variant>
      <vt:variant>
        <vt:i4>5</vt:i4>
      </vt:variant>
      <vt:variant>
        <vt:lpwstr/>
      </vt:variant>
      <vt:variant>
        <vt:lpwstr>_Toc494376553</vt:lpwstr>
      </vt:variant>
      <vt:variant>
        <vt:i4>1966130</vt:i4>
      </vt:variant>
      <vt:variant>
        <vt:i4>371</vt:i4>
      </vt:variant>
      <vt:variant>
        <vt:i4>0</vt:i4>
      </vt:variant>
      <vt:variant>
        <vt:i4>5</vt:i4>
      </vt:variant>
      <vt:variant>
        <vt:lpwstr/>
      </vt:variant>
      <vt:variant>
        <vt:lpwstr>_Toc494376552</vt:lpwstr>
      </vt:variant>
      <vt:variant>
        <vt:i4>1966130</vt:i4>
      </vt:variant>
      <vt:variant>
        <vt:i4>365</vt:i4>
      </vt:variant>
      <vt:variant>
        <vt:i4>0</vt:i4>
      </vt:variant>
      <vt:variant>
        <vt:i4>5</vt:i4>
      </vt:variant>
      <vt:variant>
        <vt:lpwstr/>
      </vt:variant>
      <vt:variant>
        <vt:lpwstr>_Toc494376551</vt:lpwstr>
      </vt:variant>
      <vt:variant>
        <vt:i4>1966130</vt:i4>
      </vt:variant>
      <vt:variant>
        <vt:i4>359</vt:i4>
      </vt:variant>
      <vt:variant>
        <vt:i4>0</vt:i4>
      </vt:variant>
      <vt:variant>
        <vt:i4>5</vt:i4>
      </vt:variant>
      <vt:variant>
        <vt:lpwstr/>
      </vt:variant>
      <vt:variant>
        <vt:lpwstr>_Toc494376550</vt:lpwstr>
      </vt:variant>
      <vt:variant>
        <vt:i4>2031666</vt:i4>
      </vt:variant>
      <vt:variant>
        <vt:i4>353</vt:i4>
      </vt:variant>
      <vt:variant>
        <vt:i4>0</vt:i4>
      </vt:variant>
      <vt:variant>
        <vt:i4>5</vt:i4>
      </vt:variant>
      <vt:variant>
        <vt:lpwstr/>
      </vt:variant>
      <vt:variant>
        <vt:lpwstr>_Toc494376549</vt:lpwstr>
      </vt:variant>
      <vt:variant>
        <vt:i4>2031666</vt:i4>
      </vt:variant>
      <vt:variant>
        <vt:i4>347</vt:i4>
      </vt:variant>
      <vt:variant>
        <vt:i4>0</vt:i4>
      </vt:variant>
      <vt:variant>
        <vt:i4>5</vt:i4>
      </vt:variant>
      <vt:variant>
        <vt:lpwstr/>
      </vt:variant>
      <vt:variant>
        <vt:lpwstr>_Toc494376548</vt:lpwstr>
      </vt:variant>
      <vt:variant>
        <vt:i4>2031666</vt:i4>
      </vt:variant>
      <vt:variant>
        <vt:i4>341</vt:i4>
      </vt:variant>
      <vt:variant>
        <vt:i4>0</vt:i4>
      </vt:variant>
      <vt:variant>
        <vt:i4>5</vt:i4>
      </vt:variant>
      <vt:variant>
        <vt:lpwstr/>
      </vt:variant>
      <vt:variant>
        <vt:lpwstr>_Toc494376547</vt:lpwstr>
      </vt:variant>
      <vt:variant>
        <vt:i4>2031666</vt:i4>
      </vt:variant>
      <vt:variant>
        <vt:i4>335</vt:i4>
      </vt:variant>
      <vt:variant>
        <vt:i4>0</vt:i4>
      </vt:variant>
      <vt:variant>
        <vt:i4>5</vt:i4>
      </vt:variant>
      <vt:variant>
        <vt:lpwstr/>
      </vt:variant>
      <vt:variant>
        <vt:lpwstr>_Toc494376546</vt:lpwstr>
      </vt:variant>
      <vt:variant>
        <vt:i4>2031666</vt:i4>
      </vt:variant>
      <vt:variant>
        <vt:i4>329</vt:i4>
      </vt:variant>
      <vt:variant>
        <vt:i4>0</vt:i4>
      </vt:variant>
      <vt:variant>
        <vt:i4>5</vt:i4>
      </vt:variant>
      <vt:variant>
        <vt:lpwstr/>
      </vt:variant>
      <vt:variant>
        <vt:lpwstr>_Toc494376545</vt:lpwstr>
      </vt:variant>
      <vt:variant>
        <vt:i4>2031666</vt:i4>
      </vt:variant>
      <vt:variant>
        <vt:i4>323</vt:i4>
      </vt:variant>
      <vt:variant>
        <vt:i4>0</vt:i4>
      </vt:variant>
      <vt:variant>
        <vt:i4>5</vt:i4>
      </vt:variant>
      <vt:variant>
        <vt:lpwstr/>
      </vt:variant>
      <vt:variant>
        <vt:lpwstr>_Toc494376544</vt:lpwstr>
      </vt:variant>
      <vt:variant>
        <vt:i4>2031666</vt:i4>
      </vt:variant>
      <vt:variant>
        <vt:i4>317</vt:i4>
      </vt:variant>
      <vt:variant>
        <vt:i4>0</vt:i4>
      </vt:variant>
      <vt:variant>
        <vt:i4>5</vt:i4>
      </vt:variant>
      <vt:variant>
        <vt:lpwstr/>
      </vt:variant>
      <vt:variant>
        <vt:lpwstr>_Toc494376543</vt:lpwstr>
      </vt:variant>
      <vt:variant>
        <vt:i4>2031666</vt:i4>
      </vt:variant>
      <vt:variant>
        <vt:i4>311</vt:i4>
      </vt:variant>
      <vt:variant>
        <vt:i4>0</vt:i4>
      </vt:variant>
      <vt:variant>
        <vt:i4>5</vt:i4>
      </vt:variant>
      <vt:variant>
        <vt:lpwstr/>
      </vt:variant>
      <vt:variant>
        <vt:lpwstr>_Toc494376542</vt:lpwstr>
      </vt:variant>
      <vt:variant>
        <vt:i4>2031666</vt:i4>
      </vt:variant>
      <vt:variant>
        <vt:i4>305</vt:i4>
      </vt:variant>
      <vt:variant>
        <vt:i4>0</vt:i4>
      </vt:variant>
      <vt:variant>
        <vt:i4>5</vt:i4>
      </vt:variant>
      <vt:variant>
        <vt:lpwstr/>
      </vt:variant>
      <vt:variant>
        <vt:lpwstr>_Toc494376541</vt:lpwstr>
      </vt:variant>
      <vt:variant>
        <vt:i4>2031666</vt:i4>
      </vt:variant>
      <vt:variant>
        <vt:i4>299</vt:i4>
      </vt:variant>
      <vt:variant>
        <vt:i4>0</vt:i4>
      </vt:variant>
      <vt:variant>
        <vt:i4>5</vt:i4>
      </vt:variant>
      <vt:variant>
        <vt:lpwstr/>
      </vt:variant>
      <vt:variant>
        <vt:lpwstr>_Toc494376540</vt:lpwstr>
      </vt:variant>
      <vt:variant>
        <vt:i4>1572914</vt:i4>
      </vt:variant>
      <vt:variant>
        <vt:i4>293</vt:i4>
      </vt:variant>
      <vt:variant>
        <vt:i4>0</vt:i4>
      </vt:variant>
      <vt:variant>
        <vt:i4>5</vt:i4>
      </vt:variant>
      <vt:variant>
        <vt:lpwstr/>
      </vt:variant>
      <vt:variant>
        <vt:lpwstr>_Toc494376539</vt:lpwstr>
      </vt:variant>
      <vt:variant>
        <vt:i4>1572914</vt:i4>
      </vt:variant>
      <vt:variant>
        <vt:i4>287</vt:i4>
      </vt:variant>
      <vt:variant>
        <vt:i4>0</vt:i4>
      </vt:variant>
      <vt:variant>
        <vt:i4>5</vt:i4>
      </vt:variant>
      <vt:variant>
        <vt:lpwstr/>
      </vt:variant>
      <vt:variant>
        <vt:lpwstr>_Toc494376538</vt:lpwstr>
      </vt:variant>
      <vt:variant>
        <vt:i4>1572914</vt:i4>
      </vt:variant>
      <vt:variant>
        <vt:i4>281</vt:i4>
      </vt:variant>
      <vt:variant>
        <vt:i4>0</vt:i4>
      </vt:variant>
      <vt:variant>
        <vt:i4>5</vt:i4>
      </vt:variant>
      <vt:variant>
        <vt:lpwstr/>
      </vt:variant>
      <vt:variant>
        <vt:lpwstr>_Toc494376537</vt:lpwstr>
      </vt:variant>
      <vt:variant>
        <vt:i4>1572914</vt:i4>
      </vt:variant>
      <vt:variant>
        <vt:i4>275</vt:i4>
      </vt:variant>
      <vt:variant>
        <vt:i4>0</vt:i4>
      </vt:variant>
      <vt:variant>
        <vt:i4>5</vt:i4>
      </vt:variant>
      <vt:variant>
        <vt:lpwstr/>
      </vt:variant>
      <vt:variant>
        <vt:lpwstr>_Toc494376536</vt:lpwstr>
      </vt:variant>
      <vt:variant>
        <vt:i4>1572914</vt:i4>
      </vt:variant>
      <vt:variant>
        <vt:i4>269</vt:i4>
      </vt:variant>
      <vt:variant>
        <vt:i4>0</vt:i4>
      </vt:variant>
      <vt:variant>
        <vt:i4>5</vt:i4>
      </vt:variant>
      <vt:variant>
        <vt:lpwstr/>
      </vt:variant>
      <vt:variant>
        <vt:lpwstr>_Toc494376535</vt:lpwstr>
      </vt:variant>
      <vt:variant>
        <vt:i4>1572914</vt:i4>
      </vt:variant>
      <vt:variant>
        <vt:i4>263</vt:i4>
      </vt:variant>
      <vt:variant>
        <vt:i4>0</vt:i4>
      </vt:variant>
      <vt:variant>
        <vt:i4>5</vt:i4>
      </vt:variant>
      <vt:variant>
        <vt:lpwstr/>
      </vt:variant>
      <vt:variant>
        <vt:lpwstr>_Toc494376534</vt:lpwstr>
      </vt:variant>
      <vt:variant>
        <vt:i4>1572914</vt:i4>
      </vt:variant>
      <vt:variant>
        <vt:i4>257</vt:i4>
      </vt:variant>
      <vt:variant>
        <vt:i4>0</vt:i4>
      </vt:variant>
      <vt:variant>
        <vt:i4>5</vt:i4>
      </vt:variant>
      <vt:variant>
        <vt:lpwstr/>
      </vt:variant>
      <vt:variant>
        <vt:lpwstr>_Toc494376533</vt:lpwstr>
      </vt:variant>
      <vt:variant>
        <vt:i4>1572914</vt:i4>
      </vt:variant>
      <vt:variant>
        <vt:i4>251</vt:i4>
      </vt:variant>
      <vt:variant>
        <vt:i4>0</vt:i4>
      </vt:variant>
      <vt:variant>
        <vt:i4>5</vt:i4>
      </vt:variant>
      <vt:variant>
        <vt:lpwstr/>
      </vt:variant>
      <vt:variant>
        <vt:lpwstr>_Toc494376532</vt:lpwstr>
      </vt:variant>
      <vt:variant>
        <vt:i4>1572914</vt:i4>
      </vt:variant>
      <vt:variant>
        <vt:i4>245</vt:i4>
      </vt:variant>
      <vt:variant>
        <vt:i4>0</vt:i4>
      </vt:variant>
      <vt:variant>
        <vt:i4>5</vt:i4>
      </vt:variant>
      <vt:variant>
        <vt:lpwstr/>
      </vt:variant>
      <vt:variant>
        <vt:lpwstr>_Toc494376531</vt:lpwstr>
      </vt:variant>
      <vt:variant>
        <vt:i4>1572914</vt:i4>
      </vt:variant>
      <vt:variant>
        <vt:i4>239</vt:i4>
      </vt:variant>
      <vt:variant>
        <vt:i4>0</vt:i4>
      </vt:variant>
      <vt:variant>
        <vt:i4>5</vt:i4>
      </vt:variant>
      <vt:variant>
        <vt:lpwstr/>
      </vt:variant>
      <vt:variant>
        <vt:lpwstr>_Toc494376530</vt:lpwstr>
      </vt:variant>
      <vt:variant>
        <vt:i4>1638450</vt:i4>
      </vt:variant>
      <vt:variant>
        <vt:i4>233</vt:i4>
      </vt:variant>
      <vt:variant>
        <vt:i4>0</vt:i4>
      </vt:variant>
      <vt:variant>
        <vt:i4>5</vt:i4>
      </vt:variant>
      <vt:variant>
        <vt:lpwstr/>
      </vt:variant>
      <vt:variant>
        <vt:lpwstr>_Toc494376529</vt:lpwstr>
      </vt:variant>
      <vt:variant>
        <vt:i4>1638450</vt:i4>
      </vt:variant>
      <vt:variant>
        <vt:i4>227</vt:i4>
      </vt:variant>
      <vt:variant>
        <vt:i4>0</vt:i4>
      </vt:variant>
      <vt:variant>
        <vt:i4>5</vt:i4>
      </vt:variant>
      <vt:variant>
        <vt:lpwstr/>
      </vt:variant>
      <vt:variant>
        <vt:lpwstr>_Toc494376528</vt:lpwstr>
      </vt:variant>
      <vt:variant>
        <vt:i4>1638450</vt:i4>
      </vt:variant>
      <vt:variant>
        <vt:i4>221</vt:i4>
      </vt:variant>
      <vt:variant>
        <vt:i4>0</vt:i4>
      </vt:variant>
      <vt:variant>
        <vt:i4>5</vt:i4>
      </vt:variant>
      <vt:variant>
        <vt:lpwstr/>
      </vt:variant>
      <vt:variant>
        <vt:lpwstr>_Toc494376527</vt:lpwstr>
      </vt:variant>
      <vt:variant>
        <vt:i4>1638450</vt:i4>
      </vt:variant>
      <vt:variant>
        <vt:i4>215</vt:i4>
      </vt:variant>
      <vt:variant>
        <vt:i4>0</vt:i4>
      </vt:variant>
      <vt:variant>
        <vt:i4>5</vt:i4>
      </vt:variant>
      <vt:variant>
        <vt:lpwstr/>
      </vt:variant>
      <vt:variant>
        <vt:lpwstr>_Toc494376526</vt:lpwstr>
      </vt:variant>
      <vt:variant>
        <vt:i4>1638450</vt:i4>
      </vt:variant>
      <vt:variant>
        <vt:i4>209</vt:i4>
      </vt:variant>
      <vt:variant>
        <vt:i4>0</vt:i4>
      </vt:variant>
      <vt:variant>
        <vt:i4>5</vt:i4>
      </vt:variant>
      <vt:variant>
        <vt:lpwstr/>
      </vt:variant>
      <vt:variant>
        <vt:lpwstr>_Toc494376525</vt:lpwstr>
      </vt:variant>
      <vt:variant>
        <vt:i4>1638450</vt:i4>
      </vt:variant>
      <vt:variant>
        <vt:i4>203</vt:i4>
      </vt:variant>
      <vt:variant>
        <vt:i4>0</vt:i4>
      </vt:variant>
      <vt:variant>
        <vt:i4>5</vt:i4>
      </vt:variant>
      <vt:variant>
        <vt:lpwstr/>
      </vt:variant>
      <vt:variant>
        <vt:lpwstr>_Toc494376524</vt:lpwstr>
      </vt:variant>
      <vt:variant>
        <vt:i4>1638450</vt:i4>
      </vt:variant>
      <vt:variant>
        <vt:i4>197</vt:i4>
      </vt:variant>
      <vt:variant>
        <vt:i4>0</vt:i4>
      </vt:variant>
      <vt:variant>
        <vt:i4>5</vt:i4>
      </vt:variant>
      <vt:variant>
        <vt:lpwstr/>
      </vt:variant>
      <vt:variant>
        <vt:lpwstr>_Toc494376523</vt:lpwstr>
      </vt:variant>
      <vt:variant>
        <vt:i4>1638450</vt:i4>
      </vt:variant>
      <vt:variant>
        <vt:i4>191</vt:i4>
      </vt:variant>
      <vt:variant>
        <vt:i4>0</vt:i4>
      </vt:variant>
      <vt:variant>
        <vt:i4>5</vt:i4>
      </vt:variant>
      <vt:variant>
        <vt:lpwstr/>
      </vt:variant>
      <vt:variant>
        <vt:lpwstr>_Toc494376522</vt:lpwstr>
      </vt:variant>
      <vt:variant>
        <vt:i4>1638450</vt:i4>
      </vt:variant>
      <vt:variant>
        <vt:i4>185</vt:i4>
      </vt:variant>
      <vt:variant>
        <vt:i4>0</vt:i4>
      </vt:variant>
      <vt:variant>
        <vt:i4>5</vt:i4>
      </vt:variant>
      <vt:variant>
        <vt:lpwstr/>
      </vt:variant>
      <vt:variant>
        <vt:lpwstr>_Toc494376521</vt:lpwstr>
      </vt:variant>
      <vt:variant>
        <vt:i4>1638450</vt:i4>
      </vt:variant>
      <vt:variant>
        <vt:i4>179</vt:i4>
      </vt:variant>
      <vt:variant>
        <vt:i4>0</vt:i4>
      </vt:variant>
      <vt:variant>
        <vt:i4>5</vt:i4>
      </vt:variant>
      <vt:variant>
        <vt:lpwstr/>
      </vt:variant>
      <vt:variant>
        <vt:lpwstr>_Toc494376520</vt:lpwstr>
      </vt:variant>
      <vt:variant>
        <vt:i4>1703986</vt:i4>
      </vt:variant>
      <vt:variant>
        <vt:i4>173</vt:i4>
      </vt:variant>
      <vt:variant>
        <vt:i4>0</vt:i4>
      </vt:variant>
      <vt:variant>
        <vt:i4>5</vt:i4>
      </vt:variant>
      <vt:variant>
        <vt:lpwstr/>
      </vt:variant>
      <vt:variant>
        <vt:lpwstr>_Toc494376519</vt:lpwstr>
      </vt:variant>
      <vt:variant>
        <vt:i4>1703986</vt:i4>
      </vt:variant>
      <vt:variant>
        <vt:i4>167</vt:i4>
      </vt:variant>
      <vt:variant>
        <vt:i4>0</vt:i4>
      </vt:variant>
      <vt:variant>
        <vt:i4>5</vt:i4>
      </vt:variant>
      <vt:variant>
        <vt:lpwstr/>
      </vt:variant>
      <vt:variant>
        <vt:lpwstr>_Toc494376518</vt:lpwstr>
      </vt:variant>
      <vt:variant>
        <vt:i4>1703986</vt:i4>
      </vt:variant>
      <vt:variant>
        <vt:i4>161</vt:i4>
      </vt:variant>
      <vt:variant>
        <vt:i4>0</vt:i4>
      </vt:variant>
      <vt:variant>
        <vt:i4>5</vt:i4>
      </vt:variant>
      <vt:variant>
        <vt:lpwstr/>
      </vt:variant>
      <vt:variant>
        <vt:lpwstr>_Toc494376517</vt:lpwstr>
      </vt:variant>
      <vt:variant>
        <vt:i4>1703986</vt:i4>
      </vt:variant>
      <vt:variant>
        <vt:i4>155</vt:i4>
      </vt:variant>
      <vt:variant>
        <vt:i4>0</vt:i4>
      </vt:variant>
      <vt:variant>
        <vt:i4>5</vt:i4>
      </vt:variant>
      <vt:variant>
        <vt:lpwstr/>
      </vt:variant>
      <vt:variant>
        <vt:lpwstr>_Toc494376516</vt:lpwstr>
      </vt:variant>
      <vt:variant>
        <vt:i4>1703986</vt:i4>
      </vt:variant>
      <vt:variant>
        <vt:i4>149</vt:i4>
      </vt:variant>
      <vt:variant>
        <vt:i4>0</vt:i4>
      </vt:variant>
      <vt:variant>
        <vt:i4>5</vt:i4>
      </vt:variant>
      <vt:variant>
        <vt:lpwstr/>
      </vt:variant>
      <vt:variant>
        <vt:lpwstr>_Toc494376515</vt:lpwstr>
      </vt:variant>
      <vt:variant>
        <vt:i4>1703986</vt:i4>
      </vt:variant>
      <vt:variant>
        <vt:i4>143</vt:i4>
      </vt:variant>
      <vt:variant>
        <vt:i4>0</vt:i4>
      </vt:variant>
      <vt:variant>
        <vt:i4>5</vt:i4>
      </vt:variant>
      <vt:variant>
        <vt:lpwstr/>
      </vt:variant>
      <vt:variant>
        <vt:lpwstr>_Toc494376514</vt:lpwstr>
      </vt:variant>
      <vt:variant>
        <vt:i4>1703986</vt:i4>
      </vt:variant>
      <vt:variant>
        <vt:i4>137</vt:i4>
      </vt:variant>
      <vt:variant>
        <vt:i4>0</vt:i4>
      </vt:variant>
      <vt:variant>
        <vt:i4>5</vt:i4>
      </vt:variant>
      <vt:variant>
        <vt:lpwstr/>
      </vt:variant>
      <vt:variant>
        <vt:lpwstr>_Toc494376513</vt:lpwstr>
      </vt:variant>
      <vt:variant>
        <vt:i4>1703986</vt:i4>
      </vt:variant>
      <vt:variant>
        <vt:i4>131</vt:i4>
      </vt:variant>
      <vt:variant>
        <vt:i4>0</vt:i4>
      </vt:variant>
      <vt:variant>
        <vt:i4>5</vt:i4>
      </vt:variant>
      <vt:variant>
        <vt:lpwstr/>
      </vt:variant>
      <vt:variant>
        <vt:lpwstr>_Toc494376512</vt:lpwstr>
      </vt:variant>
      <vt:variant>
        <vt:i4>1703986</vt:i4>
      </vt:variant>
      <vt:variant>
        <vt:i4>125</vt:i4>
      </vt:variant>
      <vt:variant>
        <vt:i4>0</vt:i4>
      </vt:variant>
      <vt:variant>
        <vt:i4>5</vt:i4>
      </vt:variant>
      <vt:variant>
        <vt:lpwstr/>
      </vt:variant>
      <vt:variant>
        <vt:lpwstr>_Toc494376511</vt:lpwstr>
      </vt:variant>
      <vt:variant>
        <vt:i4>1703986</vt:i4>
      </vt:variant>
      <vt:variant>
        <vt:i4>119</vt:i4>
      </vt:variant>
      <vt:variant>
        <vt:i4>0</vt:i4>
      </vt:variant>
      <vt:variant>
        <vt:i4>5</vt:i4>
      </vt:variant>
      <vt:variant>
        <vt:lpwstr/>
      </vt:variant>
      <vt:variant>
        <vt:lpwstr>_Toc494376510</vt:lpwstr>
      </vt:variant>
      <vt:variant>
        <vt:i4>1769522</vt:i4>
      </vt:variant>
      <vt:variant>
        <vt:i4>113</vt:i4>
      </vt:variant>
      <vt:variant>
        <vt:i4>0</vt:i4>
      </vt:variant>
      <vt:variant>
        <vt:i4>5</vt:i4>
      </vt:variant>
      <vt:variant>
        <vt:lpwstr/>
      </vt:variant>
      <vt:variant>
        <vt:lpwstr>_Toc494376509</vt:lpwstr>
      </vt:variant>
      <vt:variant>
        <vt:i4>1769522</vt:i4>
      </vt:variant>
      <vt:variant>
        <vt:i4>107</vt:i4>
      </vt:variant>
      <vt:variant>
        <vt:i4>0</vt:i4>
      </vt:variant>
      <vt:variant>
        <vt:i4>5</vt:i4>
      </vt:variant>
      <vt:variant>
        <vt:lpwstr/>
      </vt:variant>
      <vt:variant>
        <vt:lpwstr>_Toc494376508</vt:lpwstr>
      </vt:variant>
      <vt:variant>
        <vt:i4>1769522</vt:i4>
      </vt:variant>
      <vt:variant>
        <vt:i4>101</vt:i4>
      </vt:variant>
      <vt:variant>
        <vt:i4>0</vt:i4>
      </vt:variant>
      <vt:variant>
        <vt:i4>5</vt:i4>
      </vt:variant>
      <vt:variant>
        <vt:lpwstr/>
      </vt:variant>
      <vt:variant>
        <vt:lpwstr>_Toc494376507</vt:lpwstr>
      </vt:variant>
      <vt:variant>
        <vt:i4>1769522</vt:i4>
      </vt:variant>
      <vt:variant>
        <vt:i4>95</vt:i4>
      </vt:variant>
      <vt:variant>
        <vt:i4>0</vt:i4>
      </vt:variant>
      <vt:variant>
        <vt:i4>5</vt:i4>
      </vt:variant>
      <vt:variant>
        <vt:lpwstr/>
      </vt:variant>
      <vt:variant>
        <vt:lpwstr>_Toc494376506</vt:lpwstr>
      </vt:variant>
      <vt:variant>
        <vt:i4>1769522</vt:i4>
      </vt:variant>
      <vt:variant>
        <vt:i4>89</vt:i4>
      </vt:variant>
      <vt:variant>
        <vt:i4>0</vt:i4>
      </vt:variant>
      <vt:variant>
        <vt:i4>5</vt:i4>
      </vt:variant>
      <vt:variant>
        <vt:lpwstr/>
      </vt:variant>
      <vt:variant>
        <vt:lpwstr>_Toc494376505</vt:lpwstr>
      </vt:variant>
      <vt:variant>
        <vt:i4>1769522</vt:i4>
      </vt:variant>
      <vt:variant>
        <vt:i4>83</vt:i4>
      </vt:variant>
      <vt:variant>
        <vt:i4>0</vt:i4>
      </vt:variant>
      <vt:variant>
        <vt:i4>5</vt:i4>
      </vt:variant>
      <vt:variant>
        <vt:lpwstr/>
      </vt:variant>
      <vt:variant>
        <vt:lpwstr>_Toc494376504</vt:lpwstr>
      </vt:variant>
      <vt:variant>
        <vt:i4>1769522</vt:i4>
      </vt:variant>
      <vt:variant>
        <vt:i4>77</vt:i4>
      </vt:variant>
      <vt:variant>
        <vt:i4>0</vt:i4>
      </vt:variant>
      <vt:variant>
        <vt:i4>5</vt:i4>
      </vt:variant>
      <vt:variant>
        <vt:lpwstr/>
      </vt:variant>
      <vt:variant>
        <vt:lpwstr>_Toc494376503</vt:lpwstr>
      </vt:variant>
      <vt:variant>
        <vt:i4>1769522</vt:i4>
      </vt:variant>
      <vt:variant>
        <vt:i4>71</vt:i4>
      </vt:variant>
      <vt:variant>
        <vt:i4>0</vt:i4>
      </vt:variant>
      <vt:variant>
        <vt:i4>5</vt:i4>
      </vt:variant>
      <vt:variant>
        <vt:lpwstr/>
      </vt:variant>
      <vt:variant>
        <vt:lpwstr>_Toc494376502</vt:lpwstr>
      </vt:variant>
      <vt:variant>
        <vt:i4>1769522</vt:i4>
      </vt:variant>
      <vt:variant>
        <vt:i4>65</vt:i4>
      </vt:variant>
      <vt:variant>
        <vt:i4>0</vt:i4>
      </vt:variant>
      <vt:variant>
        <vt:i4>5</vt:i4>
      </vt:variant>
      <vt:variant>
        <vt:lpwstr/>
      </vt:variant>
      <vt:variant>
        <vt:lpwstr>_Toc494376501</vt:lpwstr>
      </vt:variant>
      <vt:variant>
        <vt:i4>1769522</vt:i4>
      </vt:variant>
      <vt:variant>
        <vt:i4>59</vt:i4>
      </vt:variant>
      <vt:variant>
        <vt:i4>0</vt:i4>
      </vt:variant>
      <vt:variant>
        <vt:i4>5</vt:i4>
      </vt:variant>
      <vt:variant>
        <vt:lpwstr/>
      </vt:variant>
      <vt:variant>
        <vt:lpwstr>_Toc494376500</vt:lpwstr>
      </vt:variant>
      <vt:variant>
        <vt:i4>1179699</vt:i4>
      </vt:variant>
      <vt:variant>
        <vt:i4>53</vt:i4>
      </vt:variant>
      <vt:variant>
        <vt:i4>0</vt:i4>
      </vt:variant>
      <vt:variant>
        <vt:i4>5</vt:i4>
      </vt:variant>
      <vt:variant>
        <vt:lpwstr/>
      </vt:variant>
      <vt:variant>
        <vt:lpwstr>_Toc494376499</vt:lpwstr>
      </vt:variant>
      <vt:variant>
        <vt:i4>1179699</vt:i4>
      </vt:variant>
      <vt:variant>
        <vt:i4>47</vt:i4>
      </vt:variant>
      <vt:variant>
        <vt:i4>0</vt:i4>
      </vt:variant>
      <vt:variant>
        <vt:i4>5</vt:i4>
      </vt:variant>
      <vt:variant>
        <vt:lpwstr/>
      </vt:variant>
      <vt:variant>
        <vt:lpwstr>_Toc494376498</vt:lpwstr>
      </vt:variant>
      <vt:variant>
        <vt:i4>1179699</vt:i4>
      </vt:variant>
      <vt:variant>
        <vt:i4>41</vt:i4>
      </vt:variant>
      <vt:variant>
        <vt:i4>0</vt:i4>
      </vt:variant>
      <vt:variant>
        <vt:i4>5</vt:i4>
      </vt:variant>
      <vt:variant>
        <vt:lpwstr/>
      </vt:variant>
      <vt:variant>
        <vt:lpwstr>_Toc494376497</vt:lpwstr>
      </vt:variant>
      <vt:variant>
        <vt:i4>1179699</vt:i4>
      </vt:variant>
      <vt:variant>
        <vt:i4>35</vt:i4>
      </vt:variant>
      <vt:variant>
        <vt:i4>0</vt:i4>
      </vt:variant>
      <vt:variant>
        <vt:i4>5</vt:i4>
      </vt:variant>
      <vt:variant>
        <vt:lpwstr/>
      </vt:variant>
      <vt:variant>
        <vt:lpwstr>_Toc494376496</vt:lpwstr>
      </vt:variant>
      <vt:variant>
        <vt:i4>1179699</vt:i4>
      </vt:variant>
      <vt:variant>
        <vt:i4>29</vt:i4>
      </vt:variant>
      <vt:variant>
        <vt:i4>0</vt:i4>
      </vt:variant>
      <vt:variant>
        <vt:i4>5</vt:i4>
      </vt:variant>
      <vt:variant>
        <vt:lpwstr/>
      </vt:variant>
      <vt:variant>
        <vt:lpwstr>_Toc494376495</vt:lpwstr>
      </vt:variant>
      <vt:variant>
        <vt:i4>1179699</vt:i4>
      </vt:variant>
      <vt:variant>
        <vt:i4>23</vt:i4>
      </vt:variant>
      <vt:variant>
        <vt:i4>0</vt:i4>
      </vt:variant>
      <vt:variant>
        <vt:i4>5</vt:i4>
      </vt:variant>
      <vt:variant>
        <vt:lpwstr/>
      </vt:variant>
      <vt:variant>
        <vt:lpwstr>_Toc494376494</vt:lpwstr>
      </vt:variant>
      <vt:variant>
        <vt:i4>1179699</vt:i4>
      </vt:variant>
      <vt:variant>
        <vt:i4>17</vt:i4>
      </vt:variant>
      <vt:variant>
        <vt:i4>0</vt:i4>
      </vt:variant>
      <vt:variant>
        <vt:i4>5</vt:i4>
      </vt:variant>
      <vt:variant>
        <vt:lpwstr/>
      </vt:variant>
      <vt:variant>
        <vt:lpwstr>_Toc494376493</vt:lpwstr>
      </vt:variant>
      <vt:variant>
        <vt:i4>1179699</vt:i4>
      </vt:variant>
      <vt:variant>
        <vt:i4>11</vt:i4>
      </vt:variant>
      <vt:variant>
        <vt:i4>0</vt:i4>
      </vt:variant>
      <vt:variant>
        <vt:i4>5</vt:i4>
      </vt:variant>
      <vt:variant>
        <vt:lpwstr/>
      </vt:variant>
      <vt:variant>
        <vt:lpwstr>_Toc494376492</vt:lpwstr>
      </vt:variant>
      <vt:variant>
        <vt:i4>1179699</vt:i4>
      </vt:variant>
      <vt:variant>
        <vt:i4>5</vt:i4>
      </vt:variant>
      <vt:variant>
        <vt:i4>0</vt:i4>
      </vt:variant>
      <vt:variant>
        <vt:i4>5</vt:i4>
      </vt:variant>
      <vt:variant>
        <vt:lpwstr/>
      </vt:variant>
      <vt:variant>
        <vt:lpwstr>_Toc494376491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Администратор</dc:title>
  <dc:subject/>
  <dc:creator/>
  <cp:keywords/>
  <cp:lastModifiedBy/>
  <cp:revision>1</cp:revision>
  <dcterms:created xsi:type="dcterms:W3CDTF">2022-09-09T11:53:00Z</dcterms:created>
  <dcterms:modified xsi:type="dcterms:W3CDTF">2022-09-09T11:53:00Z</dcterms:modified>
</cp:coreProperties>
</file>